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11428B" w14:textId="77777777" w:rsidR="008B65AB" w:rsidRPr="00430432" w:rsidRDefault="008B65AB" w:rsidP="008B65AB">
      <w:pPr>
        <w:pStyle w:val="1"/>
        <w:ind w:right="98"/>
        <w:rPr>
          <w:color w:val="000000"/>
          <w:sz w:val="24"/>
          <w:szCs w:val="24"/>
        </w:rPr>
      </w:pPr>
      <w:r w:rsidRPr="00430432">
        <w:rPr>
          <w:color w:val="000000"/>
          <w:sz w:val="24"/>
          <w:szCs w:val="24"/>
        </w:rPr>
        <w:t>ДЕПАРТАМЕНТ ОСВІТИ І НАУКИ</w:t>
      </w:r>
    </w:p>
    <w:p w14:paraId="5532B1B3" w14:textId="77777777" w:rsidR="008B65AB" w:rsidRPr="00430432" w:rsidRDefault="008B65AB" w:rsidP="008B65AB">
      <w:pPr>
        <w:pStyle w:val="1"/>
        <w:ind w:right="98"/>
        <w:rPr>
          <w:color w:val="000000"/>
          <w:sz w:val="24"/>
          <w:szCs w:val="24"/>
        </w:rPr>
      </w:pPr>
      <w:r w:rsidRPr="00430432">
        <w:rPr>
          <w:color w:val="000000"/>
          <w:sz w:val="24"/>
          <w:szCs w:val="24"/>
        </w:rPr>
        <w:t xml:space="preserve">ДНІПРОПЕТРОВСЬКОЇ ОБЛАСНОЇ ДЕРЖАВНОЇ АДМІНІСТРАЦІЇ </w:t>
      </w:r>
    </w:p>
    <w:p w14:paraId="14D80CC0" w14:textId="77777777" w:rsidR="008B65AB" w:rsidRDefault="008B65AB" w:rsidP="008B65AB">
      <w:pPr>
        <w:jc w:val="center"/>
        <w:rPr>
          <w:b/>
          <w:color w:val="000000"/>
          <w:lang w:val="uk-UA"/>
        </w:rPr>
      </w:pPr>
      <w:r w:rsidRPr="00430432">
        <w:rPr>
          <w:b/>
          <w:color w:val="000000"/>
          <w:lang w:val="uk-UA"/>
        </w:rPr>
        <w:t xml:space="preserve">КОМУНАЛЬНИЙ </w:t>
      </w:r>
      <w:r>
        <w:rPr>
          <w:b/>
          <w:color w:val="000000"/>
          <w:lang w:val="uk-UA"/>
        </w:rPr>
        <w:t xml:space="preserve">ЗАКЛАД ПОЗАШКІЛЬНОЇ ОСВІТИ </w:t>
      </w:r>
    </w:p>
    <w:p w14:paraId="3F6DEABB" w14:textId="77777777" w:rsidR="008B65AB" w:rsidRDefault="008B65AB" w:rsidP="008B65AB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“</w:t>
      </w:r>
      <w:r w:rsidRPr="00430432">
        <w:rPr>
          <w:b/>
          <w:color w:val="000000"/>
          <w:lang w:val="uk-UA"/>
        </w:rPr>
        <w:t xml:space="preserve">ДНІПРОПЕТРОВСЬКИЙ </w:t>
      </w:r>
      <w:r w:rsidRPr="000678CE">
        <w:rPr>
          <w:b/>
          <w:color w:val="000000"/>
          <w:lang w:val="uk-UA"/>
        </w:rPr>
        <w:t>ОБЛАСНИЙ ЦЕНТР НАУКОВО-ТЕХН</w:t>
      </w:r>
      <w:r w:rsidRPr="00430432">
        <w:rPr>
          <w:b/>
          <w:color w:val="000000"/>
          <w:lang w:val="uk-UA"/>
        </w:rPr>
        <w:t>І</w:t>
      </w:r>
      <w:r w:rsidRPr="000678CE">
        <w:rPr>
          <w:b/>
          <w:color w:val="000000"/>
          <w:lang w:val="uk-UA"/>
        </w:rPr>
        <w:t>ЧНО</w:t>
      </w:r>
      <w:r w:rsidRPr="00430432">
        <w:rPr>
          <w:b/>
          <w:color w:val="000000"/>
          <w:lang w:val="uk-UA"/>
        </w:rPr>
        <w:t>Ї ТВОРЧОСТІ ТА ІНФОРМАЦІЙНИХ ТЕХНОЛОГІЙ УЧНІВСЬКОЇ МОЛОДІ”</w:t>
      </w:r>
      <w:r>
        <w:rPr>
          <w:b/>
          <w:color w:val="000000"/>
          <w:lang w:val="uk-UA"/>
        </w:rPr>
        <w:t xml:space="preserve"> ДНІПРОПЕТРОВСЬКОЇ ОБЛАСНОЇ РАДИ”</w:t>
      </w:r>
    </w:p>
    <w:p w14:paraId="76D2DE9F" w14:textId="77777777" w:rsidR="008B65AB" w:rsidRDefault="008B65AB" w:rsidP="008B65AB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(КЗПО “ДОЦНТТ та ІТУМ” ДОР”) </w:t>
      </w:r>
    </w:p>
    <w:p w14:paraId="0625D2B6" w14:textId="77777777" w:rsidR="008B65AB" w:rsidRDefault="008B65AB" w:rsidP="0027744A">
      <w:pPr>
        <w:jc w:val="center"/>
        <w:rPr>
          <w:b/>
          <w:bCs/>
          <w:spacing w:val="60"/>
          <w:sz w:val="36"/>
          <w:szCs w:val="36"/>
          <w:lang w:val="uk-UA"/>
        </w:rPr>
      </w:pPr>
    </w:p>
    <w:p w14:paraId="65063051" w14:textId="19FCEF8A" w:rsidR="0027744A" w:rsidRPr="0027744A" w:rsidRDefault="0027744A" w:rsidP="0027744A">
      <w:pPr>
        <w:jc w:val="center"/>
        <w:rPr>
          <w:b/>
          <w:bCs/>
          <w:spacing w:val="60"/>
          <w:sz w:val="36"/>
          <w:szCs w:val="36"/>
          <w:lang w:val="uk-UA"/>
        </w:rPr>
      </w:pPr>
      <w:r w:rsidRPr="0027744A">
        <w:rPr>
          <w:b/>
          <w:bCs/>
          <w:spacing w:val="60"/>
          <w:sz w:val="36"/>
          <w:szCs w:val="36"/>
          <w:lang w:val="uk-UA"/>
        </w:rPr>
        <w:t>НАКАЗ</w:t>
      </w:r>
    </w:p>
    <w:p w14:paraId="39788F6F" w14:textId="77777777" w:rsidR="0027744A" w:rsidRDefault="0027744A"/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52"/>
        <w:gridCol w:w="2415"/>
        <w:gridCol w:w="3247"/>
      </w:tblGrid>
      <w:tr w:rsidR="003D154A" w14:paraId="789B7F79" w14:textId="77777777" w:rsidTr="00CB0E6C">
        <w:trPr>
          <w:trHeight w:val="416"/>
        </w:trPr>
        <w:tc>
          <w:tcPr>
            <w:tcW w:w="3552" w:type="dxa"/>
          </w:tcPr>
          <w:p w14:paraId="61236067" w14:textId="64BFF454" w:rsidR="003D154A" w:rsidRPr="00CB4379" w:rsidRDefault="00E565A8" w:rsidP="00FA610C">
            <w:pPr>
              <w:spacing w:before="60" w:after="60"/>
              <w:rPr>
                <w:sz w:val="22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    10.02</w:t>
            </w:r>
            <w:r w:rsidR="00CB4379" w:rsidRPr="00CB4379">
              <w:rPr>
                <w:sz w:val="28"/>
                <w:szCs w:val="28"/>
                <w:u w:val="single"/>
                <w:lang w:val="uk-UA"/>
              </w:rPr>
              <w:t>.</w:t>
            </w:r>
            <w:r w:rsidR="007D134B">
              <w:rPr>
                <w:sz w:val="28"/>
                <w:szCs w:val="28"/>
                <w:u w:val="single"/>
                <w:lang w:val="uk-UA"/>
              </w:rPr>
              <w:t>2025</w:t>
            </w:r>
            <w:r w:rsidR="003D154A" w:rsidRPr="00CB4379">
              <w:rPr>
                <w:sz w:val="28"/>
                <w:szCs w:val="28"/>
                <w:u w:val="single"/>
                <w:lang w:val="uk-UA"/>
              </w:rPr>
              <w:t xml:space="preserve"> р.</w:t>
            </w:r>
            <w:r w:rsidR="00CB4379" w:rsidRPr="00CB4379">
              <w:rPr>
                <w:sz w:val="28"/>
                <w:szCs w:val="28"/>
                <w:u w:val="single"/>
                <w:lang w:val="uk-UA"/>
              </w:rPr>
              <w:t>    </w:t>
            </w:r>
          </w:p>
        </w:tc>
        <w:tc>
          <w:tcPr>
            <w:tcW w:w="2415" w:type="dxa"/>
          </w:tcPr>
          <w:p w14:paraId="25362969" w14:textId="77777777" w:rsidR="003D154A" w:rsidRDefault="003D154A" w:rsidP="00FA610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м. Дніпро</w:t>
            </w:r>
          </w:p>
        </w:tc>
        <w:tc>
          <w:tcPr>
            <w:tcW w:w="3247" w:type="dxa"/>
          </w:tcPr>
          <w:p w14:paraId="29DF5A64" w14:textId="74401EDF" w:rsidR="003D154A" w:rsidRPr="00D2049C" w:rsidRDefault="003D154A" w:rsidP="00CB4379">
            <w:pPr>
              <w:spacing w:before="60" w:after="60"/>
              <w:jc w:val="right"/>
              <w:rPr>
                <w:sz w:val="28"/>
                <w:szCs w:val="28"/>
                <w:lang w:val="uk-UA"/>
              </w:rPr>
            </w:pPr>
            <w:r w:rsidRPr="00D2049C">
              <w:rPr>
                <w:sz w:val="28"/>
                <w:szCs w:val="28"/>
                <w:lang w:val="uk-UA"/>
              </w:rPr>
              <w:t>№</w:t>
            </w:r>
            <w:r w:rsidRPr="00CB4379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 w:rsidR="00E565A8">
              <w:rPr>
                <w:sz w:val="28"/>
                <w:szCs w:val="28"/>
                <w:u w:val="single"/>
                <w:lang w:val="uk-UA"/>
              </w:rPr>
              <w:t>    22</w:t>
            </w:r>
            <w:r w:rsidR="00CB4379">
              <w:rPr>
                <w:sz w:val="28"/>
                <w:szCs w:val="28"/>
                <w:u w:val="single"/>
                <w:lang w:val="uk-UA"/>
              </w:rPr>
              <w:t>     </w:t>
            </w:r>
          </w:p>
        </w:tc>
      </w:tr>
    </w:tbl>
    <w:p w14:paraId="325446F8" w14:textId="77777777" w:rsidR="00633619" w:rsidRPr="0090317B" w:rsidRDefault="00633619" w:rsidP="00362434">
      <w:pPr>
        <w:tabs>
          <w:tab w:val="left" w:pos="851"/>
        </w:tabs>
        <w:jc w:val="both"/>
        <w:rPr>
          <w:sz w:val="8"/>
          <w:szCs w:val="8"/>
          <w:lang w:val="uk-UA"/>
        </w:rPr>
      </w:pPr>
    </w:p>
    <w:tbl>
      <w:tblPr>
        <w:tblpPr w:leftFromText="180" w:rightFromText="180" w:vertAnchor="text" w:tblpY="1"/>
        <w:tblOverlap w:val="never"/>
        <w:tblW w:w="4139" w:type="dxa"/>
        <w:tblLook w:val="04A0" w:firstRow="1" w:lastRow="0" w:firstColumn="1" w:lastColumn="0" w:noHBand="0" w:noVBand="1"/>
      </w:tblPr>
      <w:tblGrid>
        <w:gridCol w:w="4139"/>
      </w:tblGrid>
      <w:tr w:rsidR="004B1CD0" w14:paraId="747AE4A9" w14:textId="77777777" w:rsidTr="00FC604B">
        <w:tc>
          <w:tcPr>
            <w:tcW w:w="4139" w:type="dxa"/>
          </w:tcPr>
          <w:p w14:paraId="56651BB2" w14:textId="095EAEFE" w:rsidR="00FE052F" w:rsidRDefault="00F07599" w:rsidP="00FC604B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bookmarkStart w:id="0" w:name="_Hlk159929502"/>
            <w:r w:rsidRPr="0090317B">
              <w:rPr>
                <w:sz w:val="28"/>
                <w:szCs w:val="28"/>
                <w:lang w:val="uk-UA"/>
              </w:rPr>
              <w:t xml:space="preserve">Про підсумки проведення </w:t>
            </w:r>
            <w:r w:rsidR="0032703B">
              <w:rPr>
                <w:sz w:val="28"/>
                <w:szCs w:val="28"/>
                <w:lang w:val="uk-UA"/>
              </w:rPr>
              <w:t xml:space="preserve">обласного конкурсу </w:t>
            </w:r>
            <w:r w:rsidR="00FE052F">
              <w:rPr>
                <w:sz w:val="28"/>
                <w:szCs w:val="28"/>
                <w:lang w:val="uk-UA"/>
              </w:rPr>
              <w:t xml:space="preserve"> </w:t>
            </w:r>
          </w:p>
          <w:p w14:paraId="42B3BB8C" w14:textId="372E4C00" w:rsidR="00B6273A" w:rsidRDefault="007D134B" w:rsidP="007D134B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 </w:t>
            </w:r>
            <w:r w:rsidR="007749D4">
              <w:rPr>
                <w:sz w:val="28"/>
                <w:szCs w:val="28"/>
                <w:lang w:val="uk-UA"/>
              </w:rPr>
              <w:t>інформаційних технологій</w:t>
            </w:r>
          </w:p>
          <w:p w14:paraId="062660DD" w14:textId="1CF2E19E" w:rsidR="007749D4" w:rsidRPr="007749D4" w:rsidRDefault="007749D4" w:rsidP="007D134B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 w:rsidRPr="00DB688D">
              <w:rPr>
                <w:bCs/>
                <w:color w:val="000000"/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Капітошка</w:t>
            </w:r>
            <w:r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</w:p>
          <w:p w14:paraId="52A73A78" w14:textId="4C21AB41" w:rsidR="007D134B" w:rsidRPr="00B6273A" w:rsidRDefault="007D134B" w:rsidP="007D134B">
            <w:pPr>
              <w:spacing w:line="216" w:lineRule="auto"/>
              <w:jc w:val="both"/>
              <w:rPr>
                <w:sz w:val="8"/>
                <w:szCs w:val="8"/>
                <w:lang w:val="uk-UA"/>
              </w:rPr>
            </w:pPr>
          </w:p>
        </w:tc>
      </w:tr>
    </w:tbl>
    <w:bookmarkEnd w:id="0"/>
    <w:p w14:paraId="55B6643A" w14:textId="563EE15B" w:rsidR="0071772A" w:rsidRPr="00DB688D" w:rsidRDefault="00FC604B" w:rsidP="0090317B">
      <w:pPr>
        <w:ind w:firstLine="708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textWrapping" w:clear="all"/>
      </w:r>
      <w:r w:rsidR="00FE052F">
        <w:rPr>
          <w:sz w:val="28"/>
          <w:szCs w:val="28"/>
          <w:lang w:val="uk-UA"/>
        </w:rPr>
        <w:t xml:space="preserve">         </w:t>
      </w:r>
      <w:r w:rsidR="00A96999" w:rsidRPr="00DB688D">
        <w:rPr>
          <w:sz w:val="28"/>
          <w:szCs w:val="28"/>
          <w:lang w:val="uk-UA"/>
        </w:rPr>
        <w:t xml:space="preserve">Керуючись </w:t>
      </w:r>
      <w:r w:rsidR="00962472">
        <w:rPr>
          <w:sz w:val="28"/>
          <w:szCs w:val="28"/>
          <w:lang w:val="uk-UA"/>
        </w:rPr>
        <w:t xml:space="preserve">   </w:t>
      </w:r>
      <w:r w:rsidR="00A96999" w:rsidRPr="00DB688D">
        <w:rPr>
          <w:sz w:val="28"/>
          <w:szCs w:val="28"/>
          <w:lang w:val="uk-UA"/>
        </w:rPr>
        <w:t xml:space="preserve">наказом </w:t>
      </w:r>
      <w:r w:rsidR="00962472">
        <w:rPr>
          <w:sz w:val="28"/>
          <w:szCs w:val="28"/>
          <w:lang w:val="uk-UA"/>
        </w:rPr>
        <w:t xml:space="preserve">    </w:t>
      </w:r>
      <w:r w:rsidR="00150E92" w:rsidRPr="00DB688D">
        <w:rPr>
          <w:bCs/>
          <w:color w:val="000000"/>
          <w:sz w:val="28"/>
          <w:szCs w:val="28"/>
          <w:lang w:val="uk-UA"/>
        </w:rPr>
        <w:t>комунального</w:t>
      </w:r>
      <w:r w:rsidR="00962472">
        <w:rPr>
          <w:bCs/>
          <w:color w:val="000000"/>
          <w:sz w:val="28"/>
          <w:szCs w:val="28"/>
          <w:lang w:val="uk-UA"/>
        </w:rPr>
        <w:t xml:space="preserve"> </w:t>
      </w:r>
      <w:r w:rsidR="00150E92"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962472">
        <w:rPr>
          <w:bCs/>
          <w:color w:val="000000"/>
          <w:sz w:val="28"/>
          <w:szCs w:val="28"/>
          <w:lang w:val="uk-UA"/>
        </w:rPr>
        <w:t xml:space="preserve">  </w:t>
      </w:r>
      <w:r w:rsidR="00150E92" w:rsidRPr="00DB688D">
        <w:rPr>
          <w:bCs/>
          <w:color w:val="000000"/>
          <w:sz w:val="28"/>
          <w:szCs w:val="28"/>
          <w:lang w:val="uk-UA"/>
        </w:rPr>
        <w:t xml:space="preserve">закладу </w:t>
      </w:r>
      <w:r w:rsidR="00962472">
        <w:rPr>
          <w:bCs/>
          <w:color w:val="000000"/>
          <w:sz w:val="28"/>
          <w:szCs w:val="28"/>
          <w:lang w:val="uk-UA"/>
        </w:rPr>
        <w:t xml:space="preserve">  </w:t>
      </w:r>
      <w:r w:rsidR="00150E92" w:rsidRPr="00DB688D">
        <w:rPr>
          <w:bCs/>
          <w:color w:val="000000"/>
          <w:sz w:val="28"/>
          <w:szCs w:val="28"/>
          <w:lang w:val="uk-UA"/>
        </w:rPr>
        <w:t xml:space="preserve">позашкільної </w:t>
      </w:r>
      <w:r w:rsidR="00962472">
        <w:rPr>
          <w:bCs/>
          <w:color w:val="000000"/>
          <w:sz w:val="28"/>
          <w:szCs w:val="28"/>
          <w:lang w:val="uk-UA"/>
        </w:rPr>
        <w:t xml:space="preserve">   </w:t>
      </w:r>
      <w:r w:rsidR="00150E92" w:rsidRPr="00DB688D">
        <w:rPr>
          <w:bCs/>
          <w:color w:val="000000"/>
          <w:sz w:val="28"/>
          <w:szCs w:val="28"/>
          <w:lang w:val="uk-UA"/>
        </w:rPr>
        <w:t xml:space="preserve">освіти </w:t>
      </w:r>
    </w:p>
    <w:p w14:paraId="294EF99B" w14:textId="052749A0" w:rsidR="00413339" w:rsidRPr="00DB688D" w:rsidRDefault="0071772A" w:rsidP="0053127C">
      <w:pPr>
        <w:ind w:firstLine="567"/>
        <w:jc w:val="both"/>
        <w:rPr>
          <w:sz w:val="28"/>
          <w:szCs w:val="28"/>
          <w:lang w:val="uk-UA"/>
        </w:rPr>
      </w:pPr>
      <w:r w:rsidRPr="00DB688D">
        <w:rPr>
          <w:bCs/>
          <w:color w:val="000000"/>
          <w:sz w:val="28"/>
          <w:szCs w:val="28"/>
          <w:lang w:val="uk-UA"/>
        </w:rPr>
        <w:t>“</w:t>
      </w:r>
      <w:r w:rsidR="00150E92" w:rsidRPr="00DB688D">
        <w:rPr>
          <w:bCs/>
          <w:color w:val="000000"/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</w:t>
      </w:r>
      <w:r w:rsidRPr="00DB688D">
        <w:rPr>
          <w:bCs/>
          <w:color w:val="000000"/>
          <w:sz w:val="28"/>
          <w:szCs w:val="28"/>
          <w:lang w:val="uk-UA"/>
        </w:rPr>
        <w:t>” Д</w:t>
      </w:r>
      <w:r w:rsidR="001630E1" w:rsidRPr="00DB688D">
        <w:rPr>
          <w:bCs/>
          <w:color w:val="000000"/>
          <w:sz w:val="28"/>
          <w:szCs w:val="28"/>
          <w:lang w:val="uk-UA"/>
        </w:rPr>
        <w:t>ніпропетровської</w:t>
      </w:r>
      <w:r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1630E1" w:rsidRPr="00DB688D">
        <w:rPr>
          <w:bCs/>
          <w:color w:val="000000"/>
          <w:sz w:val="28"/>
          <w:szCs w:val="28"/>
          <w:lang w:val="uk-UA"/>
        </w:rPr>
        <w:t>обласної ради</w:t>
      </w:r>
      <w:r w:rsidRPr="00DB688D">
        <w:rPr>
          <w:bCs/>
          <w:color w:val="000000"/>
          <w:sz w:val="28"/>
          <w:szCs w:val="28"/>
          <w:lang w:val="uk-UA"/>
        </w:rPr>
        <w:t>”</w:t>
      </w:r>
      <w:r w:rsidR="0048163A"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D52BD1" w:rsidRPr="00DB688D">
        <w:rPr>
          <w:bCs/>
          <w:color w:val="000000"/>
          <w:sz w:val="28"/>
          <w:szCs w:val="28"/>
          <w:lang w:val="uk-UA"/>
        </w:rPr>
        <w:t>від</w:t>
      </w:r>
      <w:r w:rsidR="0048163A"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53127C">
        <w:rPr>
          <w:bCs/>
          <w:sz w:val="28"/>
          <w:szCs w:val="28"/>
          <w:lang w:val="uk-UA"/>
        </w:rPr>
        <w:t>10</w:t>
      </w:r>
      <w:r w:rsidR="0048163A" w:rsidRPr="00CB4379">
        <w:rPr>
          <w:bCs/>
          <w:sz w:val="28"/>
          <w:szCs w:val="28"/>
          <w:lang w:val="uk-UA"/>
        </w:rPr>
        <w:t xml:space="preserve"> </w:t>
      </w:r>
      <w:r w:rsidR="007D134B">
        <w:rPr>
          <w:bCs/>
          <w:sz w:val="28"/>
          <w:szCs w:val="28"/>
          <w:lang w:val="uk-UA"/>
        </w:rPr>
        <w:t>січня</w:t>
      </w:r>
      <w:r w:rsidR="0048163A" w:rsidRPr="00CB4379">
        <w:rPr>
          <w:bCs/>
          <w:sz w:val="28"/>
          <w:szCs w:val="28"/>
          <w:lang w:val="uk-UA"/>
        </w:rPr>
        <w:t xml:space="preserve"> </w:t>
      </w:r>
      <w:r w:rsidR="007D134B">
        <w:rPr>
          <w:bCs/>
          <w:color w:val="000000"/>
          <w:sz w:val="28"/>
          <w:szCs w:val="28"/>
          <w:lang w:val="uk-UA"/>
        </w:rPr>
        <w:t>2025</w:t>
      </w:r>
      <w:r w:rsidR="0048163A"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1A01B4" w:rsidRPr="00DB688D">
        <w:rPr>
          <w:bCs/>
          <w:color w:val="000000"/>
          <w:sz w:val="28"/>
          <w:szCs w:val="28"/>
          <w:lang w:val="uk-UA"/>
        </w:rPr>
        <w:t>року</w:t>
      </w:r>
      <w:r w:rsidR="0048163A"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191B91" w:rsidRPr="00DB688D">
        <w:rPr>
          <w:bCs/>
          <w:color w:val="000000"/>
          <w:sz w:val="28"/>
          <w:szCs w:val="28"/>
          <w:lang w:val="uk-UA"/>
        </w:rPr>
        <w:t>№</w:t>
      </w:r>
      <w:r w:rsidR="000F1512"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53127C">
        <w:rPr>
          <w:bCs/>
          <w:sz w:val="28"/>
          <w:szCs w:val="28"/>
          <w:lang w:val="uk-UA"/>
        </w:rPr>
        <w:t>5</w:t>
      </w:r>
      <w:r w:rsidR="000F1512"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1A01B4" w:rsidRPr="00DB688D">
        <w:rPr>
          <w:sz w:val="28"/>
          <w:szCs w:val="28"/>
          <w:lang w:val="uk-UA"/>
        </w:rPr>
        <w:t>“Про ор</w:t>
      </w:r>
      <w:r w:rsidR="00FE052F">
        <w:rPr>
          <w:sz w:val="28"/>
          <w:szCs w:val="28"/>
          <w:lang w:val="uk-UA"/>
        </w:rPr>
        <w:t xml:space="preserve">ганізацію і проведення </w:t>
      </w:r>
      <w:r w:rsidR="00B6273A">
        <w:rPr>
          <w:sz w:val="28"/>
          <w:szCs w:val="28"/>
          <w:lang w:val="uk-UA"/>
        </w:rPr>
        <w:t xml:space="preserve">обласного конкурсу </w:t>
      </w:r>
      <w:r w:rsidR="007D134B">
        <w:rPr>
          <w:sz w:val="28"/>
          <w:szCs w:val="28"/>
          <w:lang w:val="uk-UA"/>
        </w:rPr>
        <w:t xml:space="preserve">з </w:t>
      </w:r>
      <w:r w:rsidR="0053127C">
        <w:rPr>
          <w:sz w:val="28"/>
          <w:szCs w:val="28"/>
          <w:lang w:val="uk-UA"/>
        </w:rPr>
        <w:t xml:space="preserve"> інформаційних технологій </w:t>
      </w:r>
      <w:r w:rsidR="0053127C" w:rsidRPr="00DB688D">
        <w:rPr>
          <w:bCs/>
          <w:color w:val="000000"/>
          <w:sz w:val="28"/>
          <w:szCs w:val="28"/>
          <w:lang w:val="uk-UA"/>
        </w:rPr>
        <w:t>“</w:t>
      </w:r>
      <w:r w:rsidR="0053127C">
        <w:rPr>
          <w:sz w:val="28"/>
          <w:szCs w:val="28"/>
          <w:lang w:val="uk-UA"/>
        </w:rPr>
        <w:t>Капітошка</w:t>
      </w:r>
      <w:r w:rsidR="0053127C" w:rsidRPr="00DB688D">
        <w:rPr>
          <w:bCs/>
          <w:color w:val="000000"/>
          <w:sz w:val="28"/>
          <w:szCs w:val="28"/>
          <w:lang w:val="uk-UA"/>
        </w:rPr>
        <w:t>”</w:t>
      </w:r>
      <w:r w:rsidR="007D134B">
        <w:rPr>
          <w:sz w:val="28"/>
          <w:szCs w:val="28"/>
          <w:lang w:val="uk-UA"/>
        </w:rPr>
        <w:t xml:space="preserve">, </w:t>
      </w:r>
      <w:r w:rsidR="00B6273A" w:rsidRPr="00DE119D">
        <w:rPr>
          <w:color w:val="000000"/>
          <w:sz w:val="28"/>
          <w:szCs w:val="28"/>
          <w:lang w:val="uk-UA"/>
        </w:rPr>
        <w:t xml:space="preserve">з метою </w:t>
      </w:r>
      <w:r w:rsidR="0053127C" w:rsidRPr="006E28FD">
        <w:rPr>
          <w:sz w:val="28"/>
          <w:szCs w:val="28"/>
          <w:lang w:val="uk-UA"/>
        </w:rPr>
        <w:t xml:space="preserve">пробудити в учнів інтерес до поглибленого вивчення </w:t>
      </w:r>
      <w:r w:rsidR="0053127C">
        <w:rPr>
          <w:sz w:val="28"/>
          <w:szCs w:val="28"/>
          <w:lang w:val="uk-UA"/>
        </w:rPr>
        <w:t xml:space="preserve">інформатики </w:t>
      </w:r>
      <w:r w:rsidR="0053127C" w:rsidRPr="006E28FD">
        <w:rPr>
          <w:sz w:val="28"/>
          <w:szCs w:val="28"/>
          <w:lang w:val="uk-UA"/>
        </w:rPr>
        <w:t>на основі розвитку творчого мислення та дослідницьких здібностей</w:t>
      </w:r>
      <w:r w:rsidR="0053127C">
        <w:rPr>
          <w:sz w:val="28"/>
          <w:szCs w:val="28"/>
          <w:lang w:val="uk-UA"/>
        </w:rPr>
        <w:t xml:space="preserve"> 4 лютого</w:t>
      </w:r>
      <w:r w:rsidR="007D134B" w:rsidRPr="00DB688D">
        <w:rPr>
          <w:sz w:val="28"/>
          <w:szCs w:val="28"/>
          <w:lang w:val="uk-UA"/>
        </w:rPr>
        <w:t xml:space="preserve"> </w:t>
      </w:r>
      <w:r w:rsidR="007D134B">
        <w:rPr>
          <w:sz w:val="28"/>
          <w:szCs w:val="28"/>
          <w:lang w:val="uk-UA"/>
        </w:rPr>
        <w:t>2025</w:t>
      </w:r>
      <w:r w:rsidR="007D134B" w:rsidRPr="00DB688D">
        <w:rPr>
          <w:sz w:val="28"/>
          <w:szCs w:val="28"/>
          <w:lang w:val="uk-UA"/>
        </w:rPr>
        <w:t xml:space="preserve"> року </w:t>
      </w:r>
      <w:r w:rsidR="0053127C">
        <w:rPr>
          <w:sz w:val="28"/>
          <w:szCs w:val="28"/>
          <w:lang w:val="uk-UA"/>
        </w:rPr>
        <w:t>було проведено цей</w:t>
      </w:r>
      <w:r w:rsidR="007D134B">
        <w:rPr>
          <w:sz w:val="28"/>
          <w:szCs w:val="28"/>
          <w:lang w:val="uk-UA"/>
        </w:rPr>
        <w:t xml:space="preserve"> конкурс  </w:t>
      </w:r>
      <w:r w:rsidR="00B6273A" w:rsidRPr="00DB688D">
        <w:rPr>
          <w:sz w:val="28"/>
          <w:szCs w:val="28"/>
          <w:lang w:val="uk-UA"/>
        </w:rPr>
        <w:t xml:space="preserve"> </w:t>
      </w:r>
      <w:r w:rsidR="00FE052F" w:rsidRPr="00DB688D">
        <w:rPr>
          <w:sz w:val="28"/>
          <w:szCs w:val="28"/>
          <w:lang w:val="uk-UA"/>
        </w:rPr>
        <w:t>(далі – Конкурс)</w:t>
      </w:r>
      <w:r w:rsidR="00413339" w:rsidRPr="00DB688D">
        <w:rPr>
          <w:sz w:val="28"/>
          <w:szCs w:val="28"/>
          <w:lang w:val="uk-UA"/>
        </w:rPr>
        <w:t>.</w:t>
      </w:r>
    </w:p>
    <w:p w14:paraId="38152959" w14:textId="789DABB9" w:rsidR="0071772A" w:rsidRDefault="00413339" w:rsidP="0090317B">
      <w:pPr>
        <w:ind w:firstLine="567"/>
        <w:jc w:val="both"/>
        <w:rPr>
          <w:sz w:val="28"/>
          <w:szCs w:val="28"/>
          <w:lang w:val="uk-UA"/>
        </w:rPr>
      </w:pPr>
      <w:r w:rsidRPr="00DB688D">
        <w:rPr>
          <w:sz w:val="28"/>
          <w:szCs w:val="28"/>
          <w:lang w:val="uk-UA"/>
        </w:rPr>
        <w:t xml:space="preserve">За </w:t>
      </w:r>
      <w:r w:rsidR="003D4A13">
        <w:rPr>
          <w:sz w:val="28"/>
          <w:szCs w:val="28"/>
          <w:lang w:val="uk-UA"/>
        </w:rPr>
        <w:t>підсумками К</w:t>
      </w:r>
      <w:r w:rsidRPr="00DB688D">
        <w:rPr>
          <w:sz w:val="28"/>
          <w:szCs w:val="28"/>
          <w:lang w:val="uk-UA"/>
        </w:rPr>
        <w:t>онкурсу</w:t>
      </w:r>
    </w:p>
    <w:p w14:paraId="53D1D436" w14:textId="77777777" w:rsidR="0090317B" w:rsidRPr="0090317B" w:rsidRDefault="0090317B" w:rsidP="0090317B">
      <w:pPr>
        <w:ind w:firstLine="567"/>
        <w:jc w:val="both"/>
        <w:rPr>
          <w:sz w:val="8"/>
          <w:szCs w:val="8"/>
          <w:lang w:val="uk-UA"/>
        </w:rPr>
      </w:pPr>
    </w:p>
    <w:p w14:paraId="1757B87C" w14:textId="77777777" w:rsidR="00715CBC" w:rsidRDefault="00715CBC" w:rsidP="0090317B">
      <w:pPr>
        <w:ind w:firstLine="567"/>
        <w:jc w:val="both"/>
        <w:rPr>
          <w:sz w:val="28"/>
          <w:szCs w:val="28"/>
          <w:lang w:val="uk-UA"/>
        </w:rPr>
      </w:pPr>
      <w:r w:rsidRPr="00D82DD7">
        <w:rPr>
          <w:sz w:val="28"/>
          <w:szCs w:val="28"/>
          <w:lang w:val="uk-UA"/>
        </w:rPr>
        <w:t>НАКАЗУЮ:</w:t>
      </w:r>
    </w:p>
    <w:p w14:paraId="10AF3327" w14:textId="77777777" w:rsidR="00A96999" w:rsidRPr="0090317B" w:rsidRDefault="00A96999" w:rsidP="0090317B">
      <w:pPr>
        <w:tabs>
          <w:tab w:val="left" w:pos="851"/>
        </w:tabs>
        <w:jc w:val="both"/>
        <w:rPr>
          <w:sz w:val="8"/>
          <w:szCs w:val="8"/>
          <w:lang w:val="uk-UA"/>
        </w:rPr>
      </w:pPr>
    </w:p>
    <w:p w14:paraId="7C919BA4" w14:textId="69A7AABD" w:rsidR="007D134B" w:rsidRPr="007D134B" w:rsidRDefault="00FE052F" w:rsidP="00BC64E4">
      <w:pPr>
        <w:numPr>
          <w:ilvl w:val="0"/>
          <w:numId w:val="9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Завідувачу організаційно-масовим відділом</w:t>
      </w:r>
      <w:r w:rsidR="008942EB" w:rsidRPr="00633619">
        <w:rPr>
          <w:sz w:val="28"/>
          <w:szCs w:val="28"/>
          <w:lang w:val="uk-UA"/>
        </w:rPr>
        <w:t xml:space="preserve"> </w:t>
      </w:r>
      <w:r w:rsidR="008942EB" w:rsidRPr="00633619">
        <w:rPr>
          <w:w w:val="90"/>
          <w:sz w:val="28"/>
          <w:szCs w:val="28"/>
          <w:lang w:val="uk-UA"/>
        </w:rPr>
        <w:t>Центру</w:t>
      </w:r>
      <w:r w:rsidR="008942EB" w:rsidRPr="006336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Олені</w:t>
      </w:r>
      <w:r w:rsidR="00C459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МОРОЗ</w:t>
      </w:r>
      <w:r w:rsidR="007D134B">
        <w:rPr>
          <w:sz w:val="28"/>
          <w:szCs w:val="28"/>
          <w:lang w:val="uk-UA"/>
        </w:rPr>
        <w:t xml:space="preserve"> </w:t>
      </w:r>
      <w:r w:rsidR="007D134B" w:rsidRPr="007D134B">
        <w:rPr>
          <w:sz w:val="28"/>
          <w:szCs w:val="28"/>
          <w:lang w:val="uk-UA"/>
        </w:rPr>
        <w:t>вжити організаційних заходів</w:t>
      </w:r>
      <w:r w:rsidR="007D134B">
        <w:rPr>
          <w:sz w:val="28"/>
          <w:szCs w:val="28"/>
          <w:lang w:val="uk-UA"/>
        </w:rPr>
        <w:t xml:space="preserve"> щодо нагородження грамотами КЗПО</w:t>
      </w:r>
      <w:r w:rsidR="007D134B" w:rsidRPr="007D134B">
        <w:rPr>
          <w:sz w:val="28"/>
          <w:szCs w:val="28"/>
          <w:lang w:val="uk-UA"/>
        </w:rPr>
        <w:t xml:space="preserve"> </w:t>
      </w:r>
      <w:r w:rsidR="007D134B" w:rsidRPr="007D134B">
        <w:rPr>
          <w:bCs/>
          <w:sz w:val="28"/>
          <w:szCs w:val="28"/>
          <w:lang w:val="uk-UA"/>
        </w:rPr>
        <w:t>“</w:t>
      </w:r>
      <w:r w:rsidR="007D134B" w:rsidRPr="007D134B">
        <w:rPr>
          <w:sz w:val="28"/>
          <w:szCs w:val="28"/>
          <w:lang w:val="uk-UA"/>
        </w:rPr>
        <w:t>ДОЦНТТ та ІТУМ</w:t>
      </w:r>
      <w:r w:rsidR="007D134B" w:rsidRPr="007D134B">
        <w:rPr>
          <w:sz w:val="28"/>
          <w:szCs w:val="28"/>
          <w:shd w:val="clear" w:color="auto" w:fill="FFFFFF"/>
          <w:lang w:val="uk-UA"/>
        </w:rPr>
        <w:t>”</w:t>
      </w:r>
      <w:r w:rsidR="007D134B">
        <w:rPr>
          <w:sz w:val="28"/>
          <w:szCs w:val="28"/>
          <w:shd w:val="clear" w:color="auto" w:fill="FFFFFF"/>
          <w:lang w:val="uk-UA"/>
        </w:rPr>
        <w:t xml:space="preserve"> ДОР</w:t>
      </w:r>
      <w:r w:rsidR="007D134B" w:rsidRPr="007D134B">
        <w:rPr>
          <w:sz w:val="28"/>
          <w:szCs w:val="28"/>
          <w:shd w:val="clear" w:color="auto" w:fill="FFFFFF"/>
          <w:lang w:val="uk-UA"/>
        </w:rPr>
        <w:t>”</w:t>
      </w:r>
      <w:r w:rsidR="007D134B">
        <w:rPr>
          <w:sz w:val="28"/>
          <w:szCs w:val="28"/>
          <w:shd w:val="clear" w:color="auto" w:fill="FFFFFF"/>
          <w:lang w:val="uk-UA"/>
        </w:rPr>
        <w:t xml:space="preserve"> переможців</w:t>
      </w:r>
      <w:r w:rsidR="00BC64E4">
        <w:rPr>
          <w:sz w:val="28"/>
          <w:szCs w:val="28"/>
          <w:shd w:val="clear" w:color="auto" w:fill="FFFFFF"/>
          <w:lang w:val="uk-UA"/>
        </w:rPr>
        <w:t xml:space="preserve"> </w:t>
      </w:r>
      <w:r w:rsidR="007D134B">
        <w:rPr>
          <w:sz w:val="28"/>
          <w:szCs w:val="28"/>
          <w:shd w:val="clear" w:color="auto" w:fill="FFFFFF"/>
          <w:lang w:val="uk-UA"/>
        </w:rPr>
        <w:t>та</w:t>
      </w:r>
      <w:r w:rsidR="007D134B" w:rsidRPr="007D134B">
        <w:rPr>
          <w:sz w:val="28"/>
          <w:szCs w:val="28"/>
          <w:lang w:val="uk-UA"/>
        </w:rPr>
        <w:t xml:space="preserve"> педагогічних працівник</w:t>
      </w:r>
      <w:r w:rsidR="0053127C">
        <w:rPr>
          <w:sz w:val="28"/>
          <w:szCs w:val="28"/>
          <w:lang w:val="uk-UA"/>
        </w:rPr>
        <w:t>ів закладів загальної середньої та</w:t>
      </w:r>
      <w:r w:rsidR="007D134B" w:rsidRPr="007D134B">
        <w:rPr>
          <w:sz w:val="28"/>
          <w:szCs w:val="28"/>
          <w:lang w:val="uk-UA"/>
        </w:rPr>
        <w:t xml:space="preserve"> позашкільної освіти, які підготували переможців та призерів  </w:t>
      </w:r>
      <w:r w:rsidR="0053127C" w:rsidRPr="007D134B">
        <w:rPr>
          <w:sz w:val="28"/>
          <w:szCs w:val="28"/>
          <w:lang w:val="uk-UA"/>
        </w:rPr>
        <w:t xml:space="preserve">Конкурсу </w:t>
      </w:r>
      <w:r w:rsidR="007D134B" w:rsidRPr="007D134B">
        <w:rPr>
          <w:sz w:val="28"/>
          <w:szCs w:val="28"/>
          <w:lang w:val="uk-UA"/>
        </w:rPr>
        <w:t>відповідно до списку (додаток 1);</w:t>
      </w:r>
    </w:p>
    <w:p w14:paraId="790CE0FB" w14:textId="14119460" w:rsidR="007D134B" w:rsidRDefault="007D134B" w:rsidP="007D134B">
      <w:pPr>
        <w:spacing w:line="21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 Довести до відома керівників закладів позашкільної освіти інформаційну довідку про підсумки проведення та участі вихованців в Конкурсі (додаток 2);</w:t>
      </w:r>
    </w:p>
    <w:p w14:paraId="7E1FE781" w14:textId="5951BCD5" w:rsidR="007D134B" w:rsidRDefault="007D134B" w:rsidP="007D134B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Pr="00540580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 Розмістити інформацію про підсумки проведення Конкурсу на сайті </w:t>
      </w:r>
      <w:r>
        <w:rPr>
          <w:sz w:val="28"/>
          <w:szCs w:val="28"/>
          <w:lang w:val="uk-UA"/>
        </w:rPr>
        <w:t xml:space="preserve">КЗПО </w:t>
      </w:r>
      <w:r>
        <w:rPr>
          <w:bCs/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ДОЦНТТ та ІТУМ</w:t>
      </w:r>
      <w:r w:rsidRPr="008C2E33">
        <w:rPr>
          <w:sz w:val="28"/>
          <w:szCs w:val="28"/>
          <w:shd w:val="clear" w:color="auto" w:fill="FFFFFF"/>
          <w:lang w:val="uk-UA"/>
        </w:rPr>
        <w:t>”</w:t>
      </w:r>
      <w:r>
        <w:rPr>
          <w:sz w:val="28"/>
          <w:szCs w:val="28"/>
          <w:shd w:val="clear" w:color="auto" w:fill="FFFFFF"/>
          <w:lang w:val="uk-UA"/>
        </w:rPr>
        <w:t xml:space="preserve"> ДОР</w:t>
      </w:r>
      <w:r w:rsidRPr="008C2E33">
        <w:rPr>
          <w:sz w:val="28"/>
          <w:szCs w:val="28"/>
          <w:shd w:val="clear" w:color="auto" w:fill="FFFFFF"/>
          <w:lang w:val="uk-UA"/>
        </w:rPr>
        <w:t>”</w:t>
      </w:r>
      <w:r>
        <w:rPr>
          <w:sz w:val="28"/>
          <w:szCs w:val="28"/>
          <w:shd w:val="clear" w:color="auto" w:fill="FFFFFF"/>
          <w:lang w:val="uk-UA"/>
        </w:rPr>
        <w:t>.</w:t>
      </w:r>
    </w:p>
    <w:p w14:paraId="2901367A" w14:textId="77777777" w:rsidR="007D134B" w:rsidRPr="00347F8F" w:rsidRDefault="007D134B" w:rsidP="007D134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Контроль за виконанням даного наказу залишаю за собою</w:t>
      </w:r>
      <w:r w:rsidRPr="00D04E29">
        <w:rPr>
          <w:sz w:val="28"/>
          <w:szCs w:val="28"/>
          <w:lang w:val="uk-UA"/>
        </w:rPr>
        <w:t>.</w:t>
      </w:r>
    </w:p>
    <w:p w14:paraId="6150240C" w14:textId="042EC906" w:rsidR="0090317B" w:rsidRDefault="0090317B" w:rsidP="0090317B">
      <w:pPr>
        <w:jc w:val="both"/>
        <w:rPr>
          <w:sz w:val="28"/>
          <w:szCs w:val="28"/>
          <w:lang w:val="uk-UA"/>
        </w:rPr>
      </w:pPr>
    </w:p>
    <w:p w14:paraId="641FED25" w14:textId="7FDB56D3" w:rsidR="008942EB" w:rsidRDefault="004B6722" w:rsidP="0090317B">
      <w:pPr>
        <w:ind w:firstLine="567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5C38D9A3" wp14:editId="04BFA575">
            <wp:simplePos x="0" y="0"/>
            <wp:positionH relativeFrom="column">
              <wp:posOffset>2066925</wp:posOffset>
            </wp:positionH>
            <wp:positionV relativeFrom="paragraph">
              <wp:posOffset>36830</wp:posOffset>
            </wp:positionV>
            <wp:extent cx="1133475" cy="699135"/>
            <wp:effectExtent l="0" t="0" r="9525" b="571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пись Волкова000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699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D992E3" w14:textId="6D26AD82" w:rsidR="00974157" w:rsidRDefault="008942EB" w:rsidP="008942EB">
      <w:pPr>
        <w:spacing w:line="216" w:lineRule="auto"/>
        <w:ind w:firstLine="567"/>
        <w:jc w:val="both"/>
        <w:rPr>
          <w:sz w:val="28"/>
          <w:szCs w:val="28"/>
          <w:lang w:val="uk-UA"/>
        </w:rPr>
      </w:pPr>
      <w:r w:rsidRPr="00633619">
        <w:rPr>
          <w:sz w:val="28"/>
          <w:szCs w:val="28"/>
          <w:lang w:val="uk-UA"/>
        </w:rPr>
        <w:t xml:space="preserve">Директор </w:t>
      </w:r>
      <w:r w:rsidRPr="00633619">
        <w:rPr>
          <w:sz w:val="28"/>
          <w:szCs w:val="28"/>
          <w:lang w:val="uk-UA"/>
        </w:rPr>
        <w:tab/>
      </w:r>
      <w:r w:rsidRPr="00633619">
        <w:rPr>
          <w:sz w:val="28"/>
          <w:szCs w:val="28"/>
          <w:lang w:val="uk-UA"/>
        </w:rPr>
        <w:tab/>
        <w:t xml:space="preserve">             </w:t>
      </w:r>
      <w:r w:rsidRPr="00633619">
        <w:rPr>
          <w:sz w:val="28"/>
          <w:szCs w:val="28"/>
          <w:lang w:val="uk-UA"/>
        </w:rPr>
        <w:tab/>
        <w:t xml:space="preserve">                              Людмила ВОЛКОВА</w:t>
      </w:r>
    </w:p>
    <w:p w14:paraId="42E77CCD" w14:textId="77777777" w:rsidR="00974157" w:rsidRDefault="009741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055F9AB5" w14:textId="77777777" w:rsidR="00B6273A" w:rsidRDefault="00B6273A" w:rsidP="00FA610C">
      <w:pPr>
        <w:rPr>
          <w:lang w:val="uk-UA"/>
        </w:rPr>
        <w:sectPr w:rsidR="00B6273A" w:rsidSect="008B65A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type w:val="continuous"/>
          <w:pgSz w:w="11906" w:h="16838" w:code="9"/>
          <w:pgMar w:top="568" w:right="707" w:bottom="284" w:left="1701" w:header="426" w:footer="0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Ind w:w="9039" w:type="dxa"/>
        <w:tblLook w:val="04A0" w:firstRow="1" w:lastRow="0" w:firstColumn="1" w:lastColumn="0" w:noHBand="0" w:noVBand="1"/>
      </w:tblPr>
      <w:tblGrid>
        <w:gridCol w:w="6018"/>
      </w:tblGrid>
      <w:tr w:rsidR="008B65AB" w:rsidRPr="005E75D2" w14:paraId="19DEB06E" w14:textId="77777777" w:rsidTr="008B65AB">
        <w:tc>
          <w:tcPr>
            <w:tcW w:w="6018" w:type="dxa"/>
          </w:tcPr>
          <w:p w14:paraId="13CC261C" w14:textId="6FFF8CFA" w:rsidR="008B65AB" w:rsidRPr="005E75D2" w:rsidRDefault="00F55E15" w:rsidP="008B65AB">
            <w:pPr>
              <w:ind w:left="175"/>
              <w:rPr>
                <w:lang w:val="uk-UA"/>
              </w:rPr>
            </w:pPr>
            <w:r>
              <w:rPr>
                <w:lang w:val="uk-UA"/>
              </w:rPr>
              <w:lastRenderedPageBreak/>
              <w:t>Додаток 1</w:t>
            </w:r>
          </w:p>
        </w:tc>
      </w:tr>
      <w:tr w:rsidR="008B65AB" w:rsidRPr="008C11AA" w14:paraId="1FE0F520" w14:textId="77777777" w:rsidTr="008B65AB">
        <w:trPr>
          <w:trHeight w:val="1721"/>
        </w:trPr>
        <w:tc>
          <w:tcPr>
            <w:tcW w:w="6018" w:type="dxa"/>
          </w:tcPr>
          <w:p w14:paraId="0F231E8A" w14:textId="77777777" w:rsidR="008B65AB" w:rsidRPr="005E75D2" w:rsidRDefault="008B65AB" w:rsidP="008B65AB">
            <w:pPr>
              <w:ind w:left="175" w:right="-1"/>
              <w:rPr>
                <w:lang w:val="uk-UA"/>
              </w:rPr>
            </w:pPr>
            <w:r w:rsidRPr="005E75D2">
              <w:rPr>
                <w:lang w:val="uk-UA"/>
              </w:rPr>
              <w:t xml:space="preserve">до наказу комунального закладу позашкільної освіти </w:t>
            </w:r>
            <w:r w:rsidRPr="005E75D2">
              <w:rPr>
                <w:color w:val="000000" w:themeColor="text1"/>
                <w:lang w:val="uk-UA"/>
              </w:rPr>
              <w:t>“Дніпропетровський обласний центр науково-технічної творчості та інформаційних технологій учнівської молоді</w:t>
            </w:r>
            <w:r w:rsidRPr="005E75D2">
              <w:rPr>
                <w:lang w:val="uk-UA"/>
              </w:rPr>
              <w:t>”</w:t>
            </w:r>
            <w:r w:rsidRPr="005E75D2">
              <w:rPr>
                <w:color w:val="000000" w:themeColor="text1"/>
                <w:lang w:val="uk-UA"/>
              </w:rPr>
              <w:t xml:space="preserve"> Дніпропетровської обласної ради</w:t>
            </w:r>
            <w:r w:rsidRPr="005E75D2">
              <w:rPr>
                <w:lang w:val="uk-UA"/>
              </w:rPr>
              <w:t xml:space="preserve">” </w:t>
            </w:r>
          </w:p>
          <w:p w14:paraId="51575EE9" w14:textId="245638D3" w:rsidR="008B65AB" w:rsidRPr="005E75D2" w:rsidRDefault="008B65AB" w:rsidP="008B65AB">
            <w:pPr>
              <w:ind w:left="175" w:right="-1"/>
              <w:rPr>
                <w:lang w:val="uk-UA"/>
              </w:rPr>
            </w:pPr>
            <w:r w:rsidRPr="005E75D2">
              <w:rPr>
                <w:lang w:val="uk-UA"/>
              </w:rPr>
              <w:t>від</w:t>
            </w:r>
            <w:r w:rsidRPr="005E75D2">
              <w:rPr>
                <w:u w:val="single"/>
                <w:lang w:val="uk-UA"/>
              </w:rPr>
              <w:t xml:space="preserve">  </w:t>
            </w:r>
            <w:r w:rsidR="0053127C">
              <w:rPr>
                <w:u w:val="single"/>
                <w:lang w:val="uk-UA"/>
              </w:rPr>
              <w:t>10.02</w:t>
            </w:r>
            <w:r w:rsidRPr="00CB4379">
              <w:rPr>
                <w:u w:val="single"/>
                <w:lang w:val="uk-UA"/>
              </w:rPr>
              <w:t>.202</w:t>
            </w:r>
            <w:r w:rsidR="008C11AA">
              <w:rPr>
                <w:u w:val="single"/>
                <w:lang w:val="uk-UA"/>
              </w:rPr>
              <w:t>5</w:t>
            </w:r>
            <w:r w:rsidRPr="00CB4379">
              <w:rPr>
                <w:lang w:val="uk-UA"/>
              </w:rPr>
              <w:t xml:space="preserve"> № </w:t>
            </w:r>
            <w:r>
              <w:rPr>
                <w:u w:val="single"/>
                <w:lang w:val="uk-UA"/>
              </w:rPr>
              <w:t>     </w:t>
            </w:r>
            <w:r w:rsidR="0053127C">
              <w:rPr>
                <w:u w:val="single"/>
                <w:lang w:val="uk-UA"/>
              </w:rPr>
              <w:t>22</w:t>
            </w:r>
            <w:r w:rsidRPr="00CB4379">
              <w:rPr>
                <w:u w:val="single"/>
                <w:lang w:val="uk-UA"/>
              </w:rPr>
              <w:t>      </w:t>
            </w:r>
          </w:p>
        </w:tc>
      </w:tr>
    </w:tbl>
    <w:p w14:paraId="784B3F09" w14:textId="60E8356D" w:rsidR="008B65AB" w:rsidRPr="004E46F1" w:rsidRDefault="008B65AB" w:rsidP="008B65AB">
      <w:pPr>
        <w:jc w:val="center"/>
        <w:rPr>
          <w:sz w:val="28"/>
          <w:szCs w:val="28"/>
          <w:lang w:val="uk-UA"/>
        </w:rPr>
      </w:pPr>
      <w:r w:rsidRPr="004E46F1">
        <w:rPr>
          <w:sz w:val="28"/>
          <w:szCs w:val="28"/>
          <w:lang w:val="uk-UA"/>
        </w:rPr>
        <w:t>СПИСОК  ПЕРЕМОЖЦІВ</w:t>
      </w:r>
    </w:p>
    <w:p w14:paraId="0FD29A59" w14:textId="0ADF266C" w:rsidR="008B65AB" w:rsidRDefault="0053127C" w:rsidP="008B65AB">
      <w:pPr>
        <w:jc w:val="center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обласного конкурсу з  інформаційних технологій </w:t>
      </w:r>
      <w:r w:rsidRPr="00DB688D">
        <w:rPr>
          <w:bCs/>
          <w:color w:val="000000"/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Капітошка</w:t>
      </w:r>
      <w:r w:rsidRPr="00DB688D">
        <w:rPr>
          <w:bCs/>
          <w:color w:val="000000"/>
          <w:sz w:val="28"/>
          <w:szCs w:val="28"/>
          <w:lang w:val="uk-UA"/>
        </w:rPr>
        <w:t>”</w:t>
      </w:r>
    </w:p>
    <w:p w14:paraId="2DD1C252" w14:textId="77777777" w:rsidR="0053127C" w:rsidRPr="008C11AA" w:rsidRDefault="0053127C" w:rsidP="008B65AB">
      <w:pPr>
        <w:jc w:val="center"/>
        <w:rPr>
          <w:sz w:val="28"/>
          <w:szCs w:val="28"/>
          <w:lang w:val="uk-UA"/>
        </w:rPr>
      </w:pPr>
    </w:p>
    <w:p w14:paraId="59941FAA" w14:textId="28F5A02A" w:rsidR="0053127C" w:rsidRPr="0053127C" w:rsidRDefault="00891B8D" w:rsidP="0053127C">
      <w:pPr>
        <w:rPr>
          <w:b/>
        </w:rPr>
      </w:pPr>
      <w:r w:rsidRPr="00891B8D">
        <w:rPr>
          <w:b/>
          <w:lang w:val="uk-UA"/>
        </w:rPr>
        <w:t>Вікова категорія -</w:t>
      </w:r>
      <w:r w:rsidR="0053127C" w:rsidRPr="0053127C">
        <w:rPr>
          <w:b/>
        </w:rPr>
        <w:t>2 клас</w:t>
      </w:r>
    </w:p>
    <w:tbl>
      <w:tblPr>
        <w:tblW w:w="15179" w:type="dxa"/>
        <w:tblInd w:w="-318" w:type="dxa"/>
        <w:tblLook w:val="04A0" w:firstRow="1" w:lastRow="0" w:firstColumn="1" w:lastColumn="0" w:noHBand="0" w:noVBand="1"/>
      </w:tblPr>
      <w:tblGrid>
        <w:gridCol w:w="867"/>
        <w:gridCol w:w="2253"/>
        <w:gridCol w:w="4110"/>
        <w:gridCol w:w="3128"/>
        <w:gridCol w:w="3960"/>
        <w:gridCol w:w="861"/>
      </w:tblGrid>
      <w:tr w:rsidR="0053127C" w:rsidRPr="0053127C" w14:paraId="5A5689DF" w14:textId="77777777" w:rsidTr="0009436F">
        <w:trPr>
          <w:trHeight w:val="528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8FAC2E" w14:textId="77777777" w:rsidR="0053127C" w:rsidRPr="0053127C" w:rsidRDefault="0053127C" w:rsidP="0053127C">
            <w:pPr>
              <w:ind w:left="360"/>
              <w:jc w:val="center"/>
              <w:rPr>
                <w:color w:val="000000"/>
                <w:lang w:val="uk-UA"/>
              </w:rPr>
            </w:pPr>
            <w:r w:rsidRPr="0053127C">
              <w:rPr>
                <w:b/>
              </w:rPr>
              <w:t>№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D1801" w14:textId="77777777" w:rsidR="0053127C" w:rsidRPr="0053127C" w:rsidRDefault="0053127C" w:rsidP="0053127C">
            <w:pPr>
              <w:jc w:val="center"/>
              <w:rPr>
                <w:bCs/>
                <w:color w:val="000000"/>
              </w:rPr>
            </w:pPr>
            <w:r w:rsidRPr="0053127C">
              <w:rPr>
                <w:b/>
                <w:lang w:val="uk-UA"/>
              </w:rPr>
              <w:t>Прізвище, ім</w:t>
            </w:r>
            <w:r w:rsidRPr="0053127C">
              <w:rPr>
                <w:b/>
                <w:lang w:val="en-US"/>
              </w:rPr>
              <w:t>’</w:t>
            </w:r>
            <w:r w:rsidRPr="0053127C">
              <w:rPr>
                <w:b/>
                <w:lang w:val="uk-UA"/>
              </w:rPr>
              <w:t>я переможця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EE083" w14:textId="77777777" w:rsidR="0053127C" w:rsidRPr="0053127C" w:rsidRDefault="0053127C" w:rsidP="0053127C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b/>
                <w:lang w:val="uk-UA"/>
              </w:rPr>
              <w:t>Заклад освіти</w:t>
            </w: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7EF10" w14:textId="77777777" w:rsidR="0053127C" w:rsidRPr="0053127C" w:rsidRDefault="0053127C" w:rsidP="0053127C">
            <w:pPr>
              <w:jc w:val="center"/>
              <w:rPr>
                <w:color w:val="000000"/>
              </w:rPr>
            </w:pPr>
            <w:proofErr w:type="gramStart"/>
            <w:r w:rsidRPr="0053127C">
              <w:rPr>
                <w:b/>
                <w:bCs/>
                <w:color w:val="000000" w:themeColor="text1"/>
              </w:rPr>
              <w:t>Пр</w:t>
            </w:r>
            <w:proofErr w:type="gramEnd"/>
            <w:r w:rsidRPr="0053127C">
              <w:rPr>
                <w:b/>
                <w:bCs/>
                <w:color w:val="000000" w:themeColor="text1"/>
              </w:rPr>
              <w:t xml:space="preserve">ізвище, ім'я, по - батькові </w:t>
            </w:r>
            <w:r w:rsidRPr="0053127C">
              <w:rPr>
                <w:b/>
                <w:bCs/>
                <w:color w:val="000000" w:themeColor="text1"/>
                <w:lang w:val="uk-UA"/>
              </w:rPr>
              <w:t>педагогічного працівника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AFAC1" w14:textId="77777777" w:rsidR="0053127C" w:rsidRPr="0053127C" w:rsidRDefault="0053127C" w:rsidP="0053127C">
            <w:pPr>
              <w:jc w:val="center"/>
              <w:rPr>
                <w:color w:val="000000"/>
              </w:rPr>
            </w:pPr>
            <w:r w:rsidRPr="0053127C">
              <w:rPr>
                <w:b/>
                <w:bCs/>
                <w:color w:val="000000" w:themeColor="text1"/>
              </w:rPr>
              <w:t>Посада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326B98" w14:textId="77777777" w:rsidR="0053127C" w:rsidRPr="0053127C" w:rsidRDefault="0053127C" w:rsidP="0053127C">
            <w:pPr>
              <w:jc w:val="center"/>
              <w:rPr>
                <w:bCs/>
              </w:rPr>
            </w:pPr>
            <w:r w:rsidRPr="0053127C">
              <w:rPr>
                <w:b/>
                <w:lang w:val="uk-UA"/>
              </w:rPr>
              <w:t>Місце</w:t>
            </w:r>
          </w:p>
        </w:tc>
      </w:tr>
      <w:tr w:rsidR="0053127C" w:rsidRPr="0053127C" w14:paraId="4C12CC90" w14:textId="77777777" w:rsidTr="0009436F">
        <w:trPr>
          <w:trHeight w:val="528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F4202E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BDB84" w14:textId="6E264C52" w:rsidR="00A743CF" w:rsidRDefault="00A743CF" w:rsidP="00A743CF">
            <w:pPr>
              <w:jc w:val="center"/>
              <w:rPr>
                <w:bCs/>
                <w:color w:val="000000"/>
                <w:lang w:val="uk-UA"/>
              </w:rPr>
            </w:pPr>
            <w:r w:rsidRPr="0053127C">
              <w:rPr>
                <w:bCs/>
                <w:color w:val="000000"/>
              </w:rPr>
              <w:t>НАСОНЕНКО</w:t>
            </w:r>
          </w:p>
          <w:p w14:paraId="64835B53" w14:textId="64FEF9D0" w:rsidR="0053127C" w:rsidRPr="0053127C" w:rsidRDefault="0053127C" w:rsidP="00A743CF">
            <w:pPr>
              <w:jc w:val="center"/>
              <w:rPr>
                <w:bCs/>
                <w:color w:val="000000"/>
              </w:rPr>
            </w:pPr>
            <w:r w:rsidRPr="0053127C">
              <w:rPr>
                <w:bCs/>
                <w:color w:val="000000"/>
              </w:rPr>
              <w:t>Полі</w:t>
            </w:r>
            <w:proofErr w:type="gramStart"/>
            <w:r w:rsidRPr="0053127C">
              <w:rPr>
                <w:bCs/>
                <w:color w:val="000000"/>
              </w:rPr>
              <w:t>на</w:t>
            </w:r>
            <w:proofErr w:type="gramEnd"/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37E75" w14:textId="797AE944" w:rsidR="0053127C" w:rsidRPr="0053127C" w:rsidRDefault="00891B8D" w:rsidP="0053127C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учениця 2 класу </w:t>
            </w:r>
            <w:r>
              <w:rPr>
                <w:color w:val="000000"/>
              </w:rPr>
              <w:t>Криворізьк</w:t>
            </w:r>
            <w:r>
              <w:rPr>
                <w:color w:val="000000"/>
                <w:lang w:val="uk-UA"/>
              </w:rPr>
              <w:t>ої</w:t>
            </w:r>
            <w:r>
              <w:rPr>
                <w:color w:val="000000"/>
              </w:rPr>
              <w:t xml:space="preserve"> початков</w:t>
            </w:r>
            <w:r>
              <w:rPr>
                <w:color w:val="000000"/>
                <w:lang w:val="uk-UA"/>
              </w:rPr>
              <w:t>ої</w:t>
            </w:r>
            <w:r>
              <w:rPr>
                <w:color w:val="000000"/>
              </w:rPr>
              <w:t xml:space="preserve"> школ</w:t>
            </w:r>
            <w:r>
              <w:rPr>
                <w:color w:val="000000"/>
                <w:lang w:val="uk-UA"/>
              </w:rPr>
              <w:t>и</w:t>
            </w:r>
            <w:r w:rsidR="0053127C" w:rsidRPr="0053127C">
              <w:rPr>
                <w:color w:val="000000"/>
              </w:rPr>
              <w:t xml:space="preserve"> №99 Криворізької міської  ради</w:t>
            </w: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BE9CB" w14:textId="0F9197D2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НАСОНЕНКО</w:t>
            </w:r>
          </w:p>
          <w:p w14:paraId="088A24BA" w14:textId="69454925" w:rsidR="00A743CF" w:rsidRDefault="0053127C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 xml:space="preserve">Наталя Євгеніївна, </w:t>
            </w:r>
            <w:r w:rsidR="00A743CF" w:rsidRPr="0053127C">
              <w:rPr>
                <w:color w:val="000000"/>
              </w:rPr>
              <w:t>МИХАЙЛЯК</w:t>
            </w:r>
          </w:p>
          <w:p w14:paraId="04271949" w14:textId="31D845CF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Тетяна Ігорівна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1C3A2" w14:textId="4B77B519" w:rsidR="0053127C" w:rsidRPr="00891B8D" w:rsidRDefault="0053127C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вчителі початкових класів</w:t>
            </w:r>
            <w:r w:rsidR="00891B8D">
              <w:rPr>
                <w:color w:val="000000"/>
                <w:lang w:val="uk-UA"/>
              </w:rPr>
              <w:t xml:space="preserve"> </w:t>
            </w:r>
            <w:r w:rsidR="00891B8D">
              <w:rPr>
                <w:color w:val="000000"/>
              </w:rPr>
              <w:t>Криворізьк</w:t>
            </w:r>
            <w:r w:rsidR="00891B8D">
              <w:rPr>
                <w:color w:val="000000"/>
                <w:lang w:val="uk-UA"/>
              </w:rPr>
              <w:t>ої</w:t>
            </w:r>
            <w:r w:rsidR="00891B8D">
              <w:rPr>
                <w:color w:val="000000"/>
              </w:rPr>
              <w:t xml:space="preserve"> початков</w:t>
            </w:r>
            <w:r w:rsidR="00891B8D">
              <w:rPr>
                <w:color w:val="000000"/>
                <w:lang w:val="uk-UA"/>
              </w:rPr>
              <w:t>ої</w:t>
            </w:r>
            <w:r w:rsidR="00891B8D">
              <w:rPr>
                <w:color w:val="000000"/>
              </w:rPr>
              <w:t xml:space="preserve"> школ</w:t>
            </w:r>
            <w:r w:rsidR="00891B8D">
              <w:rPr>
                <w:color w:val="000000"/>
                <w:lang w:val="uk-UA"/>
              </w:rPr>
              <w:t>и</w:t>
            </w:r>
            <w:r w:rsidR="00891B8D" w:rsidRPr="0053127C">
              <w:rPr>
                <w:color w:val="000000"/>
              </w:rPr>
              <w:t xml:space="preserve"> №99 Криворізької міської  ради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B0DF2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</w:t>
            </w:r>
          </w:p>
        </w:tc>
      </w:tr>
      <w:tr w:rsidR="0053127C" w:rsidRPr="0053127C" w14:paraId="50ED7CB2" w14:textId="77777777" w:rsidTr="0009436F">
        <w:trPr>
          <w:trHeight w:val="528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3E8D61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26647" w14:textId="27FEEEB3" w:rsidR="0053127C" w:rsidRPr="0053127C" w:rsidRDefault="00A743CF" w:rsidP="00A743CF">
            <w:pPr>
              <w:jc w:val="center"/>
              <w:rPr>
                <w:bCs/>
                <w:color w:val="000000"/>
              </w:rPr>
            </w:pPr>
            <w:proofErr w:type="gramStart"/>
            <w:r w:rsidRPr="0053127C">
              <w:rPr>
                <w:bCs/>
                <w:color w:val="000000"/>
              </w:rPr>
              <w:t>ПОТЕРЯХ</w:t>
            </w:r>
            <w:proofErr w:type="gramEnd"/>
            <w:r w:rsidRPr="0053127C">
              <w:rPr>
                <w:bCs/>
                <w:color w:val="000000"/>
              </w:rPr>
              <w:t xml:space="preserve">ІН </w:t>
            </w:r>
            <w:r w:rsidR="0053127C" w:rsidRPr="0053127C">
              <w:rPr>
                <w:bCs/>
                <w:color w:val="000000"/>
              </w:rPr>
              <w:t>Олександр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A99CB" w14:textId="167C7F71" w:rsidR="0053127C" w:rsidRPr="00891B8D" w:rsidRDefault="00891B8D" w:rsidP="0053127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вихованець </w:t>
            </w:r>
            <w:r>
              <w:rPr>
                <w:color w:val="000000"/>
              </w:rPr>
              <w:t>комунальн</w:t>
            </w:r>
            <w:r>
              <w:rPr>
                <w:color w:val="000000"/>
                <w:lang w:val="uk-UA"/>
              </w:rPr>
              <w:t>ого</w:t>
            </w:r>
            <w:r w:rsidRPr="0053127C">
              <w:rPr>
                <w:color w:val="000000"/>
              </w:rPr>
              <w:t xml:space="preserve"> </w:t>
            </w:r>
            <w:r w:rsidR="0053127C" w:rsidRPr="0053127C">
              <w:rPr>
                <w:color w:val="000000"/>
              </w:rPr>
              <w:t>позашкі</w:t>
            </w:r>
            <w:r>
              <w:rPr>
                <w:color w:val="000000"/>
              </w:rPr>
              <w:t>льн</w:t>
            </w:r>
            <w:r>
              <w:rPr>
                <w:color w:val="000000"/>
                <w:lang w:val="uk-UA"/>
              </w:rPr>
              <w:t>ого</w:t>
            </w:r>
            <w:r>
              <w:rPr>
                <w:color w:val="000000"/>
              </w:rPr>
              <w:t xml:space="preserve"> навчальн</w:t>
            </w:r>
            <w:r>
              <w:rPr>
                <w:color w:val="000000"/>
                <w:lang w:val="uk-UA"/>
              </w:rPr>
              <w:t>ого</w:t>
            </w:r>
            <w:r w:rsidR="0053127C">
              <w:rPr>
                <w:color w:val="000000"/>
              </w:rPr>
              <w:t xml:space="preserve"> заклад</w:t>
            </w:r>
            <w:r>
              <w:rPr>
                <w:color w:val="000000"/>
                <w:lang w:val="uk-UA"/>
              </w:rPr>
              <w:t>у</w:t>
            </w:r>
            <w:r w:rsidR="0053127C">
              <w:rPr>
                <w:color w:val="000000"/>
              </w:rPr>
              <w:t xml:space="preserve"> освіти </w:t>
            </w:r>
            <w:r w:rsidR="0053127C" w:rsidRPr="005E75D2">
              <w:rPr>
                <w:color w:val="000000" w:themeColor="text1"/>
                <w:lang w:val="uk-UA"/>
              </w:rPr>
              <w:t>“</w:t>
            </w:r>
            <w:r w:rsidR="0053127C" w:rsidRPr="0053127C">
              <w:rPr>
                <w:color w:val="000000"/>
              </w:rPr>
              <w:t>Нікопольський міжшкільний центр трудового навчання та технічної творчості</w:t>
            </w:r>
            <w:r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FDF56" w14:textId="76791F7D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КРАВЦОВА</w:t>
            </w:r>
          </w:p>
          <w:p w14:paraId="1B4ADF15" w14:textId="456A4638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Ірина</w:t>
            </w:r>
            <w:proofErr w:type="gramStart"/>
            <w:r w:rsidRPr="0053127C">
              <w:rPr>
                <w:color w:val="000000"/>
              </w:rPr>
              <w:t xml:space="preserve"> В</w:t>
            </w:r>
            <w:proofErr w:type="gramEnd"/>
            <w:r w:rsidRPr="0053127C">
              <w:rPr>
                <w:color w:val="000000"/>
              </w:rPr>
              <w:t>ікторівна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CF668" w14:textId="066413BB" w:rsidR="0053127C" w:rsidRPr="0053127C" w:rsidRDefault="00891B8D" w:rsidP="0053127C">
            <w:pPr>
              <w:rPr>
                <w:color w:val="000000"/>
              </w:rPr>
            </w:pPr>
            <w:r w:rsidRPr="0053127C">
              <w:rPr>
                <w:color w:val="000000"/>
              </w:rPr>
              <w:t xml:space="preserve">керівник </w:t>
            </w:r>
            <w:r w:rsidR="0053127C" w:rsidRPr="0053127C">
              <w:rPr>
                <w:color w:val="000000"/>
              </w:rPr>
              <w:t xml:space="preserve">гуртка </w:t>
            </w:r>
            <w:r>
              <w:rPr>
                <w:color w:val="000000"/>
              </w:rPr>
              <w:t>комунальн</w:t>
            </w:r>
            <w:r>
              <w:rPr>
                <w:color w:val="000000"/>
                <w:lang w:val="uk-UA"/>
              </w:rPr>
              <w:t>ого</w:t>
            </w:r>
            <w:r w:rsidRPr="0053127C">
              <w:rPr>
                <w:color w:val="000000"/>
              </w:rPr>
              <w:t xml:space="preserve"> позашкі</w:t>
            </w:r>
            <w:r>
              <w:rPr>
                <w:color w:val="000000"/>
              </w:rPr>
              <w:t>льн</w:t>
            </w:r>
            <w:r>
              <w:rPr>
                <w:color w:val="000000"/>
                <w:lang w:val="uk-UA"/>
              </w:rPr>
              <w:t>ого</w:t>
            </w:r>
            <w:r>
              <w:rPr>
                <w:color w:val="000000"/>
              </w:rPr>
              <w:t xml:space="preserve"> навчальн</w:t>
            </w:r>
            <w:r>
              <w:rPr>
                <w:color w:val="000000"/>
                <w:lang w:val="uk-UA"/>
              </w:rPr>
              <w:t>ого</w:t>
            </w:r>
            <w:r>
              <w:rPr>
                <w:color w:val="000000"/>
              </w:rPr>
              <w:t xml:space="preserve"> заклад</w:t>
            </w:r>
            <w:r>
              <w:rPr>
                <w:color w:val="000000"/>
                <w:lang w:val="uk-UA"/>
              </w:rPr>
              <w:t>у</w:t>
            </w:r>
            <w:r>
              <w:rPr>
                <w:color w:val="000000"/>
              </w:rPr>
              <w:t xml:space="preserve"> освіти </w:t>
            </w:r>
            <w:r w:rsidRPr="005E75D2">
              <w:rPr>
                <w:color w:val="000000" w:themeColor="text1"/>
                <w:lang w:val="uk-UA"/>
              </w:rPr>
              <w:t>“</w:t>
            </w:r>
            <w:r w:rsidRPr="0053127C">
              <w:rPr>
                <w:color w:val="000000"/>
              </w:rPr>
              <w:t xml:space="preserve">Нікопольський міжшкільний центр трудового навчання та </w:t>
            </w:r>
            <w:proofErr w:type="gramStart"/>
            <w:r w:rsidRPr="0053127C">
              <w:rPr>
                <w:color w:val="000000"/>
              </w:rPr>
              <w:t>техн</w:t>
            </w:r>
            <w:proofErr w:type="gramEnd"/>
            <w:r w:rsidRPr="0053127C">
              <w:rPr>
                <w:color w:val="000000"/>
              </w:rPr>
              <w:t>ічної творчості</w:t>
            </w:r>
            <w:r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5BC16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</w:t>
            </w:r>
          </w:p>
        </w:tc>
      </w:tr>
      <w:tr w:rsidR="0053127C" w:rsidRPr="0053127C" w14:paraId="4EEC30BA" w14:textId="77777777" w:rsidTr="0009436F">
        <w:trPr>
          <w:trHeight w:val="528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D5974C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0BCEF" w14:textId="06278810" w:rsidR="00A743CF" w:rsidRDefault="00A743CF" w:rsidP="00A743CF">
            <w:pPr>
              <w:jc w:val="center"/>
              <w:rPr>
                <w:bCs/>
                <w:color w:val="000000"/>
                <w:lang w:val="uk-UA"/>
              </w:rPr>
            </w:pPr>
            <w:proofErr w:type="gramStart"/>
            <w:r w:rsidRPr="0053127C">
              <w:rPr>
                <w:bCs/>
                <w:color w:val="000000"/>
              </w:rPr>
              <w:t>Б</w:t>
            </w:r>
            <w:proofErr w:type="gramEnd"/>
            <w:r w:rsidRPr="0053127C">
              <w:rPr>
                <w:bCs/>
                <w:color w:val="000000"/>
              </w:rPr>
              <w:t>ІЛИК</w:t>
            </w:r>
          </w:p>
          <w:p w14:paraId="3A1A2842" w14:textId="5409B126" w:rsidR="0053127C" w:rsidRPr="0053127C" w:rsidRDefault="0053127C" w:rsidP="00A743CF">
            <w:pPr>
              <w:jc w:val="center"/>
              <w:rPr>
                <w:bCs/>
                <w:color w:val="000000"/>
              </w:rPr>
            </w:pPr>
            <w:r w:rsidRPr="0053127C">
              <w:rPr>
                <w:bCs/>
                <w:color w:val="000000"/>
              </w:rPr>
              <w:t>Володимир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74A2A" w14:textId="0ADD396D" w:rsidR="0053127C" w:rsidRPr="0053127C" w:rsidRDefault="00891B8D" w:rsidP="0053127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учень 2 класу </w:t>
            </w:r>
            <w:r>
              <w:rPr>
                <w:color w:val="000000"/>
              </w:rPr>
              <w:t>загальноосвітн</w:t>
            </w:r>
            <w:r>
              <w:rPr>
                <w:color w:val="000000"/>
                <w:lang w:val="uk-UA"/>
              </w:rPr>
              <w:t>ьої</w:t>
            </w:r>
            <w:r w:rsidRPr="0053127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школ</w:t>
            </w:r>
            <w:r>
              <w:rPr>
                <w:color w:val="000000"/>
                <w:lang w:val="uk-UA"/>
              </w:rPr>
              <w:t>и</w:t>
            </w:r>
            <w:r w:rsidR="0053127C" w:rsidRPr="0053127C">
              <w:rPr>
                <w:color w:val="000000"/>
              </w:rPr>
              <w:t xml:space="preserve"> І-ІІІ ступенів Мирноградської міської ради Донецько</w:t>
            </w:r>
            <w:r w:rsidR="0053127C" w:rsidRPr="0053127C">
              <w:rPr>
                <w:color w:val="000000"/>
                <w:lang w:val="uk-UA"/>
              </w:rPr>
              <w:t>ї області</w:t>
            </w: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C5E0A" w14:textId="3EA010D1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КАЛЮЖНА</w:t>
            </w:r>
          </w:p>
          <w:p w14:paraId="1934ED19" w14:textId="1914AEE2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Олена Олегівна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8A8A2" w14:textId="1230E3EE" w:rsidR="0053127C" w:rsidRPr="00891B8D" w:rsidRDefault="0053127C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вчитель інформатики</w:t>
            </w:r>
            <w:r w:rsidR="00891B8D">
              <w:rPr>
                <w:color w:val="000000"/>
                <w:lang w:val="uk-UA"/>
              </w:rPr>
              <w:t xml:space="preserve"> </w:t>
            </w:r>
            <w:r w:rsidR="00891B8D">
              <w:rPr>
                <w:color w:val="000000"/>
              </w:rPr>
              <w:t>загальноосвітн</w:t>
            </w:r>
            <w:r w:rsidR="00891B8D">
              <w:rPr>
                <w:color w:val="000000"/>
                <w:lang w:val="uk-UA"/>
              </w:rPr>
              <w:t>ьої</w:t>
            </w:r>
            <w:r w:rsidR="00891B8D" w:rsidRPr="0053127C">
              <w:rPr>
                <w:color w:val="000000"/>
              </w:rPr>
              <w:t xml:space="preserve"> </w:t>
            </w:r>
            <w:r w:rsidR="00891B8D">
              <w:rPr>
                <w:color w:val="000000"/>
              </w:rPr>
              <w:t>школ</w:t>
            </w:r>
            <w:r w:rsidR="00891B8D">
              <w:rPr>
                <w:color w:val="000000"/>
                <w:lang w:val="uk-UA"/>
              </w:rPr>
              <w:t>и</w:t>
            </w:r>
            <w:r w:rsidR="00891B8D" w:rsidRPr="0053127C">
              <w:rPr>
                <w:color w:val="000000"/>
              </w:rPr>
              <w:t xml:space="preserve"> І-ІІІ ступенів Мирноградської міської ради Донецько</w:t>
            </w:r>
            <w:r w:rsidR="00891B8D" w:rsidRPr="0053127C">
              <w:rPr>
                <w:color w:val="000000"/>
                <w:lang w:val="uk-UA"/>
              </w:rPr>
              <w:t>ї області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A0C72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ІІ</w:t>
            </w:r>
          </w:p>
        </w:tc>
      </w:tr>
      <w:tr w:rsidR="0053127C" w:rsidRPr="0053127C" w14:paraId="6AA4B3D9" w14:textId="77777777" w:rsidTr="00A743CF">
        <w:trPr>
          <w:trHeight w:val="528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163C11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D2F4E" w14:textId="2B65326A" w:rsidR="00A743CF" w:rsidRDefault="00A743CF" w:rsidP="00A743CF">
            <w:pPr>
              <w:jc w:val="center"/>
              <w:rPr>
                <w:bCs/>
                <w:color w:val="000000"/>
                <w:lang w:val="uk-UA"/>
              </w:rPr>
            </w:pPr>
            <w:r w:rsidRPr="0053127C">
              <w:rPr>
                <w:bCs/>
                <w:color w:val="000000"/>
              </w:rPr>
              <w:t>ТИНОК</w:t>
            </w:r>
          </w:p>
          <w:p w14:paraId="2E0B329E" w14:textId="12DDE71C" w:rsidR="0053127C" w:rsidRPr="0053127C" w:rsidRDefault="0053127C" w:rsidP="00A743CF">
            <w:pPr>
              <w:jc w:val="center"/>
              <w:rPr>
                <w:bCs/>
                <w:color w:val="000000"/>
              </w:rPr>
            </w:pPr>
            <w:r w:rsidRPr="0053127C">
              <w:rPr>
                <w:bCs/>
                <w:color w:val="000000"/>
              </w:rPr>
              <w:t>Анастасія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19416" w14:textId="2109DC04" w:rsidR="0053127C" w:rsidRPr="0053127C" w:rsidRDefault="00891B8D" w:rsidP="0053127C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вихованка </w:t>
            </w:r>
            <w:r w:rsidRPr="0053127C">
              <w:rPr>
                <w:color w:val="000000"/>
              </w:rPr>
              <w:t>комуналь</w:t>
            </w:r>
            <w:r>
              <w:rPr>
                <w:color w:val="000000"/>
              </w:rPr>
              <w:t>н</w:t>
            </w:r>
            <w:r>
              <w:rPr>
                <w:color w:val="000000"/>
                <w:lang w:val="uk-UA"/>
              </w:rPr>
              <w:t>ого</w:t>
            </w:r>
            <w:r>
              <w:rPr>
                <w:color w:val="000000"/>
              </w:rPr>
              <w:t xml:space="preserve"> </w:t>
            </w:r>
            <w:r w:rsidR="0053127C">
              <w:rPr>
                <w:color w:val="000000"/>
              </w:rPr>
              <w:t>заклад</w:t>
            </w:r>
            <w:r>
              <w:rPr>
                <w:color w:val="000000"/>
                <w:lang w:val="uk-UA"/>
              </w:rPr>
              <w:t>у</w:t>
            </w:r>
            <w:r w:rsidR="0053127C">
              <w:rPr>
                <w:color w:val="000000"/>
              </w:rPr>
              <w:t xml:space="preserve"> позашкільної освіти </w:t>
            </w:r>
            <w:r w:rsidR="0053127C" w:rsidRPr="005E75D2">
              <w:rPr>
                <w:color w:val="000000" w:themeColor="text1"/>
                <w:lang w:val="uk-UA"/>
              </w:rPr>
              <w:t>“</w:t>
            </w:r>
            <w:r w:rsidR="0053127C" w:rsidRPr="0053127C">
              <w:rPr>
                <w:color w:val="000000"/>
              </w:rPr>
              <w:t>Центр науково-технічн</w:t>
            </w:r>
            <w:r w:rsidR="0053127C">
              <w:rPr>
                <w:color w:val="000000"/>
              </w:rPr>
              <w:t xml:space="preserve">ої творчості учнівської молоді </w:t>
            </w:r>
            <w:r w:rsidR="0053127C" w:rsidRPr="005E75D2">
              <w:rPr>
                <w:color w:val="000000" w:themeColor="text1"/>
                <w:lang w:val="uk-UA"/>
              </w:rPr>
              <w:t>“</w:t>
            </w:r>
            <w:r>
              <w:rPr>
                <w:color w:val="000000"/>
              </w:rPr>
              <w:t>Крок</w:t>
            </w:r>
            <w:r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  <w:r w:rsidR="0053127C" w:rsidRPr="0053127C">
              <w:rPr>
                <w:color w:val="000000"/>
              </w:rPr>
              <w:t xml:space="preserve"> Криворізької міської ради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40519" w14:textId="4D991C75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ТИНОК</w:t>
            </w:r>
          </w:p>
          <w:p w14:paraId="17BB1524" w14:textId="4985D417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Олександр Олегович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6D75F" w14:textId="52911409" w:rsidR="0053127C" w:rsidRPr="00891B8D" w:rsidRDefault="00891B8D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 xml:space="preserve">керівник </w:t>
            </w:r>
            <w:r w:rsidR="0053127C" w:rsidRPr="0053127C">
              <w:rPr>
                <w:color w:val="000000"/>
              </w:rPr>
              <w:t>гуртка</w:t>
            </w:r>
            <w:r>
              <w:rPr>
                <w:color w:val="000000"/>
                <w:lang w:val="uk-UA"/>
              </w:rPr>
              <w:t xml:space="preserve"> </w:t>
            </w:r>
            <w:r w:rsidRPr="0053127C">
              <w:rPr>
                <w:color w:val="000000"/>
              </w:rPr>
              <w:t>комуналь</w:t>
            </w:r>
            <w:r>
              <w:rPr>
                <w:color w:val="000000"/>
              </w:rPr>
              <w:t>н</w:t>
            </w:r>
            <w:r>
              <w:rPr>
                <w:color w:val="000000"/>
                <w:lang w:val="uk-UA"/>
              </w:rPr>
              <w:t>ого</w:t>
            </w:r>
            <w:r>
              <w:rPr>
                <w:color w:val="000000"/>
              </w:rPr>
              <w:t xml:space="preserve"> заклад</w:t>
            </w:r>
            <w:r>
              <w:rPr>
                <w:color w:val="000000"/>
                <w:lang w:val="uk-UA"/>
              </w:rPr>
              <w:t>у</w:t>
            </w:r>
            <w:r>
              <w:rPr>
                <w:color w:val="000000"/>
              </w:rPr>
              <w:t xml:space="preserve"> позашкільної освіти </w:t>
            </w:r>
            <w:r w:rsidRPr="005E75D2">
              <w:rPr>
                <w:color w:val="000000" w:themeColor="text1"/>
                <w:lang w:val="uk-UA"/>
              </w:rPr>
              <w:t>“</w:t>
            </w:r>
            <w:r w:rsidRPr="0053127C">
              <w:rPr>
                <w:color w:val="000000"/>
              </w:rPr>
              <w:t>Центр науково-технічн</w:t>
            </w:r>
            <w:r>
              <w:rPr>
                <w:color w:val="000000"/>
              </w:rPr>
              <w:t xml:space="preserve">ої творчості учнівської молоді </w:t>
            </w:r>
            <w:r w:rsidRPr="005E75D2">
              <w:rPr>
                <w:color w:val="000000" w:themeColor="text1"/>
                <w:lang w:val="uk-UA"/>
              </w:rPr>
              <w:t>“</w:t>
            </w:r>
            <w:r>
              <w:rPr>
                <w:color w:val="000000"/>
              </w:rPr>
              <w:t>Крок</w:t>
            </w:r>
            <w:r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  <w:r w:rsidRPr="0053127C">
              <w:rPr>
                <w:color w:val="000000"/>
              </w:rPr>
              <w:t xml:space="preserve"> Криворізької міської </w:t>
            </w:r>
            <w:proofErr w:type="gramStart"/>
            <w:r w:rsidRPr="0053127C">
              <w:rPr>
                <w:color w:val="000000"/>
              </w:rPr>
              <w:t>ради</w:t>
            </w:r>
            <w:proofErr w:type="gram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15ACA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ІІ</w:t>
            </w:r>
          </w:p>
        </w:tc>
      </w:tr>
      <w:tr w:rsidR="0053127C" w:rsidRPr="0053127C" w14:paraId="438AE40B" w14:textId="77777777" w:rsidTr="00A743CF">
        <w:trPr>
          <w:trHeight w:val="528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47C13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583EF" w14:textId="1914BAB8" w:rsidR="00A743CF" w:rsidRDefault="00A743CF" w:rsidP="00A743CF">
            <w:pPr>
              <w:jc w:val="center"/>
              <w:rPr>
                <w:bCs/>
                <w:color w:val="000000"/>
                <w:lang w:val="uk-UA"/>
              </w:rPr>
            </w:pPr>
            <w:r w:rsidRPr="0053127C">
              <w:rPr>
                <w:bCs/>
                <w:color w:val="000000"/>
              </w:rPr>
              <w:t>ВОЛОДСЬКИХ</w:t>
            </w:r>
          </w:p>
          <w:p w14:paraId="1A68C27E" w14:textId="41A72620" w:rsidR="0053127C" w:rsidRPr="0053127C" w:rsidRDefault="0053127C" w:rsidP="00A743CF">
            <w:pPr>
              <w:jc w:val="center"/>
              <w:rPr>
                <w:bCs/>
                <w:color w:val="000000"/>
              </w:rPr>
            </w:pPr>
            <w:r w:rsidRPr="0053127C">
              <w:rPr>
                <w:bCs/>
                <w:color w:val="000000"/>
              </w:rPr>
              <w:t>Кіра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A0A3B" w14:textId="6D0825E7" w:rsidR="0053127C" w:rsidRPr="0053127C" w:rsidRDefault="00891B8D" w:rsidP="00891B8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учениця 2 класу </w:t>
            </w:r>
            <w:r>
              <w:rPr>
                <w:color w:val="000000"/>
              </w:rPr>
              <w:t>загальноосвітн</w:t>
            </w:r>
            <w:r>
              <w:rPr>
                <w:color w:val="000000"/>
                <w:lang w:val="uk-UA"/>
              </w:rPr>
              <w:t>ьої</w:t>
            </w:r>
            <w:r w:rsidRPr="0053127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школ</w:t>
            </w:r>
            <w:r>
              <w:rPr>
                <w:color w:val="000000"/>
                <w:lang w:val="uk-UA"/>
              </w:rPr>
              <w:t>и</w:t>
            </w:r>
            <w:r w:rsidRPr="0053127C">
              <w:rPr>
                <w:color w:val="000000"/>
              </w:rPr>
              <w:t xml:space="preserve"> І-ІІІ ступенів Мирноградської міської ради Донецько</w:t>
            </w:r>
            <w:r w:rsidRPr="0053127C">
              <w:rPr>
                <w:color w:val="000000"/>
                <w:lang w:val="uk-UA"/>
              </w:rPr>
              <w:t>ї області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26321" w14:textId="7241E550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КАЛЮЖНА</w:t>
            </w:r>
          </w:p>
          <w:p w14:paraId="76674495" w14:textId="5D5E7005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Олена Олегівна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F0F72" w14:textId="454038C0" w:rsidR="0053127C" w:rsidRPr="00891B8D" w:rsidRDefault="0053127C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вчитель інформатики</w:t>
            </w:r>
            <w:r w:rsidR="00891B8D">
              <w:rPr>
                <w:color w:val="000000"/>
                <w:lang w:val="uk-UA"/>
              </w:rPr>
              <w:t xml:space="preserve"> </w:t>
            </w:r>
            <w:r w:rsidR="00891B8D">
              <w:rPr>
                <w:color w:val="000000"/>
              </w:rPr>
              <w:t>загальноосвітн</w:t>
            </w:r>
            <w:r w:rsidR="00891B8D">
              <w:rPr>
                <w:color w:val="000000"/>
                <w:lang w:val="uk-UA"/>
              </w:rPr>
              <w:t>ьої</w:t>
            </w:r>
            <w:r w:rsidR="00891B8D" w:rsidRPr="0053127C">
              <w:rPr>
                <w:color w:val="000000"/>
              </w:rPr>
              <w:t xml:space="preserve"> </w:t>
            </w:r>
            <w:r w:rsidR="00891B8D">
              <w:rPr>
                <w:color w:val="000000"/>
              </w:rPr>
              <w:t>школ</w:t>
            </w:r>
            <w:r w:rsidR="00891B8D">
              <w:rPr>
                <w:color w:val="000000"/>
                <w:lang w:val="uk-UA"/>
              </w:rPr>
              <w:t>и</w:t>
            </w:r>
            <w:r w:rsidR="00891B8D" w:rsidRPr="0053127C">
              <w:rPr>
                <w:color w:val="000000"/>
              </w:rPr>
              <w:t xml:space="preserve"> І-ІІІ ступенів Мирноградської міської ради Донецько</w:t>
            </w:r>
            <w:r w:rsidR="00891B8D" w:rsidRPr="0053127C">
              <w:rPr>
                <w:color w:val="000000"/>
                <w:lang w:val="uk-UA"/>
              </w:rPr>
              <w:t>ї області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08A6B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ІІІ</w:t>
            </w:r>
          </w:p>
        </w:tc>
      </w:tr>
      <w:tr w:rsidR="0053127C" w:rsidRPr="0053127C" w14:paraId="751EF79A" w14:textId="77777777" w:rsidTr="00A743CF">
        <w:trPr>
          <w:trHeight w:val="792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5B442D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4C929" w14:textId="3C28E040" w:rsidR="00A743CF" w:rsidRDefault="00A743CF" w:rsidP="00A743CF">
            <w:pPr>
              <w:jc w:val="center"/>
              <w:rPr>
                <w:bCs/>
                <w:color w:val="000000"/>
                <w:lang w:val="uk-UA"/>
              </w:rPr>
            </w:pPr>
            <w:r w:rsidRPr="0053127C">
              <w:rPr>
                <w:bCs/>
                <w:color w:val="000000"/>
              </w:rPr>
              <w:t>РИБКА</w:t>
            </w:r>
          </w:p>
          <w:p w14:paraId="42534571" w14:textId="5A454570" w:rsidR="0053127C" w:rsidRPr="0053127C" w:rsidRDefault="0053127C" w:rsidP="00A743CF">
            <w:pPr>
              <w:jc w:val="center"/>
              <w:rPr>
                <w:bCs/>
                <w:color w:val="000000"/>
              </w:rPr>
            </w:pPr>
            <w:r w:rsidRPr="0053127C">
              <w:rPr>
                <w:bCs/>
                <w:color w:val="000000"/>
              </w:rPr>
              <w:t>Єва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BEAC0" w14:textId="21E114F2" w:rsidR="0053127C" w:rsidRPr="0053127C" w:rsidRDefault="00891B8D" w:rsidP="0053127C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вихованка </w:t>
            </w:r>
            <w:r w:rsidRPr="0053127C">
              <w:rPr>
                <w:color w:val="000000"/>
              </w:rPr>
              <w:t>комуналь</w:t>
            </w:r>
            <w:r>
              <w:rPr>
                <w:color w:val="000000"/>
              </w:rPr>
              <w:t>н</w:t>
            </w:r>
            <w:r>
              <w:rPr>
                <w:color w:val="000000"/>
                <w:lang w:val="uk-UA"/>
              </w:rPr>
              <w:t>ого</w:t>
            </w:r>
            <w:r>
              <w:rPr>
                <w:color w:val="000000"/>
              </w:rPr>
              <w:t xml:space="preserve"> заклад</w:t>
            </w:r>
            <w:r>
              <w:rPr>
                <w:color w:val="000000"/>
                <w:lang w:val="uk-UA"/>
              </w:rPr>
              <w:t>у</w:t>
            </w:r>
            <w:r>
              <w:rPr>
                <w:color w:val="000000"/>
              </w:rPr>
              <w:t xml:space="preserve"> позашкільної освіти </w:t>
            </w:r>
            <w:r w:rsidR="0053127C" w:rsidRPr="005E75D2">
              <w:rPr>
                <w:color w:val="000000" w:themeColor="text1"/>
                <w:lang w:val="uk-UA"/>
              </w:rPr>
              <w:t>“</w:t>
            </w:r>
            <w:r w:rsidR="0053127C" w:rsidRPr="0053127C">
              <w:rPr>
                <w:color w:val="000000"/>
              </w:rPr>
              <w:t xml:space="preserve">Центр позашкільної </w:t>
            </w:r>
            <w:r>
              <w:rPr>
                <w:color w:val="000000"/>
              </w:rPr>
              <w:t>освіти</w:t>
            </w:r>
            <w:r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  <w:r w:rsidR="0053127C" w:rsidRPr="0053127C">
              <w:rPr>
                <w:color w:val="000000"/>
              </w:rPr>
              <w:t xml:space="preserve"> Шахтарської міської ради</w:t>
            </w: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7EB84" w14:textId="266A7BE2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КОЛЕСНІК</w:t>
            </w:r>
          </w:p>
          <w:p w14:paraId="6B899466" w14:textId="0AFC56B2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Алла Василівна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F064B" w14:textId="5AD7A369" w:rsidR="0053127C" w:rsidRPr="00891B8D" w:rsidRDefault="00891B8D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 xml:space="preserve">керівник </w:t>
            </w:r>
            <w:r w:rsidR="0053127C" w:rsidRPr="0053127C">
              <w:rPr>
                <w:color w:val="000000"/>
              </w:rPr>
              <w:t>гуртка</w:t>
            </w:r>
            <w:r>
              <w:rPr>
                <w:color w:val="000000"/>
                <w:lang w:val="uk-UA"/>
              </w:rPr>
              <w:t xml:space="preserve"> </w:t>
            </w:r>
            <w:r w:rsidRPr="0053127C">
              <w:rPr>
                <w:color w:val="000000"/>
              </w:rPr>
              <w:t>комуналь</w:t>
            </w:r>
            <w:r>
              <w:rPr>
                <w:color w:val="000000"/>
              </w:rPr>
              <w:t>н</w:t>
            </w:r>
            <w:r>
              <w:rPr>
                <w:color w:val="000000"/>
                <w:lang w:val="uk-UA"/>
              </w:rPr>
              <w:t>ого</w:t>
            </w:r>
            <w:r>
              <w:rPr>
                <w:color w:val="000000"/>
              </w:rPr>
              <w:t xml:space="preserve"> заклад</w:t>
            </w:r>
            <w:r>
              <w:rPr>
                <w:color w:val="000000"/>
                <w:lang w:val="uk-UA"/>
              </w:rPr>
              <w:t>у</w:t>
            </w:r>
            <w:r>
              <w:rPr>
                <w:color w:val="000000"/>
              </w:rPr>
              <w:t xml:space="preserve"> позашкільної освіти </w:t>
            </w:r>
            <w:r w:rsidRPr="005E75D2">
              <w:rPr>
                <w:color w:val="000000" w:themeColor="text1"/>
                <w:lang w:val="uk-UA"/>
              </w:rPr>
              <w:t>“</w:t>
            </w:r>
            <w:r w:rsidRPr="0053127C">
              <w:rPr>
                <w:color w:val="000000"/>
              </w:rPr>
              <w:t xml:space="preserve">Центр позашкільної </w:t>
            </w:r>
            <w:r>
              <w:rPr>
                <w:color w:val="000000"/>
              </w:rPr>
              <w:t>освіти</w:t>
            </w:r>
            <w:r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  <w:r w:rsidRPr="0053127C">
              <w:rPr>
                <w:color w:val="000000"/>
              </w:rPr>
              <w:t xml:space="preserve"> Шахтарської міської </w:t>
            </w:r>
            <w:proofErr w:type="gramStart"/>
            <w:r w:rsidRPr="0053127C">
              <w:rPr>
                <w:color w:val="000000"/>
              </w:rPr>
              <w:t>ради</w:t>
            </w:r>
            <w:proofErr w:type="gram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11AD4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ІІІ</w:t>
            </w:r>
          </w:p>
        </w:tc>
      </w:tr>
      <w:tr w:rsidR="0053127C" w:rsidRPr="0053127C" w14:paraId="04F3C432" w14:textId="77777777" w:rsidTr="0009436F">
        <w:trPr>
          <w:trHeight w:val="528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0DBED0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DFC53" w14:textId="4D4A957F" w:rsidR="00A743CF" w:rsidRDefault="00A743CF" w:rsidP="00A743CF">
            <w:pPr>
              <w:jc w:val="center"/>
              <w:rPr>
                <w:bCs/>
                <w:color w:val="000000"/>
                <w:lang w:val="uk-UA"/>
              </w:rPr>
            </w:pPr>
            <w:r w:rsidRPr="0053127C">
              <w:rPr>
                <w:bCs/>
                <w:color w:val="000000"/>
              </w:rPr>
              <w:t>ХІМІНЕЦЬ</w:t>
            </w:r>
          </w:p>
          <w:p w14:paraId="6A5E12BE" w14:textId="2E85C835" w:rsidR="0053127C" w:rsidRPr="0053127C" w:rsidRDefault="0053127C" w:rsidP="00A743CF">
            <w:pPr>
              <w:jc w:val="center"/>
              <w:rPr>
                <w:bCs/>
                <w:color w:val="000000"/>
              </w:rPr>
            </w:pPr>
            <w:r w:rsidRPr="0053127C">
              <w:rPr>
                <w:bCs/>
                <w:color w:val="000000"/>
              </w:rPr>
              <w:t>Варвара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1F36B" w14:textId="0771A9CF" w:rsidR="0053127C" w:rsidRPr="0053127C" w:rsidRDefault="00891B8D" w:rsidP="0053127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учениця 2 класу </w:t>
            </w:r>
            <w:r>
              <w:rPr>
                <w:color w:val="000000"/>
              </w:rPr>
              <w:t>загальноосвітн</w:t>
            </w:r>
            <w:r>
              <w:rPr>
                <w:color w:val="000000"/>
                <w:lang w:val="uk-UA"/>
              </w:rPr>
              <w:t>ьої</w:t>
            </w:r>
            <w:r w:rsidRPr="0053127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школ</w:t>
            </w:r>
            <w:r>
              <w:rPr>
                <w:color w:val="000000"/>
                <w:lang w:val="uk-UA"/>
              </w:rPr>
              <w:t>и</w:t>
            </w:r>
            <w:r w:rsidRPr="0053127C">
              <w:rPr>
                <w:color w:val="000000"/>
              </w:rPr>
              <w:t xml:space="preserve"> І-ІІІ ступенів Мирноградської міської ради Донецько</w:t>
            </w:r>
            <w:r w:rsidRPr="0053127C">
              <w:rPr>
                <w:color w:val="000000"/>
                <w:lang w:val="uk-UA"/>
              </w:rPr>
              <w:t>ї області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84E08" w14:textId="5F21295B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КАЛЮЖНА</w:t>
            </w:r>
          </w:p>
          <w:p w14:paraId="03E41509" w14:textId="0D96AD34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Олена Олегівна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7A07B" w14:textId="5AAE68A0" w:rsidR="0053127C" w:rsidRPr="00891B8D" w:rsidRDefault="00891B8D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 xml:space="preserve">вчитель </w:t>
            </w:r>
            <w:r w:rsidR="0053127C" w:rsidRPr="0053127C">
              <w:rPr>
                <w:color w:val="000000"/>
              </w:rPr>
              <w:t>інформатики</w:t>
            </w:r>
            <w:r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</w:rPr>
              <w:t>загальноосвітн</w:t>
            </w:r>
            <w:r>
              <w:rPr>
                <w:color w:val="000000"/>
                <w:lang w:val="uk-UA"/>
              </w:rPr>
              <w:t>ьої</w:t>
            </w:r>
            <w:r w:rsidRPr="0053127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школ</w:t>
            </w:r>
            <w:r>
              <w:rPr>
                <w:color w:val="000000"/>
                <w:lang w:val="uk-UA"/>
              </w:rPr>
              <w:t>и</w:t>
            </w:r>
            <w:r w:rsidRPr="0053127C">
              <w:rPr>
                <w:color w:val="000000"/>
              </w:rPr>
              <w:t xml:space="preserve"> І-ІІІ ступенів Мирноградської міської ради Донецько</w:t>
            </w:r>
            <w:r w:rsidRPr="0053127C">
              <w:rPr>
                <w:color w:val="000000"/>
                <w:lang w:val="uk-UA"/>
              </w:rPr>
              <w:t>ї області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480F4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ІІІ</w:t>
            </w:r>
          </w:p>
        </w:tc>
      </w:tr>
    </w:tbl>
    <w:p w14:paraId="16BA6472" w14:textId="121DB185" w:rsidR="0053127C" w:rsidRPr="00891B8D" w:rsidRDefault="00891B8D" w:rsidP="00891B8D">
      <w:pPr>
        <w:rPr>
          <w:b/>
        </w:rPr>
      </w:pPr>
      <w:r w:rsidRPr="00891B8D">
        <w:rPr>
          <w:b/>
          <w:lang w:val="uk-UA"/>
        </w:rPr>
        <w:t>Вікова категорія -</w:t>
      </w:r>
      <w:r w:rsidR="0053127C" w:rsidRPr="00891B8D">
        <w:rPr>
          <w:b/>
        </w:rPr>
        <w:t>3 клас</w:t>
      </w:r>
    </w:p>
    <w:tbl>
      <w:tblPr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2293"/>
        <w:gridCol w:w="4085"/>
        <w:gridCol w:w="3119"/>
        <w:gridCol w:w="3969"/>
        <w:gridCol w:w="850"/>
      </w:tblGrid>
      <w:tr w:rsidR="0053127C" w:rsidRPr="0053127C" w14:paraId="219D512B" w14:textId="77777777" w:rsidTr="0009436F">
        <w:trPr>
          <w:trHeight w:val="79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C1853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B7328" w14:textId="1D5AEFDF" w:rsidR="00A743CF" w:rsidRDefault="00A743CF" w:rsidP="00A743CF">
            <w:pPr>
              <w:jc w:val="center"/>
              <w:rPr>
                <w:bCs/>
                <w:color w:val="000000"/>
                <w:lang w:val="uk-UA"/>
              </w:rPr>
            </w:pPr>
            <w:r w:rsidRPr="0053127C">
              <w:rPr>
                <w:bCs/>
                <w:color w:val="000000"/>
              </w:rPr>
              <w:t>ГОЛОВАТЮК</w:t>
            </w:r>
          </w:p>
          <w:p w14:paraId="702DD063" w14:textId="3CB4FF55" w:rsidR="0053127C" w:rsidRPr="0053127C" w:rsidRDefault="0053127C" w:rsidP="00A743CF">
            <w:pPr>
              <w:jc w:val="center"/>
              <w:rPr>
                <w:bCs/>
                <w:color w:val="000000"/>
              </w:rPr>
            </w:pPr>
            <w:r w:rsidRPr="0053127C">
              <w:rPr>
                <w:bCs/>
                <w:color w:val="000000"/>
              </w:rPr>
              <w:t>Кіра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05490" w14:textId="020FD683" w:rsidR="0053127C" w:rsidRPr="0053127C" w:rsidRDefault="0087419F" w:rsidP="0053127C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учениця 3 класу </w:t>
            </w:r>
            <w:r w:rsidR="0053127C" w:rsidRPr="0053127C">
              <w:rPr>
                <w:color w:val="000000"/>
              </w:rPr>
              <w:t>Кри</w:t>
            </w:r>
            <w:r>
              <w:rPr>
                <w:color w:val="000000"/>
              </w:rPr>
              <w:t>ворізьк</w:t>
            </w:r>
            <w:r>
              <w:rPr>
                <w:color w:val="000000"/>
                <w:lang w:val="uk-UA"/>
              </w:rPr>
              <w:t>ої</w:t>
            </w:r>
            <w:r>
              <w:rPr>
                <w:color w:val="000000"/>
              </w:rPr>
              <w:t xml:space="preserve"> гімназі</w:t>
            </w:r>
            <w:r>
              <w:rPr>
                <w:color w:val="000000"/>
                <w:lang w:val="uk-UA"/>
              </w:rPr>
              <w:t>ї</w:t>
            </w:r>
            <w:r w:rsidR="0053127C" w:rsidRPr="0053127C">
              <w:rPr>
                <w:color w:val="000000"/>
              </w:rPr>
              <w:t xml:space="preserve"> №114 Криворізької міської ради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51FB3" w14:textId="58C33D35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ОФІЦИНСЬКА</w:t>
            </w:r>
          </w:p>
          <w:p w14:paraId="29D8CFB0" w14:textId="34EDD558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Ірина Володимирівна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44F54" w14:textId="3DCC34D3" w:rsidR="0053127C" w:rsidRPr="00A47FC3" w:rsidRDefault="00A47FC3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 xml:space="preserve">заступниця </w:t>
            </w:r>
            <w:r w:rsidR="0053127C" w:rsidRPr="0053127C">
              <w:rPr>
                <w:color w:val="000000"/>
              </w:rPr>
              <w:t>директора з навчально-виховної роботи, вчителька інформатики</w:t>
            </w:r>
            <w:r>
              <w:rPr>
                <w:color w:val="000000"/>
                <w:lang w:val="uk-UA"/>
              </w:rPr>
              <w:t xml:space="preserve"> </w:t>
            </w:r>
            <w:r w:rsidRPr="0053127C">
              <w:rPr>
                <w:color w:val="000000"/>
              </w:rPr>
              <w:t>Кри</w:t>
            </w:r>
            <w:r>
              <w:rPr>
                <w:color w:val="000000"/>
              </w:rPr>
              <w:t>ворізьк</w:t>
            </w:r>
            <w:r>
              <w:rPr>
                <w:color w:val="000000"/>
                <w:lang w:val="uk-UA"/>
              </w:rPr>
              <w:t>ої</w:t>
            </w:r>
            <w:r>
              <w:rPr>
                <w:color w:val="000000"/>
              </w:rPr>
              <w:t xml:space="preserve"> гімназі</w:t>
            </w:r>
            <w:r>
              <w:rPr>
                <w:color w:val="000000"/>
                <w:lang w:val="uk-UA"/>
              </w:rPr>
              <w:t>ї</w:t>
            </w:r>
            <w:r w:rsidRPr="0053127C">
              <w:rPr>
                <w:color w:val="000000"/>
              </w:rPr>
              <w:t xml:space="preserve"> №114 Криворізької міської </w:t>
            </w:r>
            <w:proofErr w:type="gramStart"/>
            <w:r w:rsidRPr="0053127C">
              <w:rPr>
                <w:color w:val="000000"/>
              </w:rPr>
              <w:t>ради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8432CB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</w:t>
            </w:r>
          </w:p>
        </w:tc>
      </w:tr>
      <w:tr w:rsidR="0053127C" w:rsidRPr="0053127C" w14:paraId="776D5FED" w14:textId="77777777" w:rsidTr="0009436F">
        <w:trPr>
          <w:trHeight w:val="608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F93AC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588A5" w14:textId="5629B7AE" w:rsidR="00A743CF" w:rsidRDefault="00A743CF" w:rsidP="00A743CF">
            <w:pPr>
              <w:jc w:val="center"/>
              <w:rPr>
                <w:bCs/>
                <w:color w:val="000000"/>
                <w:lang w:val="uk-UA"/>
              </w:rPr>
            </w:pPr>
            <w:r w:rsidRPr="0053127C">
              <w:rPr>
                <w:bCs/>
                <w:color w:val="000000"/>
              </w:rPr>
              <w:t>ЛОПИРЬОНОК</w:t>
            </w:r>
          </w:p>
          <w:p w14:paraId="4110F80A" w14:textId="06B43467" w:rsidR="0053127C" w:rsidRPr="0053127C" w:rsidRDefault="0053127C" w:rsidP="00A743CF">
            <w:pPr>
              <w:jc w:val="center"/>
              <w:rPr>
                <w:bCs/>
                <w:color w:val="000000"/>
              </w:rPr>
            </w:pPr>
            <w:r w:rsidRPr="0053127C">
              <w:rPr>
                <w:bCs/>
                <w:color w:val="000000"/>
              </w:rPr>
              <w:t>Руслан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86735" w14:textId="220B26CD" w:rsidR="0053127C" w:rsidRPr="0053127C" w:rsidRDefault="00A47FC3" w:rsidP="0053127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учень 3 класу </w:t>
            </w:r>
            <w:r w:rsidRPr="0053127C">
              <w:rPr>
                <w:color w:val="000000"/>
              </w:rPr>
              <w:t>Кри</w:t>
            </w:r>
            <w:r>
              <w:rPr>
                <w:color w:val="000000"/>
              </w:rPr>
              <w:t>ворізьк</w:t>
            </w:r>
            <w:r>
              <w:rPr>
                <w:color w:val="000000"/>
                <w:lang w:val="uk-UA"/>
              </w:rPr>
              <w:t>ої</w:t>
            </w:r>
            <w:r>
              <w:rPr>
                <w:color w:val="000000"/>
              </w:rPr>
              <w:t xml:space="preserve"> гімназі</w:t>
            </w:r>
            <w:r>
              <w:rPr>
                <w:color w:val="000000"/>
                <w:lang w:val="uk-UA"/>
              </w:rPr>
              <w:t>ї</w:t>
            </w:r>
            <w:r>
              <w:rPr>
                <w:color w:val="000000"/>
              </w:rPr>
              <w:t xml:space="preserve"> №1</w:t>
            </w:r>
            <w:r>
              <w:rPr>
                <w:color w:val="000000"/>
                <w:lang w:val="uk-UA"/>
              </w:rPr>
              <w:t>03</w:t>
            </w:r>
            <w:r w:rsidRPr="0053127C">
              <w:rPr>
                <w:color w:val="000000"/>
              </w:rPr>
              <w:t xml:space="preserve"> Криворізької міської ради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E571B" w14:textId="77777777" w:rsidR="00A743CF" w:rsidRDefault="0053127C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Афанасьєв</w:t>
            </w:r>
          </w:p>
          <w:p w14:paraId="346C3259" w14:textId="79FC6F29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Сергій Володимирович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44EDC" w14:textId="53CBC458" w:rsidR="0053127C" w:rsidRPr="00A47FC3" w:rsidRDefault="00A47FC3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В</w:t>
            </w:r>
            <w:r w:rsidR="0053127C" w:rsidRPr="0053127C">
              <w:rPr>
                <w:color w:val="000000"/>
              </w:rPr>
              <w:t>читель</w:t>
            </w:r>
            <w:r>
              <w:rPr>
                <w:color w:val="000000"/>
                <w:lang w:val="uk-UA"/>
              </w:rPr>
              <w:t xml:space="preserve"> </w:t>
            </w:r>
            <w:r w:rsidRPr="0053127C">
              <w:rPr>
                <w:color w:val="000000"/>
              </w:rPr>
              <w:t>Кри</w:t>
            </w:r>
            <w:r>
              <w:rPr>
                <w:color w:val="000000"/>
              </w:rPr>
              <w:t>ворізьк</w:t>
            </w:r>
            <w:r>
              <w:rPr>
                <w:color w:val="000000"/>
                <w:lang w:val="uk-UA"/>
              </w:rPr>
              <w:t>ої</w:t>
            </w:r>
            <w:r>
              <w:rPr>
                <w:color w:val="000000"/>
              </w:rPr>
              <w:t xml:space="preserve"> гімназі</w:t>
            </w:r>
            <w:r>
              <w:rPr>
                <w:color w:val="000000"/>
                <w:lang w:val="uk-UA"/>
              </w:rPr>
              <w:t>ї</w:t>
            </w:r>
            <w:r>
              <w:rPr>
                <w:color w:val="000000"/>
              </w:rPr>
              <w:t xml:space="preserve"> №1</w:t>
            </w:r>
            <w:r>
              <w:rPr>
                <w:color w:val="000000"/>
                <w:lang w:val="uk-UA"/>
              </w:rPr>
              <w:t>03</w:t>
            </w:r>
            <w:r w:rsidRPr="0053127C">
              <w:rPr>
                <w:color w:val="000000"/>
              </w:rPr>
              <w:t xml:space="preserve"> Криворізької міської ради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E20F30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</w:t>
            </w:r>
          </w:p>
        </w:tc>
      </w:tr>
      <w:tr w:rsidR="0053127C" w:rsidRPr="0053127C" w14:paraId="7AFD2347" w14:textId="77777777" w:rsidTr="0009436F">
        <w:trPr>
          <w:trHeight w:val="79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60FD8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D3DD6" w14:textId="3D9DF0FA" w:rsidR="00A743CF" w:rsidRDefault="00A743CF" w:rsidP="00A743CF">
            <w:pPr>
              <w:jc w:val="center"/>
              <w:rPr>
                <w:bCs/>
                <w:color w:val="000000"/>
                <w:lang w:val="uk-UA"/>
              </w:rPr>
            </w:pPr>
            <w:r w:rsidRPr="0053127C">
              <w:rPr>
                <w:bCs/>
                <w:color w:val="000000"/>
              </w:rPr>
              <w:t>ГОЛОВКО</w:t>
            </w:r>
          </w:p>
          <w:p w14:paraId="159A97FB" w14:textId="3AB3581B" w:rsidR="0053127C" w:rsidRPr="0053127C" w:rsidRDefault="0053127C" w:rsidP="00A743CF">
            <w:pPr>
              <w:jc w:val="center"/>
              <w:rPr>
                <w:bCs/>
                <w:color w:val="000000"/>
              </w:rPr>
            </w:pPr>
            <w:r w:rsidRPr="0053127C">
              <w:rPr>
                <w:bCs/>
                <w:color w:val="000000"/>
              </w:rPr>
              <w:t>Аліса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528BC" w14:textId="1BE2056B" w:rsidR="0053127C" w:rsidRPr="0053127C" w:rsidRDefault="00A47FC3" w:rsidP="0053127C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учениця 3 класу </w:t>
            </w:r>
            <w:r>
              <w:rPr>
                <w:color w:val="000000"/>
              </w:rPr>
              <w:t>Новоолександрівськ</w:t>
            </w:r>
            <w:r>
              <w:rPr>
                <w:color w:val="000000"/>
                <w:lang w:val="uk-UA"/>
              </w:rPr>
              <w:t>ого</w:t>
            </w:r>
            <w:r>
              <w:rPr>
                <w:color w:val="000000"/>
              </w:rPr>
              <w:t xml:space="preserve"> ліце</w:t>
            </w:r>
            <w:r>
              <w:rPr>
                <w:color w:val="000000"/>
                <w:lang w:val="uk-UA"/>
              </w:rPr>
              <w:t>ю</w:t>
            </w:r>
            <w:r w:rsidR="0053127C" w:rsidRPr="0053127C">
              <w:rPr>
                <w:color w:val="000000"/>
              </w:rPr>
              <w:t xml:space="preserve"> Новоолександрівської сільської ради Дніпровського району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183C7" w14:textId="00BAD6D8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МАЧОГАН</w:t>
            </w:r>
          </w:p>
          <w:p w14:paraId="34B8A91C" w14:textId="64416B0F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Анастасія Сергіївна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C77D5" w14:textId="12CB85F3" w:rsidR="0053127C" w:rsidRPr="00A47FC3" w:rsidRDefault="0053127C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вчитель інформатики</w:t>
            </w:r>
            <w:r w:rsidR="00A47FC3">
              <w:rPr>
                <w:color w:val="000000"/>
                <w:lang w:val="uk-UA"/>
              </w:rPr>
              <w:t xml:space="preserve"> </w:t>
            </w:r>
            <w:r w:rsidR="00A47FC3">
              <w:rPr>
                <w:color w:val="000000"/>
              </w:rPr>
              <w:t>Новоолександрівськ</w:t>
            </w:r>
            <w:r w:rsidR="00A47FC3">
              <w:rPr>
                <w:color w:val="000000"/>
                <w:lang w:val="uk-UA"/>
              </w:rPr>
              <w:t>ого</w:t>
            </w:r>
            <w:r w:rsidR="00A47FC3">
              <w:rPr>
                <w:color w:val="000000"/>
              </w:rPr>
              <w:t xml:space="preserve"> ліце</w:t>
            </w:r>
            <w:r w:rsidR="00A47FC3">
              <w:rPr>
                <w:color w:val="000000"/>
                <w:lang w:val="uk-UA"/>
              </w:rPr>
              <w:t>ю</w:t>
            </w:r>
            <w:r w:rsidR="00A47FC3" w:rsidRPr="0053127C">
              <w:rPr>
                <w:color w:val="000000"/>
              </w:rPr>
              <w:t xml:space="preserve"> Новоолександрівської сільської ради Дніпровського району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CDE5FE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</w:t>
            </w:r>
          </w:p>
        </w:tc>
      </w:tr>
      <w:tr w:rsidR="0053127C" w:rsidRPr="0053127C" w14:paraId="3C1539BE" w14:textId="77777777" w:rsidTr="0009436F">
        <w:trPr>
          <w:trHeight w:val="79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F4B1C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712FD" w14:textId="1826687F" w:rsidR="00A743CF" w:rsidRDefault="00A743CF" w:rsidP="00A743CF">
            <w:pPr>
              <w:jc w:val="center"/>
              <w:rPr>
                <w:bCs/>
                <w:color w:val="000000"/>
                <w:lang w:val="uk-UA"/>
              </w:rPr>
            </w:pPr>
            <w:r w:rsidRPr="0053127C">
              <w:rPr>
                <w:bCs/>
                <w:color w:val="000000"/>
              </w:rPr>
              <w:t>СИВИНЮК</w:t>
            </w:r>
          </w:p>
          <w:p w14:paraId="033155CE" w14:textId="6F4408BD" w:rsidR="0053127C" w:rsidRPr="0053127C" w:rsidRDefault="0053127C" w:rsidP="00A743CF">
            <w:pPr>
              <w:jc w:val="center"/>
              <w:rPr>
                <w:bCs/>
                <w:color w:val="000000"/>
              </w:rPr>
            </w:pPr>
            <w:r w:rsidRPr="0053127C">
              <w:rPr>
                <w:bCs/>
                <w:color w:val="000000"/>
              </w:rPr>
              <w:t>Лілія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57124" w14:textId="5EA37A43" w:rsidR="0053127C" w:rsidRPr="0053127C" w:rsidRDefault="00A47FC3" w:rsidP="0053127C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учениця 3 класу </w:t>
            </w:r>
            <w:r>
              <w:rPr>
                <w:color w:val="000000"/>
              </w:rPr>
              <w:t>Новоолександрівськ</w:t>
            </w:r>
            <w:r>
              <w:rPr>
                <w:color w:val="000000"/>
                <w:lang w:val="uk-UA"/>
              </w:rPr>
              <w:t>ого</w:t>
            </w:r>
            <w:r>
              <w:rPr>
                <w:color w:val="000000"/>
              </w:rPr>
              <w:t xml:space="preserve"> ліце</w:t>
            </w:r>
            <w:r>
              <w:rPr>
                <w:color w:val="000000"/>
                <w:lang w:val="uk-UA"/>
              </w:rPr>
              <w:t>ю</w:t>
            </w:r>
            <w:r w:rsidRPr="0053127C">
              <w:rPr>
                <w:color w:val="000000"/>
              </w:rPr>
              <w:t xml:space="preserve"> Новоолександрівської сільської ради Дніпровського району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8861A" w14:textId="7E5480BC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МАЧОГАН</w:t>
            </w:r>
          </w:p>
          <w:p w14:paraId="49C2397D" w14:textId="25A84687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Анастасія Сергіївна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43EDC" w14:textId="05A1C466" w:rsidR="0053127C" w:rsidRPr="00A47FC3" w:rsidRDefault="0053127C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вчитель інформатики</w:t>
            </w:r>
            <w:r w:rsidR="00A47FC3">
              <w:rPr>
                <w:color w:val="000000"/>
                <w:lang w:val="uk-UA"/>
              </w:rPr>
              <w:t xml:space="preserve"> </w:t>
            </w:r>
            <w:r w:rsidR="00A47FC3">
              <w:rPr>
                <w:color w:val="000000"/>
              </w:rPr>
              <w:t>Новоолександрівськ</w:t>
            </w:r>
            <w:r w:rsidR="00A47FC3">
              <w:rPr>
                <w:color w:val="000000"/>
                <w:lang w:val="uk-UA"/>
              </w:rPr>
              <w:t>ого</w:t>
            </w:r>
            <w:r w:rsidR="00A47FC3">
              <w:rPr>
                <w:color w:val="000000"/>
              </w:rPr>
              <w:t xml:space="preserve"> ліце</w:t>
            </w:r>
            <w:r w:rsidR="00A47FC3">
              <w:rPr>
                <w:color w:val="000000"/>
                <w:lang w:val="uk-UA"/>
              </w:rPr>
              <w:t>ю</w:t>
            </w:r>
            <w:r w:rsidR="00A47FC3" w:rsidRPr="0053127C">
              <w:rPr>
                <w:color w:val="000000"/>
              </w:rPr>
              <w:t xml:space="preserve"> Новоолександрівської сільської ради Дніпровського району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8C5E94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</w:t>
            </w:r>
          </w:p>
        </w:tc>
      </w:tr>
      <w:tr w:rsidR="0053127C" w:rsidRPr="0053127C" w14:paraId="5DD587C8" w14:textId="77777777" w:rsidTr="00A743CF">
        <w:trPr>
          <w:trHeight w:val="79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5101C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063F0" w14:textId="16065C92" w:rsidR="00A743CF" w:rsidRDefault="00A743CF" w:rsidP="00A743CF">
            <w:pPr>
              <w:jc w:val="center"/>
              <w:rPr>
                <w:bCs/>
                <w:color w:val="000000"/>
                <w:lang w:val="uk-UA"/>
              </w:rPr>
            </w:pPr>
            <w:r w:rsidRPr="0053127C">
              <w:rPr>
                <w:bCs/>
                <w:color w:val="000000"/>
              </w:rPr>
              <w:t>КАЛАШНІКОВА</w:t>
            </w:r>
          </w:p>
          <w:p w14:paraId="7B57ACBA" w14:textId="7B46A302" w:rsidR="0053127C" w:rsidRPr="0053127C" w:rsidRDefault="0053127C" w:rsidP="00A743CF">
            <w:pPr>
              <w:jc w:val="center"/>
              <w:rPr>
                <w:bCs/>
                <w:color w:val="000000"/>
              </w:rPr>
            </w:pPr>
            <w:r w:rsidRPr="0053127C">
              <w:rPr>
                <w:bCs/>
                <w:color w:val="000000"/>
              </w:rPr>
              <w:t>Катерина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A625D" w14:textId="4EE38F43" w:rsidR="0053127C" w:rsidRPr="0053127C" w:rsidRDefault="00A47FC3" w:rsidP="0053127C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вихованка </w:t>
            </w:r>
            <w:r>
              <w:rPr>
                <w:color w:val="000000"/>
              </w:rPr>
              <w:t>комунальн</w:t>
            </w:r>
            <w:r>
              <w:rPr>
                <w:color w:val="000000"/>
                <w:lang w:val="uk-UA"/>
              </w:rPr>
              <w:t>ого</w:t>
            </w:r>
            <w:r>
              <w:rPr>
                <w:color w:val="000000"/>
              </w:rPr>
              <w:t xml:space="preserve"> </w:t>
            </w:r>
            <w:r w:rsidR="0053127C">
              <w:rPr>
                <w:color w:val="000000"/>
              </w:rPr>
              <w:t>заклад</w:t>
            </w:r>
            <w:r>
              <w:rPr>
                <w:color w:val="000000"/>
                <w:lang w:val="uk-UA"/>
              </w:rPr>
              <w:t>у</w:t>
            </w:r>
            <w:r w:rsidR="0053127C">
              <w:rPr>
                <w:color w:val="000000"/>
              </w:rPr>
              <w:t xml:space="preserve"> </w:t>
            </w:r>
            <w:r w:rsidR="0053127C" w:rsidRPr="005E75D2">
              <w:rPr>
                <w:color w:val="000000" w:themeColor="text1"/>
                <w:lang w:val="uk-UA"/>
              </w:rPr>
              <w:t>“</w:t>
            </w:r>
            <w:r w:rsidR="0053127C" w:rsidRPr="0053127C">
              <w:rPr>
                <w:color w:val="000000"/>
              </w:rPr>
              <w:t>Буд</w:t>
            </w:r>
            <w:r w:rsidR="00891B8D">
              <w:rPr>
                <w:color w:val="000000"/>
              </w:rPr>
              <w:t>инок творчості дітей та юнацтва</w:t>
            </w:r>
            <w:r w:rsidR="00891B8D"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  <w:r w:rsidR="0053127C" w:rsidRPr="0053127C">
              <w:rPr>
                <w:color w:val="000000"/>
              </w:rPr>
              <w:t xml:space="preserve"> Кам'янської міської ради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66FFF" w14:textId="723D1D8E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КАРЦЕВА</w:t>
            </w:r>
          </w:p>
          <w:p w14:paraId="70EC814B" w14:textId="71C367AB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Марина Леонідівна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90FA9" w14:textId="6DCD3179" w:rsidR="0053127C" w:rsidRPr="00A47FC3" w:rsidRDefault="0053127C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керівник гуртка</w:t>
            </w:r>
            <w:r w:rsidR="00A47FC3">
              <w:rPr>
                <w:color w:val="000000"/>
                <w:lang w:val="uk-UA"/>
              </w:rPr>
              <w:t xml:space="preserve"> </w:t>
            </w:r>
            <w:r w:rsidR="00A47FC3">
              <w:rPr>
                <w:color w:val="000000"/>
              </w:rPr>
              <w:t>комунальн</w:t>
            </w:r>
            <w:r w:rsidR="00A47FC3">
              <w:rPr>
                <w:color w:val="000000"/>
                <w:lang w:val="uk-UA"/>
              </w:rPr>
              <w:t>ого</w:t>
            </w:r>
            <w:r w:rsidR="00A47FC3">
              <w:rPr>
                <w:color w:val="000000"/>
              </w:rPr>
              <w:t xml:space="preserve"> заклад</w:t>
            </w:r>
            <w:r w:rsidR="00A47FC3">
              <w:rPr>
                <w:color w:val="000000"/>
                <w:lang w:val="uk-UA"/>
              </w:rPr>
              <w:t>у</w:t>
            </w:r>
            <w:r w:rsidR="00A47FC3">
              <w:rPr>
                <w:color w:val="000000"/>
              </w:rPr>
              <w:t xml:space="preserve"> </w:t>
            </w:r>
            <w:r w:rsidR="00A47FC3" w:rsidRPr="005E75D2">
              <w:rPr>
                <w:color w:val="000000" w:themeColor="text1"/>
                <w:lang w:val="uk-UA"/>
              </w:rPr>
              <w:t>“</w:t>
            </w:r>
            <w:r w:rsidR="00A47FC3" w:rsidRPr="0053127C">
              <w:rPr>
                <w:color w:val="000000"/>
              </w:rPr>
              <w:t>Буд</w:t>
            </w:r>
            <w:r w:rsidR="00A47FC3">
              <w:rPr>
                <w:color w:val="000000"/>
              </w:rPr>
              <w:t>инок творчості дітей та юнацтва</w:t>
            </w:r>
            <w:r w:rsidR="00A47FC3"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  <w:r w:rsidR="00A47FC3" w:rsidRPr="0053127C">
              <w:rPr>
                <w:color w:val="000000"/>
              </w:rPr>
              <w:t xml:space="preserve"> Кам'янської міської </w:t>
            </w:r>
            <w:proofErr w:type="gramStart"/>
            <w:r w:rsidR="00A47FC3" w:rsidRPr="0053127C">
              <w:rPr>
                <w:color w:val="000000"/>
              </w:rPr>
              <w:t>ради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A9227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ІІ</w:t>
            </w:r>
          </w:p>
        </w:tc>
      </w:tr>
      <w:tr w:rsidR="0053127C" w:rsidRPr="0053127C" w14:paraId="76CF682A" w14:textId="77777777" w:rsidTr="00A743CF">
        <w:trPr>
          <w:trHeight w:val="79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6E489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D09BF" w14:textId="3A16D3AD" w:rsidR="00A743CF" w:rsidRDefault="00A743CF" w:rsidP="00A743CF">
            <w:pPr>
              <w:jc w:val="center"/>
              <w:rPr>
                <w:bCs/>
                <w:color w:val="000000"/>
                <w:lang w:val="uk-UA"/>
              </w:rPr>
            </w:pPr>
            <w:r w:rsidRPr="0053127C">
              <w:rPr>
                <w:bCs/>
                <w:color w:val="000000"/>
              </w:rPr>
              <w:t>НАПОЛОВА</w:t>
            </w:r>
          </w:p>
          <w:p w14:paraId="603A56A6" w14:textId="256AB32D" w:rsidR="0053127C" w:rsidRPr="0053127C" w:rsidRDefault="0053127C" w:rsidP="00A743CF">
            <w:pPr>
              <w:jc w:val="center"/>
              <w:rPr>
                <w:bCs/>
                <w:color w:val="000000"/>
              </w:rPr>
            </w:pPr>
            <w:r w:rsidRPr="0053127C">
              <w:rPr>
                <w:bCs/>
                <w:color w:val="000000"/>
              </w:rPr>
              <w:t>Уляна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B1A50" w14:textId="07494147" w:rsidR="0053127C" w:rsidRPr="0053127C" w:rsidRDefault="0087419F" w:rsidP="0053127C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учениця 3 класу </w:t>
            </w:r>
            <w:r w:rsidRPr="0053127C">
              <w:rPr>
                <w:color w:val="000000"/>
              </w:rPr>
              <w:t>Кри</w:t>
            </w:r>
            <w:r>
              <w:rPr>
                <w:color w:val="000000"/>
              </w:rPr>
              <w:t>ворізьк</w:t>
            </w:r>
            <w:r>
              <w:rPr>
                <w:color w:val="000000"/>
                <w:lang w:val="uk-UA"/>
              </w:rPr>
              <w:t>ої</w:t>
            </w:r>
            <w:r>
              <w:rPr>
                <w:color w:val="000000"/>
              </w:rPr>
              <w:t xml:space="preserve"> гімназі</w:t>
            </w:r>
            <w:r>
              <w:rPr>
                <w:color w:val="000000"/>
                <w:lang w:val="uk-UA"/>
              </w:rPr>
              <w:t>ї</w:t>
            </w:r>
            <w:r>
              <w:rPr>
                <w:color w:val="000000"/>
              </w:rPr>
              <w:t xml:space="preserve"> №1</w:t>
            </w:r>
            <w:r>
              <w:rPr>
                <w:color w:val="000000"/>
                <w:lang w:val="uk-UA"/>
              </w:rPr>
              <w:t>9</w:t>
            </w:r>
            <w:r w:rsidRPr="0053127C">
              <w:rPr>
                <w:color w:val="000000"/>
              </w:rPr>
              <w:t xml:space="preserve"> Криворізької міської ради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8A77A" w14:textId="5C776664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ГЛАДКИЙ</w:t>
            </w:r>
          </w:p>
          <w:p w14:paraId="5FCD3A24" w14:textId="60BF45E9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Віталій Юрійович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C5111" w14:textId="0BF29950" w:rsidR="0053127C" w:rsidRPr="00261DA9" w:rsidRDefault="0053127C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вчитель інформатики</w:t>
            </w:r>
            <w:r w:rsidR="00261DA9">
              <w:rPr>
                <w:color w:val="000000"/>
                <w:lang w:val="uk-UA"/>
              </w:rPr>
              <w:t xml:space="preserve"> </w:t>
            </w:r>
            <w:r w:rsidR="00261DA9" w:rsidRPr="0053127C">
              <w:rPr>
                <w:color w:val="000000"/>
              </w:rPr>
              <w:t>Кри</w:t>
            </w:r>
            <w:r w:rsidR="00261DA9">
              <w:rPr>
                <w:color w:val="000000"/>
              </w:rPr>
              <w:t>ворізьк</w:t>
            </w:r>
            <w:r w:rsidR="00261DA9">
              <w:rPr>
                <w:color w:val="000000"/>
                <w:lang w:val="uk-UA"/>
              </w:rPr>
              <w:t>ої</w:t>
            </w:r>
            <w:r w:rsidR="00261DA9">
              <w:rPr>
                <w:color w:val="000000"/>
              </w:rPr>
              <w:t xml:space="preserve"> гімназі</w:t>
            </w:r>
            <w:r w:rsidR="00261DA9">
              <w:rPr>
                <w:color w:val="000000"/>
                <w:lang w:val="uk-UA"/>
              </w:rPr>
              <w:t>ї</w:t>
            </w:r>
            <w:r w:rsidR="00261DA9">
              <w:rPr>
                <w:color w:val="000000"/>
              </w:rPr>
              <w:t xml:space="preserve"> №1</w:t>
            </w:r>
            <w:r w:rsidR="00261DA9">
              <w:rPr>
                <w:color w:val="000000"/>
                <w:lang w:val="uk-UA"/>
              </w:rPr>
              <w:t>9</w:t>
            </w:r>
            <w:r w:rsidR="00261DA9" w:rsidRPr="0053127C">
              <w:rPr>
                <w:color w:val="000000"/>
              </w:rPr>
              <w:t xml:space="preserve"> Криворізької міської ради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FED8C9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ІІ</w:t>
            </w:r>
          </w:p>
        </w:tc>
      </w:tr>
      <w:tr w:rsidR="0053127C" w:rsidRPr="0053127C" w14:paraId="547A7E42" w14:textId="77777777" w:rsidTr="00A743CF">
        <w:trPr>
          <w:trHeight w:val="79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C0899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5086A" w14:textId="1C98C782" w:rsidR="00A743CF" w:rsidRDefault="00A743CF" w:rsidP="00A743CF">
            <w:pPr>
              <w:jc w:val="center"/>
              <w:rPr>
                <w:bCs/>
                <w:color w:val="000000"/>
                <w:lang w:val="uk-UA"/>
              </w:rPr>
            </w:pPr>
            <w:r w:rsidRPr="0053127C">
              <w:rPr>
                <w:bCs/>
                <w:color w:val="000000"/>
              </w:rPr>
              <w:t>ШУСТВАЛЬ</w:t>
            </w:r>
          </w:p>
          <w:p w14:paraId="4D429A71" w14:textId="0DA166C2" w:rsidR="0053127C" w:rsidRPr="0053127C" w:rsidRDefault="0053127C" w:rsidP="00A743CF">
            <w:pPr>
              <w:jc w:val="center"/>
              <w:rPr>
                <w:bCs/>
                <w:color w:val="000000"/>
              </w:rPr>
            </w:pPr>
            <w:r w:rsidRPr="0053127C">
              <w:rPr>
                <w:bCs/>
                <w:color w:val="000000"/>
              </w:rPr>
              <w:t>Михайло</w:t>
            </w:r>
          </w:p>
        </w:tc>
        <w:tc>
          <w:tcPr>
            <w:tcW w:w="4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BB81F" w14:textId="28203B32" w:rsidR="0053127C" w:rsidRPr="00891B8D" w:rsidRDefault="00261DA9" w:rsidP="0053127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вихованець </w:t>
            </w:r>
            <w:r>
              <w:rPr>
                <w:color w:val="000000"/>
              </w:rPr>
              <w:t>комунальн</w:t>
            </w:r>
            <w:r>
              <w:rPr>
                <w:color w:val="000000"/>
                <w:lang w:val="uk-UA"/>
              </w:rPr>
              <w:t>ого</w:t>
            </w:r>
            <w:r>
              <w:rPr>
                <w:color w:val="000000"/>
              </w:rPr>
              <w:t xml:space="preserve"> заклад</w:t>
            </w:r>
            <w:r>
              <w:rPr>
                <w:color w:val="000000"/>
                <w:lang w:val="uk-UA"/>
              </w:rPr>
              <w:t>у</w:t>
            </w:r>
            <w:r>
              <w:rPr>
                <w:color w:val="000000"/>
              </w:rPr>
              <w:t xml:space="preserve"> </w:t>
            </w:r>
            <w:r w:rsidR="0053127C">
              <w:rPr>
                <w:color w:val="000000"/>
              </w:rPr>
              <w:t xml:space="preserve">позашкільної освіти </w:t>
            </w:r>
            <w:r w:rsidR="0053127C" w:rsidRPr="005E75D2">
              <w:rPr>
                <w:color w:val="000000" w:themeColor="text1"/>
                <w:lang w:val="uk-UA"/>
              </w:rPr>
              <w:t>“</w:t>
            </w:r>
            <w:r w:rsidR="0053127C" w:rsidRPr="0053127C">
              <w:rPr>
                <w:color w:val="000000"/>
              </w:rPr>
              <w:t>Буд</w:t>
            </w:r>
            <w:r w:rsidR="00891B8D">
              <w:rPr>
                <w:color w:val="000000"/>
              </w:rPr>
              <w:t>инок творчості дітей та юнацтва</w:t>
            </w:r>
            <w:r w:rsidR="00891B8D"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  <w:r w:rsidR="0053127C" w:rsidRPr="0053127C">
              <w:rPr>
                <w:color w:val="000000"/>
              </w:rPr>
              <w:t xml:space="preserve"> Покровської міської</w:t>
            </w:r>
            <w:r w:rsidR="00891B8D">
              <w:rPr>
                <w:color w:val="000000"/>
              </w:rPr>
              <w:t xml:space="preserve"> ради Дніпропетровської області</w:t>
            </w:r>
            <w:r w:rsidR="00891B8D"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DD207" w14:textId="30901CE4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КОНДРАТЮК</w:t>
            </w:r>
          </w:p>
          <w:p w14:paraId="1B43334A" w14:textId="3956ABBB" w:rsidR="0053127C" w:rsidRPr="0053127C" w:rsidRDefault="0053127C" w:rsidP="00A743CF">
            <w:pPr>
              <w:jc w:val="center"/>
              <w:rPr>
                <w:color w:val="000000"/>
              </w:rPr>
            </w:pPr>
            <w:proofErr w:type="gramStart"/>
            <w:r w:rsidRPr="0053127C">
              <w:rPr>
                <w:color w:val="000000"/>
              </w:rPr>
              <w:t>Наталія</w:t>
            </w:r>
            <w:proofErr w:type="gramEnd"/>
            <w:r w:rsidRPr="0053127C">
              <w:rPr>
                <w:color w:val="000000"/>
              </w:rPr>
              <w:t xml:space="preserve"> Олександрівна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34FEE" w14:textId="637B29E5" w:rsidR="0053127C" w:rsidRPr="0053127C" w:rsidRDefault="00261DA9" w:rsidP="0053127C">
            <w:pPr>
              <w:rPr>
                <w:color w:val="000000"/>
              </w:rPr>
            </w:pPr>
            <w:r w:rsidRPr="0053127C">
              <w:rPr>
                <w:color w:val="000000"/>
              </w:rPr>
              <w:t xml:space="preserve">керівник </w:t>
            </w:r>
            <w:r w:rsidR="0053127C" w:rsidRPr="0053127C">
              <w:rPr>
                <w:color w:val="000000"/>
              </w:rPr>
              <w:t xml:space="preserve">гуртка </w:t>
            </w:r>
            <w:r>
              <w:rPr>
                <w:color w:val="000000"/>
              </w:rPr>
              <w:t>комунальн</w:t>
            </w:r>
            <w:r>
              <w:rPr>
                <w:color w:val="000000"/>
                <w:lang w:val="uk-UA"/>
              </w:rPr>
              <w:t>ого</w:t>
            </w:r>
            <w:r>
              <w:rPr>
                <w:color w:val="000000"/>
              </w:rPr>
              <w:t xml:space="preserve"> заклад</w:t>
            </w:r>
            <w:r>
              <w:rPr>
                <w:color w:val="000000"/>
                <w:lang w:val="uk-UA"/>
              </w:rPr>
              <w:t>у</w:t>
            </w:r>
            <w:r>
              <w:rPr>
                <w:color w:val="000000"/>
              </w:rPr>
              <w:t xml:space="preserve"> позашкільної освіти </w:t>
            </w:r>
            <w:r w:rsidRPr="005E75D2">
              <w:rPr>
                <w:color w:val="000000" w:themeColor="text1"/>
                <w:lang w:val="uk-UA"/>
              </w:rPr>
              <w:t>“</w:t>
            </w:r>
            <w:r w:rsidRPr="0053127C">
              <w:rPr>
                <w:color w:val="000000"/>
              </w:rPr>
              <w:t>Буд</w:t>
            </w:r>
            <w:r>
              <w:rPr>
                <w:color w:val="000000"/>
              </w:rPr>
              <w:t>инок творчості дітей та юнацтва</w:t>
            </w:r>
            <w:r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  <w:r w:rsidRPr="0053127C">
              <w:rPr>
                <w:color w:val="000000"/>
              </w:rPr>
              <w:t xml:space="preserve"> Покровської міської</w:t>
            </w:r>
            <w:r>
              <w:rPr>
                <w:color w:val="000000"/>
              </w:rPr>
              <w:t xml:space="preserve"> ради Дніпропетровської області</w:t>
            </w:r>
            <w:r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E6A8E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ІІ</w:t>
            </w:r>
          </w:p>
        </w:tc>
      </w:tr>
      <w:tr w:rsidR="0053127C" w:rsidRPr="0053127C" w14:paraId="6432E5BA" w14:textId="77777777" w:rsidTr="0009436F">
        <w:trPr>
          <w:trHeight w:val="79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A9E69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DB19B" w14:textId="76E764E7" w:rsidR="00A743CF" w:rsidRDefault="00A743CF" w:rsidP="00A743CF">
            <w:pPr>
              <w:jc w:val="center"/>
              <w:rPr>
                <w:bCs/>
                <w:color w:val="000000"/>
                <w:lang w:val="uk-UA"/>
              </w:rPr>
            </w:pPr>
            <w:r w:rsidRPr="0053127C">
              <w:rPr>
                <w:bCs/>
                <w:color w:val="000000"/>
              </w:rPr>
              <w:t>НАСАМБАЄВА</w:t>
            </w:r>
          </w:p>
          <w:p w14:paraId="1BAC2CB1" w14:textId="03EFE81D" w:rsidR="0053127C" w:rsidRPr="0053127C" w:rsidRDefault="0053127C" w:rsidP="00A743CF">
            <w:pPr>
              <w:jc w:val="center"/>
              <w:rPr>
                <w:bCs/>
                <w:color w:val="000000"/>
              </w:rPr>
            </w:pPr>
            <w:r w:rsidRPr="0053127C">
              <w:rPr>
                <w:bCs/>
                <w:color w:val="000000"/>
              </w:rPr>
              <w:t>Дарʼя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B303C" w14:textId="3B7E07BD" w:rsidR="0053127C" w:rsidRPr="0053127C" w:rsidRDefault="00261DA9" w:rsidP="0053127C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учениця 3 класу </w:t>
            </w:r>
            <w:r>
              <w:rPr>
                <w:color w:val="000000"/>
              </w:rPr>
              <w:t>Новоолександрівськ</w:t>
            </w:r>
            <w:r>
              <w:rPr>
                <w:color w:val="000000"/>
                <w:lang w:val="uk-UA"/>
              </w:rPr>
              <w:t>ого</w:t>
            </w:r>
            <w:r>
              <w:rPr>
                <w:color w:val="000000"/>
              </w:rPr>
              <w:t xml:space="preserve"> ліце</w:t>
            </w:r>
            <w:r>
              <w:rPr>
                <w:color w:val="000000"/>
                <w:lang w:val="uk-UA"/>
              </w:rPr>
              <w:t>ю</w:t>
            </w:r>
            <w:r w:rsidRPr="0053127C">
              <w:rPr>
                <w:color w:val="000000"/>
              </w:rPr>
              <w:t xml:space="preserve"> Новоолександрівської сільської ради Дніпровського району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B518C" w14:textId="560C06C5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МАЧОГАН</w:t>
            </w:r>
          </w:p>
          <w:p w14:paraId="74B62E88" w14:textId="7DC45028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Анастасія Сергіївна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41537" w14:textId="21962D74" w:rsidR="0053127C" w:rsidRPr="00261DA9" w:rsidRDefault="0053127C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вчитель інформатики</w:t>
            </w:r>
            <w:r w:rsidR="00261DA9">
              <w:rPr>
                <w:color w:val="000000"/>
                <w:lang w:val="uk-UA"/>
              </w:rPr>
              <w:t xml:space="preserve"> </w:t>
            </w:r>
            <w:r w:rsidR="00261DA9">
              <w:rPr>
                <w:color w:val="000000"/>
              </w:rPr>
              <w:t>Новоолександрівськ</w:t>
            </w:r>
            <w:r w:rsidR="00261DA9">
              <w:rPr>
                <w:color w:val="000000"/>
                <w:lang w:val="uk-UA"/>
              </w:rPr>
              <w:t>ого</w:t>
            </w:r>
            <w:r w:rsidR="00261DA9">
              <w:rPr>
                <w:color w:val="000000"/>
              </w:rPr>
              <w:t xml:space="preserve"> ліце</w:t>
            </w:r>
            <w:r w:rsidR="00261DA9">
              <w:rPr>
                <w:color w:val="000000"/>
                <w:lang w:val="uk-UA"/>
              </w:rPr>
              <w:t>ю</w:t>
            </w:r>
            <w:r w:rsidR="00261DA9" w:rsidRPr="0053127C">
              <w:rPr>
                <w:color w:val="000000"/>
              </w:rPr>
              <w:t xml:space="preserve"> Новоолександрівської сільської ради Дніпровського району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4E918E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ІІ</w:t>
            </w:r>
          </w:p>
        </w:tc>
      </w:tr>
      <w:tr w:rsidR="0053127C" w:rsidRPr="0053127C" w14:paraId="1B59D26F" w14:textId="77777777" w:rsidTr="0009436F">
        <w:trPr>
          <w:trHeight w:val="79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3F50D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B9700" w14:textId="078E78E0" w:rsidR="00A743CF" w:rsidRDefault="00A743CF" w:rsidP="00A743CF">
            <w:pPr>
              <w:jc w:val="center"/>
              <w:rPr>
                <w:bCs/>
                <w:color w:val="000000"/>
                <w:lang w:val="uk-UA"/>
              </w:rPr>
            </w:pPr>
            <w:r w:rsidRPr="0053127C">
              <w:rPr>
                <w:bCs/>
                <w:color w:val="000000"/>
              </w:rPr>
              <w:t>БУКОВСЬКИЙ</w:t>
            </w:r>
          </w:p>
          <w:p w14:paraId="1FFCBD74" w14:textId="63A52119" w:rsidR="0053127C" w:rsidRPr="0053127C" w:rsidRDefault="0053127C" w:rsidP="00A743CF">
            <w:pPr>
              <w:jc w:val="center"/>
              <w:rPr>
                <w:bCs/>
                <w:color w:val="000000"/>
              </w:rPr>
            </w:pPr>
            <w:r w:rsidRPr="0053127C">
              <w:rPr>
                <w:bCs/>
                <w:color w:val="000000"/>
              </w:rPr>
              <w:t>Микита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CDACA" w14:textId="50620DB4" w:rsidR="0053127C" w:rsidRPr="0053127C" w:rsidRDefault="009447F7" w:rsidP="0053127C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учень 3 класу </w:t>
            </w:r>
            <w:r>
              <w:rPr>
                <w:color w:val="000000"/>
              </w:rPr>
              <w:t>Нікопольськ</w:t>
            </w:r>
            <w:r>
              <w:rPr>
                <w:color w:val="000000"/>
                <w:lang w:val="uk-UA"/>
              </w:rPr>
              <w:t>ої</w:t>
            </w:r>
            <w:r>
              <w:rPr>
                <w:color w:val="000000"/>
              </w:rPr>
              <w:t xml:space="preserve"> гімназі</w:t>
            </w:r>
            <w:r>
              <w:rPr>
                <w:color w:val="000000"/>
                <w:lang w:val="uk-UA"/>
              </w:rPr>
              <w:t>ї</w:t>
            </w:r>
            <w:r w:rsidR="0053127C" w:rsidRPr="0053127C">
              <w:rPr>
                <w:color w:val="000000"/>
              </w:rPr>
              <w:t xml:space="preserve"> №2 Нікопольської міської ради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6F124" w14:textId="2B425ED3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ГАЛИНСЬКА</w:t>
            </w:r>
          </w:p>
          <w:p w14:paraId="28625472" w14:textId="7E8FEB55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Карина Андріївна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E63D1" w14:textId="1A419043" w:rsidR="0053127C" w:rsidRPr="009447F7" w:rsidRDefault="00261DA9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 xml:space="preserve">вчитель </w:t>
            </w:r>
            <w:r w:rsidR="0053127C" w:rsidRPr="0053127C">
              <w:rPr>
                <w:color w:val="000000"/>
              </w:rPr>
              <w:t xml:space="preserve">інформатики </w:t>
            </w:r>
            <w:r w:rsidR="009447F7">
              <w:rPr>
                <w:color w:val="000000"/>
                <w:lang w:val="uk-UA"/>
              </w:rPr>
              <w:t xml:space="preserve"> </w:t>
            </w:r>
            <w:r w:rsidR="009447F7">
              <w:rPr>
                <w:color w:val="000000"/>
              </w:rPr>
              <w:t>Нікопольськ</w:t>
            </w:r>
            <w:r w:rsidR="009447F7">
              <w:rPr>
                <w:color w:val="000000"/>
                <w:lang w:val="uk-UA"/>
              </w:rPr>
              <w:t>ої</w:t>
            </w:r>
            <w:r w:rsidR="009447F7">
              <w:rPr>
                <w:color w:val="000000"/>
              </w:rPr>
              <w:t xml:space="preserve"> гімназі</w:t>
            </w:r>
            <w:r w:rsidR="009447F7">
              <w:rPr>
                <w:color w:val="000000"/>
                <w:lang w:val="uk-UA"/>
              </w:rPr>
              <w:t>ї</w:t>
            </w:r>
            <w:r w:rsidR="009447F7" w:rsidRPr="0053127C">
              <w:rPr>
                <w:color w:val="000000"/>
              </w:rPr>
              <w:t xml:space="preserve"> №2 Нікопольської міської </w:t>
            </w:r>
            <w:proofErr w:type="gramStart"/>
            <w:r w:rsidR="009447F7" w:rsidRPr="0053127C">
              <w:rPr>
                <w:color w:val="000000"/>
              </w:rPr>
              <w:t>ради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830ED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ІІІ</w:t>
            </w:r>
          </w:p>
        </w:tc>
      </w:tr>
      <w:tr w:rsidR="0053127C" w:rsidRPr="0053127C" w14:paraId="4E87A97B" w14:textId="77777777" w:rsidTr="0009436F">
        <w:trPr>
          <w:trHeight w:val="528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ABA19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8C6C2" w14:textId="7DADF2B1" w:rsidR="00A743CF" w:rsidRDefault="00A743CF" w:rsidP="00A743CF">
            <w:pPr>
              <w:jc w:val="center"/>
              <w:rPr>
                <w:bCs/>
                <w:color w:val="000000"/>
                <w:lang w:val="uk-UA"/>
              </w:rPr>
            </w:pPr>
            <w:r w:rsidRPr="0053127C">
              <w:rPr>
                <w:bCs/>
                <w:color w:val="000000"/>
              </w:rPr>
              <w:t>БУЧУШКАН</w:t>
            </w:r>
          </w:p>
          <w:p w14:paraId="4AF23FC0" w14:textId="50F3A2E2" w:rsidR="0053127C" w:rsidRPr="0053127C" w:rsidRDefault="0053127C" w:rsidP="00A743CF">
            <w:pPr>
              <w:jc w:val="center"/>
              <w:rPr>
                <w:bCs/>
                <w:color w:val="000000"/>
              </w:rPr>
            </w:pPr>
            <w:proofErr w:type="gramStart"/>
            <w:r w:rsidRPr="0053127C">
              <w:rPr>
                <w:bCs/>
                <w:color w:val="000000"/>
              </w:rPr>
              <w:t>Діана</w:t>
            </w:r>
            <w:proofErr w:type="gramEnd"/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48D74" w14:textId="2471474A" w:rsidR="0053127C" w:rsidRPr="0053127C" w:rsidRDefault="0087419F" w:rsidP="0053127C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учениця 3 класу </w:t>
            </w:r>
            <w:r w:rsidRPr="0053127C">
              <w:rPr>
                <w:color w:val="000000"/>
              </w:rPr>
              <w:t>Кри</w:t>
            </w:r>
            <w:r>
              <w:rPr>
                <w:color w:val="000000"/>
              </w:rPr>
              <w:t>ворізьк</w:t>
            </w:r>
            <w:r>
              <w:rPr>
                <w:color w:val="000000"/>
                <w:lang w:val="uk-UA"/>
              </w:rPr>
              <w:t>ої</w:t>
            </w:r>
            <w:r>
              <w:rPr>
                <w:color w:val="000000"/>
              </w:rPr>
              <w:t xml:space="preserve"> гімназі</w:t>
            </w:r>
            <w:r>
              <w:rPr>
                <w:color w:val="000000"/>
                <w:lang w:val="uk-UA"/>
              </w:rPr>
              <w:t>ї</w:t>
            </w:r>
            <w:r>
              <w:rPr>
                <w:color w:val="000000"/>
              </w:rPr>
              <w:t xml:space="preserve"> №</w:t>
            </w:r>
            <w:r>
              <w:rPr>
                <w:color w:val="000000"/>
                <w:lang w:val="uk-UA"/>
              </w:rPr>
              <w:t>62</w:t>
            </w:r>
            <w:r w:rsidRPr="0053127C">
              <w:rPr>
                <w:color w:val="000000"/>
              </w:rPr>
              <w:t xml:space="preserve"> Криворізької міської ради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D0A8F" w14:textId="28C7C56B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КИСІЛЬ</w:t>
            </w:r>
          </w:p>
          <w:p w14:paraId="5A3379C6" w14:textId="7244224C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Тетяна Олександрівна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38A95" w14:textId="0763EDF5" w:rsidR="0053127C" w:rsidRPr="009447F7" w:rsidRDefault="0053127C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вчитель інформатики</w:t>
            </w:r>
            <w:r w:rsidR="009447F7">
              <w:rPr>
                <w:color w:val="000000"/>
                <w:lang w:val="uk-UA"/>
              </w:rPr>
              <w:t xml:space="preserve"> </w:t>
            </w:r>
            <w:r w:rsidR="009447F7" w:rsidRPr="0053127C">
              <w:rPr>
                <w:color w:val="000000"/>
              </w:rPr>
              <w:t>Кри</w:t>
            </w:r>
            <w:r w:rsidR="009447F7">
              <w:rPr>
                <w:color w:val="000000"/>
              </w:rPr>
              <w:t>ворізьк</w:t>
            </w:r>
            <w:r w:rsidR="009447F7">
              <w:rPr>
                <w:color w:val="000000"/>
                <w:lang w:val="uk-UA"/>
              </w:rPr>
              <w:t>ої</w:t>
            </w:r>
            <w:r w:rsidR="009447F7">
              <w:rPr>
                <w:color w:val="000000"/>
              </w:rPr>
              <w:t xml:space="preserve"> гімназі</w:t>
            </w:r>
            <w:r w:rsidR="009447F7">
              <w:rPr>
                <w:color w:val="000000"/>
                <w:lang w:val="uk-UA"/>
              </w:rPr>
              <w:t>ї</w:t>
            </w:r>
            <w:r w:rsidR="009447F7">
              <w:rPr>
                <w:color w:val="000000"/>
              </w:rPr>
              <w:t xml:space="preserve"> №</w:t>
            </w:r>
            <w:r w:rsidR="009447F7">
              <w:rPr>
                <w:color w:val="000000"/>
                <w:lang w:val="uk-UA"/>
              </w:rPr>
              <w:t>62</w:t>
            </w:r>
            <w:r w:rsidR="009447F7" w:rsidRPr="0053127C">
              <w:rPr>
                <w:color w:val="000000"/>
              </w:rPr>
              <w:t xml:space="preserve"> Криворізької міської ради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82DF3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ІІІ</w:t>
            </w:r>
          </w:p>
        </w:tc>
      </w:tr>
      <w:tr w:rsidR="0053127C" w:rsidRPr="0053127C" w14:paraId="48B60F48" w14:textId="77777777" w:rsidTr="0009436F">
        <w:trPr>
          <w:trHeight w:val="299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DA43B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2304C" w14:textId="7E7D0C85" w:rsidR="00A743CF" w:rsidRDefault="00A743CF" w:rsidP="00A743CF">
            <w:pPr>
              <w:jc w:val="center"/>
              <w:rPr>
                <w:bCs/>
                <w:color w:val="000000"/>
                <w:lang w:val="uk-UA"/>
              </w:rPr>
            </w:pPr>
            <w:r w:rsidRPr="0053127C">
              <w:rPr>
                <w:bCs/>
                <w:color w:val="000000"/>
              </w:rPr>
              <w:t>ЗАЙВА</w:t>
            </w:r>
          </w:p>
          <w:p w14:paraId="00124F64" w14:textId="376E0E42" w:rsidR="0053127C" w:rsidRPr="0053127C" w:rsidRDefault="0053127C" w:rsidP="00A743CF">
            <w:pPr>
              <w:jc w:val="center"/>
              <w:rPr>
                <w:bCs/>
                <w:color w:val="000000"/>
              </w:rPr>
            </w:pPr>
            <w:r w:rsidRPr="0053127C">
              <w:rPr>
                <w:bCs/>
                <w:color w:val="000000"/>
              </w:rPr>
              <w:t>Ангелі</w:t>
            </w:r>
            <w:proofErr w:type="gramStart"/>
            <w:r w:rsidRPr="0053127C">
              <w:rPr>
                <w:bCs/>
                <w:color w:val="000000"/>
              </w:rPr>
              <w:t>на</w:t>
            </w:r>
            <w:proofErr w:type="gramEnd"/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C6EA4" w14:textId="13105D9F" w:rsidR="0053127C" w:rsidRPr="0053127C" w:rsidRDefault="009447F7" w:rsidP="0053127C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учениця 3 класу </w:t>
            </w:r>
            <w:r>
              <w:rPr>
                <w:color w:val="000000"/>
              </w:rPr>
              <w:t>комунальн</w:t>
            </w:r>
            <w:r>
              <w:rPr>
                <w:color w:val="000000"/>
                <w:lang w:val="uk-UA"/>
              </w:rPr>
              <w:t>ого</w:t>
            </w:r>
            <w:r>
              <w:rPr>
                <w:color w:val="000000"/>
              </w:rPr>
              <w:t xml:space="preserve"> </w:t>
            </w:r>
            <w:r w:rsidR="0053127C">
              <w:rPr>
                <w:color w:val="000000"/>
              </w:rPr>
              <w:t>заклад</w:t>
            </w:r>
            <w:r>
              <w:rPr>
                <w:color w:val="000000"/>
                <w:lang w:val="uk-UA"/>
              </w:rPr>
              <w:t>у</w:t>
            </w:r>
            <w:r w:rsidR="0053127C">
              <w:rPr>
                <w:color w:val="000000"/>
              </w:rPr>
              <w:t xml:space="preserve"> </w:t>
            </w:r>
            <w:r w:rsidR="0053127C" w:rsidRPr="005E75D2">
              <w:rPr>
                <w:color w:val="000000" w:themeColor="text1"/>
                <w:lang w:val="uk-UA"/>
              </w:rPr>
              <w:t>“</w:t>
            </w:r>
            <w:r w:rsidR="00891B8D">
              <w:rPr>
                <w:color w:val="000000"/>
              </w:rPr>
              <w:t>Ліцей №38 ім. І.О. Секретнюка</w:t>
            </w:r>
            <w:r w:rsidR="00891B8D"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  <w:r w:rsidR="0053127C" w:rsidRPr="0053127C">
              <w:rPr>
                <w:color w:val="000000"/>
              </w:rPr>
              <w:t xml:space="preserve"> Кам'янської міської ради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E5999" w14:textId="37AE3F1F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МОЛДОВАН</w:t>
            </w:r>
          </w:p>
          <w:p w14:paraId="15AD7614" w14:textId="3AE4B891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Людмила Георгіївна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79EFA" w14:textId="71D152D6" w:rsidR="0053127C" w:rsidRPr="009447F7" w:rsidRDefault="009447F7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 xml:space="preserve">вчитель </w:t>
            </w:r>
            <w:r w:rsidR="0053127C" w:rsidRPr="0053127C">
              <w:rPr>
                <w:color w:val="000000"/>
              </w:rPr>
              <w:t>інформатики</w:t>
            </w:r>
            <w:r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</w:rPr>
              <w:t>комунальн</w:t>
            </w:r>
            <w:r>
              <w:rPr>
                <w:color w:val="000000"/>
                <w:lang w:val="uk-UA"/>
              </w:rPr>
              <w:t>ого</w:t>
            </w:r>
            <w:r>
              <w:rPr>
                <w:color w:val="000000"/>
              </w:rPr>
              <w:t xml:space="preserve"> заклад</w:t>
            </w:r>
            <w:r>
              <w:rPr>
                <w:color w:val="000000"/>
                <w:lang w:val="uk-UA"/>
              </w:rPr>
              <w:t>у</w:t>
            </w:r>
            <w:r>
              <w:rPr>
                <w:color w:val="000000"/>
              </w:rPr>
              <w:t xml:space="preserve"> </w:t>
            </w:r>
            <w:r w:rsidRPr="005E75D2">
              <w:rPr>
                <w:color w:val="000000" w:themeColor="text1"/>
                <w:lang w:val="uk-UA"/>
              </w:rPr>
              <w:t>“</w:t>
            </w:r>
            <w:r>
              <w:rPr>
                <w:color w:val="000000"/>
              </w:rPr>
              <w:t>Ліцей №38 ім. І.О. Секретнюка</w:t>
            </w:r>
            <w:r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  <w:r w:rsidRPr="0053127C">
              <w:rPr>
                <w:color w:val="000000"/>
              </w:rPr>
              <w:t xml:space="preserve"> Кам'янської міської </w:t>
            </w:r>
            <w:proofErr w:type="gramStart"/>
            <w:r w:rsidRPr="0053127C">
              <w:rPr>
                <w:color w:val="000000"/>
              </w:rPr>
              <w:t>ради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AC21F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ІІІ</w:t>
            </w:r>
          </w:p>
        </w:tc>
      </w:tr>
      <w:tr w:rsidR="0053127C" w:rsidRPr="0053127C" w14:paraId="79E25397" w14:textId="77777777" w:rsidTr="00A743CF">
        <w:trPr>
          <w:trHeight w:val="828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505D7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B746A" w14:textId="6E420FD3" w:rsidR="00A743CF" w:rsidRDefault="00A743CF" w:rsidP="00A743CF">
            <w:pPr>
              <w:jc w:val="center"/>
              <w:rPr>
                <w:bCs/>
                <w:color w:val="000000"/>
                <w:lang w:val="uk-UA"/>
              </w:rPr>
            </w:pPr>
            <w:r w:rsidRPr="0053127C">
              <w:rPr>
                <w:bCs/>
                <w:color w:val="000000"/>
              </w:rPr>
              <w:t>КАЛАШНІКОВА</w:t>
            </w:r>
          </w:p>
          <w:p w14:paraId="236DC3ED" w14:textId="1425BC4B" w:rsidR="0053127C" w:rsidRPr="0053127C" w:rsidRDefault="0053127C" w:rsidP="00A743CF">
            <w:pPr>
              <w:jc w:val="center"/>
              <w:rPr>
                <w:bCs/>
                <w:color w:val="000000"/>
              </w:rPr>
            </w:pPr>
            <w:r w:rsidRPr="0053127C">
              <w:rPr>
                <w:bCs/>
                <w:color w:val="000000"/>
              </w:rPr>
              <w:t>Арі</w:t>
            </w:r>
            <w:proofErr w:type="gramStart"/>
            <w:r w:rsidRPr="0053127C">
              <w:rPr>
                <w:bCs/>
                <w:color w:val="000000"/>
              </w:rPr>
              <w:t>на</w:t>
            </w:r>
            <w:proofErr w:type="gramEnd"/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22520" w14:textId="7D701BBF" w:rsidR="0053127C" w:rsidRPr="0053127C" w:rsidRDefault="000B7E73" w:rsidP="0053127C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учениця 3 класу </w:t>
            </w:r>
            <w:r>
              <w:rPr>
                <w:color w:val="000000"/>
              </w:rPr>
              <w:t>Піщанськ</w:t>
            </w:r>
            <w:r>
              <w:rPr>
                <w:color w:val="000000"/>
                <w:lang w:val="uk-UA"/>
              </w:rPr>
              <w:t>ого</w:t>
            </w:r>
            <w:r>
              <w:rPr>
                <w:color w:val="000000"/>
              </w:rPr>
              <w:t xml:space="preserve"> ліце</w:t>
            </w:r>
            <w:r>
              <w:rPr>
                <w:color w:val="000000"/>
                <w:lang w:val="uk-UA"/>
              </w:rPr>
              <w:t>ю</w:t>
            </w:r>
            <w:r w:rsidR="0053127C" w:rsidRPr="0053127C">
              <w:rPr>
                <w:color w:val="000000"/>
              </w:rPr>
              <w:t xml:space="preserve"> Піщанської</w:t>
            </w:r>
            <w:r>
              <w:rPr>
                <w:color w:val="000000"/>
              </w:rPr>
              <w:t xml:space="preserve"> сільської ради</w:t>
            </w:r>
            <w:r>
              <w:rPr>
                <w:color w:val="000000"/>
                <w:lang w:val="uk-UA"/>
              </w:rPr>
              <w:t xml:space="preserve"> </w:t>
            </w:r>
            <w:r w:rsidR="00D330E4">
              <w:rPr>
                <w:color w:val="000000"/>
                <w:lang w:val="uk-UA"/>
              </w:rPr>
              <w:t>Самарівського</w:t>
            </w:r>
            <w:r w:rsidR="0053127C" w:rsidRPr="0053127C">
              <w:rPr>
                <w:color w:val="000000"/>
              </w:rPr>
              <w:t xml:space="preserve"> району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19066" w14:textId="65B25B76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СЯДРО</w:t>
            </w:r>
          </w:p>
          <w:p w14:paraId="7E572825" w14:textId="7A8210B5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Ірина Сергіївна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C0661" w14:textId="1139E894" w:rsidR="0053127C" w:rsidRPr="0053127C" w:rsidRDefault="009447F7" w:rsidP="0053127C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вчитель</w:t>
            </w:r>
            <w:r w:rsidR="0053127C" w:rsidRPr="0053127C">
              <w:rPr>
                <w:color w:val="000000"/>
              </w:rPr>
              <w:t xml:space="preserve"> інформатики </w:t>
            </w:r>
            <w:r w:rsidR="00D330E4">
              <w:rPr>
                <w:color w:val="000000"/>
              </w:rPr>
              <w:t>Піщанськ</w:t>
            </w:r>
            <w:r w:rsidR="00D330E4">
              <w:rPr>
                <w:color w:val="000000"/>
                <w:lang w:val="uk-UA"/>
              </w:rPr>
              <w:t>ого</w:t>
            </w:r>
            <w:r w:rsidR="00D330E4">
              <w:rPr>
                <w:color w:val="000000"/>
              </w:rPr>
              <w:t xml:space="preserve"> ліце</w:t>
            </w:r>
            <w:r w:rsidR="00D330E4">
              <w:rPr>
                <w:color w:val="000000"/>
                <w:lang w:val="uk-UA"/>
              </w:rPr>
              <w:t>ю</w:t>
            </w:r>
            <w:r w:rsidR="00D330E4" w:rsidRPr="0053127C">
              <w:rPr>
                <w:color w:val="000000"/>
              </w:rPr>
              <w:t xml:space="preserve"> Піщанської</w:t>
            </w:r>
            <w:r w:rsidR="00D330E4">
              <w:rPr>
                <w:color w:val="000000"/>
              </w:rPr>
              <w:t xml:space="preserve"> сільської ради</w:t>
            </w:r>
            <w:r w:rsidR="00D330E4">
              <w:rPr>
                <w:color w:val="000000"/>
                <w:lang w:val="uk-UA"/>
              </w:rPr>
              <w:t xml:space="preserve"> Самарівського</w:t>
            </w:r>
            <w:r w:rsidR="00D330E4" w:rsidRPr="0053127C">
              <w:rPr>
                <w:color w:val="000000"/>
              </w:rPr>
              <w:t xml:space="preserve"> району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DA9A8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ІІІ</w:t>
            </w:r>
          </w:p>
        </w:tc>
      </w:tr>
      <w:tr w:rsidR="0053127C" w:rsidRPr="0053127C" w14:paraId="7A2FA9FF" w14:textId="77777777" w:rsidTr="0009436F">
        <w:trPr>
          <w:trHeight w:val="79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DC595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8A0F3" w14:textId="1ECE1281" w:rsidR="00A743CF" w:rsidRDefault="00A743CF" w:rsidP="00A743CF">
            <w:pPr>
              <w:jc w:val="center"/>
              <w:rPr>
                <w:bCs/>
                <w:color w:val="000000"/>
                <w:lang w:val="uk-UA"/>
              </w:rPr>
            </w:pPr>
            <w:r w:rsidRPr="0053127C">
              <w:rPr>
                <w:bCs/>
                <w:color w:val="000000"/>
              </w:rPr>
              <w:t>КРАМЧАНІН</w:t>
            </w:r>
          </w:p>
          <w:p w14:paraId="7781DD89" w14:textId="707A474D" w:rsidR="0053127C" w:rsidRPr="0053127C" w:rsidRDefault="0053127C" w:rsidP="00A743CF">
            <w:pPr>
              <w:jc w:val="center"/>
              <w:rPr>
                <w:bCs/>
                <w:color w:val="000000"/>
              </w:rPr>
            </w:pPr>
            <w:r w:rsidRPr="0053127C">
              <w:rPr>
                <w:bCs/>
                <w:color w:val="000000"/>
              </w:rPr>
              <w:t>Артем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CCD13" w14:textId="61C02C7A" w:rsidR="0053127C" w:rsidRPr="0053127C" w:rsidRDefault="0087419F" w:rsidP="0053127C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учень 3 класу </w:t>
            </w:r>
            <w:r>
              <w:rPr>
                <w:color w:val="000000"/>
              </w:rPr>
              <w:t>Криворізьк</w:t>
            </w:r>
            <w:r>
              <w:rPr>
                <w:color w:val="000000"/>
                <w:lang w:val="uk-UA"/>
              </w:rPr>
              <w:t>ої</w:t>
            </w:r>
            <w:r>
              <w:rPr>
                <w:color w:val="000000"/>
              </w:rPr>
              <w:t xml:space="preserve"> початков</w:t>
            </w:r>
            <w:r>
              <w:rPr>
                <w:color w:val="000000"/>
                <w:lang w:val="uk-UA"/>
              </w:rPr>
              <w:t>ої</w:t>
            </w:r>
            <w:r>
              <w:rPr>
                <w:color w:val="000000"/>
              </w:rPr>
              <w:t xml:space="preserve"> школ</w:t>
            </w:r>
            <w:r>
              <w:rPr>
                <w:color w:val="000000"/>
                <w:lang w:val="uk-UA"/>
              </w:rPr>
              <w:t>и</w:t>
            </w:r>
            <w:r w:rsidRPr="0053127C">
              <w:rPr>
                <w:color w:val="000000"/>
              </w:rPr>
              <w:t xml:space="preserve"> №99 Криворізької міської  ради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9B43D" w14:textId="6C0065E2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НАСОНЕНКО</w:t>
            </w:r>
          </w:p>
          <w:p w14:paraId="13C48685" w14:textId="61D0F6A2" w:rsidR="00A743CF" w:rsidRDefault="0053127C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 xml:space="preserve">Наталя Євгеніївна, </w:t>
            </w:r>
            <w:r w:rsidR="00A743CF" w:rsidRPr="0053127C">
              <w:rPr>
                <w:color w:val="000000"/>
              </w:rPr>
              <w:t>МИХАЙЛЯК</w:t>
            </w:r>
          </w:p>
          <w:p w14:paraId="07F438EF" w14:textId="12C361F6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Тетяна Ігорівна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8D2EF" w14:textId="50F5E559" w:rsidR="0053127C" w:rsidRPr="00D330E4" w:rsidRDefault="0053127C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вчителі початкових класів</w:t>
            </w:r>
            <w:r w:rsidR="00D330E4">
              <w:rPr>
                <w:color w:val="000000"/>
                <w:lang w:val="uk-UA"/>
              </w:rPr>
              <w:t xml:space="preserve"> </w:t>
            </w:r>
            <w:r w:rsidR="00D330E4">
              <w:rPr>
                <w:color w:val="000000"/>
              </w:rPr>
              <w:t>Криворізьк</w:t>
            </w:r>
            <w:r w:rsidR="00D330E4">
              <w:rPr>
                <w:color w:val="000000"/>
                <w:lang w:val="uk-UA"/>
              </w:rPr>
              <w:t>ої</w:t>
            </w:r>
            <w:r w:rsidR="00D330E4">
              <w:rPr>
                <w:color w:val="000000"/>
              </w:rPr>
              <w:t xml:space="preserve"> початков</w:t>
            </w:r>
            <w:r w:rsidR="00D330E4">
              <w:rPr>
                <w:color w:val="000000"/>
                <w:lang w:val="uk-UA"/>
              </w:rPr>
              <w:t>ої</w:t>
            </w:r>
            <w:r w:rsidR="00D330E4">
              <w:rPr>
                <w:color w:val="000000"/>
              </w:rPr>
              <w:t xml:space="preserve"> школ</w:t>
            </w:r>
            <w:r w:rsidR="00D330E4">
              <w:rPr>
                <w:color w:val="000000"/>
                <w:lang w:val="uk-UA"/>
              </w:rPr>
              <w:t>и</w:t>
            </w:r>
            <w:r w:rsidR="00D330E4" w:rsidRPr="0053127C">
              <w:rPr>
                <w:color w:val="000000"/>
              </w:rPr>
              <w:t xml:space="preserve"> №99 Криворізької міської  ради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0F7D0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ІІІ</w:t>
            </w:r>
          </w:p>
        </w:tc>
      </w:tr>
      <w:tr w:rsidR="0053127C" w:rsidRPr="0053127C" w14:paraId="760E0E96" w14:textId="77777777" w:rsidTr="00A743CF">
        <w:trPr>
          <w:trHeight w:val="299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987C4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9C293" w14:textId="7AA38703" w:rsidR="00A743CF" w:rsidRDefault="00A743CF" w:rsidP="00A743CF">
            <w:pPr>
              <w:jc w:val="center"/>
              <w:rPr>
                <w:bCs/>
                <w:color w:val="000000"/>
                <w:lang w:val="uk-UA"/>
              </w:rPr>
            </w:pPr>
            <w:r w:rsidRPr="0053127C">
              <w:rPr>
                <w:bCs/>
                <w:color w:val="000000"/>
              </w:rPr>
              <w:t>ЛЕВЧЕНКО</w:t>
            </w:r>
          </w:p>
          <w:p w14:paraId="49FA1270" w14:textId="1E0E4704" w:rsidR="0053127C" w:rsidRPr="0053127C" w:rsidRDefault="0053127C" w:rsidP="00A743CF">
            <w:pPr>
              <w:jc w:val="center"/>
              <w:rPr>
                <w:bCs/>
                <w:color w:val="000000"/>
              </w:rPr>
            </w:pPr>
            <w:r w:rsidRPr="0053127C">
              <w:rPr>
                <w:bCs/>
                <w:color w:val="000000"/>
              </w:rPr>
              <w:t>Анастасія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24149" w14:textId="1366DDED" w:rsidR="0053127C" w:rsidRPr="0053127C" w:rsidRDefault="0087419F" w:rsidP="0053127C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учениця 3 класу </w:t>
            </w:r>
            <w:r w:rsidRPr="0053127C">
              <w:rPr>
                <w:color w:val="000000"/>
              </w:rPr>
              <w:t>Кри</w:t>
            </w:r>
            <w:r>
              <w:rPr>
                <w:color w:val="000000"/>
              </w:rPr>
              <w:t>ворізьк</w:t>
            </w:r>
            <w:r>
              <w:rPr>
                <w:color w:val="000000"/>
                <w:lang w:val="uk-UA"/>
              </w:rPr>
              <w:t>ої</w:t>
            </w:r>
            <w:r>
              <w:rPr>
                <w:color w:val="000000"/>
              </w:rPr>
              <w:t xml:space="preserve"> гімназі</w:t>
            </w:r>
            <w:r>
              <w:rPr>
                <w:color w:val="000000"/>
                <w:lang w:val="uk-UA"/>
              </w:rPr>
              <w:t>ї</w:t>
            </w:r>
            <w:r>
              <w:rPr>
                <w:color w:val="000000"/>
              </w:rPr>
              <w:t xml:space="preserve"> №1</w:t>
            </w:r>
            <w:r>
              <w:rPr>
                <w:color w:val="000000"/>
                <w:lang w:val="uk-UA"/>
              </w:rPr>
              <w:t>9</w:t>
            </w:r>
            <w:r w:rsidRPr="0053127C">
              <w:rPr>
                <w:color w:val="000000"/>
              </w:rPr>
              <w:t xml:space="preserve"> Криворізької міської ради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37936" w14:textId="19B69F95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ГЛАДКИЙ</w:t>
            </w:r>
          </w:p>
          <w:p w14:paraId="00AF44E5" w14:textId="6C91DA6E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Віталій Юрійович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2C195" w14:textId="2A18BF1A" w:rsidR="0053127C" w:rsidRPr="00D330E4" w:rsidRDefault="0053127C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вчитель інформатики</w:t>
            </w:r>
            <w:r w:rsidR="00D330E4">
              <w:rPr>
                <w:color w:val="000000"/>
                <w:lang w:val="uk-UA"/>
              </w:rPr>
              <w:t xml:space="preserve"> </w:t>
            </w:r>
            <w:r w:rsidR="00D330E4" w:rsidRPr="0053127C">
              <w:rPr>
                <w:color w:val="000000"/>
              </w:rPr>
              <w:t>Кри</w:t>
            </w:r>
            <w:r w:rsidR="00D330E4">
              <w:rPr>
                <w:color w:val="000000"/>
              </w:rPr>
              <w:t>ворізьк</w:t>
            </w:r>
            <w:r w:rsidR="00D330E4">
              <w:rPr>
                <w:color w:val="000000"/>
                <w:lang w:val="uk-UA"/>
              </w:rPr>
              <w:t>ої</w:t>
            </w:r>
            <w:r w:rsidR="00D330E4">
              <w:rPr>
                <w:color w:val="000000"/>
              </w:rPr>
              <w:t xml:space="preserve"> гімназі</w:t>
            </w:r>
            <w:r w:rsidR="00D330E4">
              <w:rPr>
                <w:color w:val="000000"/>
                <w:lang w:val="uk-UA"/>
              </w:rPr>
              <w:t>ї</w:t>
            </w:r>
            <w:r w:rsidR="00D330E4">
              <w:rPr>
                <w:color w:val="000000"/>
              </w:rPr>
              <w:t xml:space="preserve"> №1</w:t>
            </w:r>
            <w:r w:rsidR="00D330E4">
              <w:rPr>
                <w:color w:val="000000"/>
                <w:lang w:val="uk-UA"/>
              </w:rPr>
              <w:t>9</w:t>
            </w:r>
            <w:r w:rsidR="00D330E4" w:rsidRPr="0053127C">
              <w:rPr>
                <w:color w:val="000000"/>
              </w:rPr>
              <w:t xml:space="preserve"> Криворізької міської ради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95A68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ІІІ</w:t>
            </w:r>
          </w:p>
        </w:tc>
      </w:tr>
      <w:tr w:rsidR="0053127C" w:rsidRPr="0053127C" w14:paraId="326B6E0E" w14:textId="77777777" w:rsidTr="00A743CF">
        <w:trPr>
          <w:trHeight w:val="105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28349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4E728" w14:textId="430C7599" w:rsidR="00A743CF" w:rsidRDefault="00A743CF" w:rsidP="00A743CF">
            <w:pPr>
              <w:jc w:val="center"/>
              <w:rPr>
                <w:bCs/>
                <w:color w:val="000000"/>
                <w:lang w:val="uk-UA"/>
              </w:rPr>
            </w:pPr>
            <w:r w:rsidRPr="0053127C">
              <w:rPr>
                <w:bCs/>
                <w:color w:val="000000"/>
              </w:rPr>
              <w:t>СОШЕНКО</w:t>
            </w:r>
          </w:p>
          <w:p w14:paraId="3C83457C" w14:textId="7DFCC661" w:rsidR="0053127C" w:rsidRPr="0053127C" w:rsidRDefault="0053127C" w:rsidP="00A743CF">
            <w:pPr>
              <w:jc w:val="center"/>
              <w:rPr>
                <w:bCs/>
                <w:color w:val="000000"/>
              </w:rPr>
            </w:pPr>
            <w:r w:rsidRPr="0053127C">
              <w:rPr>
                <w:bCs/>
                <w:color w:val="000000"/>
              </w:rPr>
              <w:t>Максим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D8835" w14:textId="78E12E42" w:rsidR="0053127C" w:rsidRPr="00D330E4" w:rsidRDefault="00D330E4" w:rsidP="0053127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вихованець комунального закладу позашкільної освіти </w:t>
            </w:r>
            <w:r w:rsidR="0053127C">
              <w:rPr>
                <w:color w:val="000000"/>
                <w:lang w:val="uk-UA"/>
              </w:rPr>
              <w:t xml:space="preserve"> </w:t>
            </w:r>
            <w:r w:rsidR="0053127C" w:rsidRPr="005E75D2">
              <w:rPr>
                <w:color w:val="000000" w:themeColor="text1"/>
                <w:lang w:val="uk-UA"/>
              </w:rPr>
              <w:t>“</w:t>
            </w:r>
            <w:r w:rsidR="0053127C" w:rsidRPr="0053127C">
              <w:rPr>
                <w:color w:val="000000"/>
              </w:rPr>
              <w:t>Центр науково-технічної творчості учнівськ</w:t>
            </w:r>
            <w:r w:rsidR="00891B8D">
              <w:rPr>
                <w:color w:val="000000"/>
              </w:rPr>
              <w:t>ої молоді Металургійного району</w:t>
            </w:r>
            <w:r w:rsidR="00891B8D"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  <w:r w:rsidR="00891B8D">
              <w:rPr>
                <w:color w:val="000000"/>
                <w:lang w:val="uk-UA"/>
              </w:rPr>
              <w:t xml:space="preserve"> </w:t>
            </w:r>
            <w:r w:rsidRPr="0053127C">
              <w:rPr>
                <w:color w:val="000000"/>
              </w:rPr>
              <w:t>Криворізької міської  ради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5914E" w14:textId="37E7606A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АФАНАСЬЄВ</w:t>
            </w:r>
          </w:p>
          <w:p w14:paraId="092F0AC9" w14:textId="0DA09890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Сергій Володимирович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D76F7" w14:textId="50A3F99D" w:rsidR="0053127C" w:rsidRPr="00D330E4" w:rsidRDefault="0053127C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керівник гуртка</w:t>
            </w:r>
            <w:r w:rsidR="00D330E4">
              <w:rPr>
                <w:color w:val="000000"/>
                <w:lang w:val="uk-UA"/>
              </w:rPr>
              <w:t xml:space="preserve"> комунального закладу позашкільної освіти  </w:t>
            </w:r>
            <w:r w:rsidR="00D330E4" w:rsidRPr="005E75D2">
              <w:rPr>
                <w:color w:val="000000" w:themeColor="text1"/>
                <w:lang w:val="uk-UA"/>
              </w:rPr>
              <w:t>“</w:t>
            </w:r>
            <w:r w:rsidR="00D330E4" w:rsidRPr="0053127C">
              <w:rPr>
                <w:color w:val="000000"/>
              </w:rPr>
              <w:t>Центр науково-технічної творчості учнівськ</w:t>
            </w:r>
            <w:r w:rsidR="00D330E4">
              <w:rPr>
                <w:color w:val="000000"/>
              </w:rPr>
              <w:t>ої молоді Металургійного району</w:t>
            </w:r>
            <w:r w:rsidR="00D330E4"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  <w:r w:rsidR="00D330E4">
              <w:rPr>
                <w:color w:val="000000"/>
                <w:lang w:val="uk-UA"/>
              </w:rPr>
              <w:t xml:space="preserve"> </w:t>
            </w:r>
            <w:r w:rsidR="00D330E4" w:rsidRPr="0053127C">
              <w:rPr>
                <w:color w:val="000000"/>
              </w:rPr>
              <w:t xml:space="preserve">Криворізької міської  </w:t>
            </w:r>
            <w:proofErr w:type="gramStart"/>
            <w:r w:rsidR="00D330E4" w:rsidRPr="0053127C">
              <w:rPr>
                <w:color w:val="000000"/>
              </w:rPr>
              <w:t>ради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9D98B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ІІІ</w:t>
            </w:r>
          </w:p>
        </w:tc>
      </w:tr>
      <w:tr w:rsidR="0053127C" w:rsidRPr="0053127C" w14:paraId="442C1131" w14:textId="77777777" w:rsidTr="00A743CF">
        <w:trPr>
          <w:trHeight w:val="52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9F0A4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CA7EB" w14:textId="6698E262" w:rsidR="00A743CF" w:rsidRDefault="00A743CF" w:rsidP="00A743CF">
            <w:pPr>
              <w:jc w:val="center"/>
              <w:rPr>
                <w:bCs/>
                <w:color w:val="000000"/>
                <w:lang w:val="uk-UA"/>
              </w:rPr>
            </w:pPr>
            <w:r w:rsidRPr="0053127C">
              <w:rPr>
                <w:bCs/>
                <w:color w:val="000000"/>
              </w:rPr>
              <w:t>ЧАУС</w:t>
            </w:r>
          </w:p>
          <w:p w14:paraId="2141B073" w14:textId="655373B1" w:rsidR="0053127C" w:rsidRPr="0053127C" w:rsidRDefault="0053127C" w:rsidP="00A743CF">
            <w:pPr>
              <w:jc w:val="center"/>
              <w:rPr>
                <w:bCs/>
                <w:color w:val="000000"/>
              </w:rPr>
            </w:pPr>
            <w:r w:rsidRPr="0053127C">
              <w:rPr>
                <w:bCs/>
                <w:color w:val="000000"/>
              </w:rPr>
              <w:t>Віолетта</w:t>
            </w:r>
          </w:p>
        </w:tc>
        <w:tc>
          <w:tcPr>
            <w:tcW w:w="4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B02B1" w14:textId="6B69E54D" w:rsidR="0053127C" w:rsidRPr="00891B8D" w:rsidRDefault="00D330E4" w:rsidP="0053127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вихованка комунального закладу позашкільної освіти  </w:t>
            </w:r>
            <w:r w:rsidR="0053127C" w:rsidRPr="005E75D2">
              <w:rPr>
                <w:color w:val="000000" w:themeColor="text1"/>
                <w:lang w:val="uk-UA"/>
              </w:rPr>
              <w:t>“</w:t>
            </w:r>
            <w:r>
              <w:rPr>
                <w:color w:val="000000"/>
              </w:rPr>
              <w:t>Д</w:t>
            </w:r>
            <w:r>
              <w:rPr>
                <w:color w:val="000000"/>
                <w:lang w:val="uk-UA"/>
              </w:rPr>
              <w:t>ніпропетровський обласний центр науково-технічної  творчості</w:t>
            </w:r>
            <w:r>
              <w:rPr>
                <w:color w:val="000000"/>
              </w:rPr>
              <w:t xml:space="preserve"> та </w:t>
            </w:r>
            <w:r>
              <w:rPr>
                <w:color w:val="000000"/>
                <w:lang w:val="uk-UA"/>
              </w:rPr>
              <w:t>інформаційних технологій  учнівської молоді</w:t>
            </w:r>
            <w:r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  <w:r w:rsidR="0053127C" w:rsidRPr="0053127C">
              <w:rPr>
                <w:color w:val="000000"/>
              </w:rPr>
              <w:t xml:space="preserve"> Д</w:t>
            </w:r>
            <w:r>
              <w:rPr>
                <w:color w:val="000000"/>
                <w:lang w:val="uk-UA"/>
              </w:rPr>
              <w:t>ніпропетровської обласної ради</w:t>
            </w:r>
            <w:r w:rsidR="00891B8D"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6DACC" w14:textId="0EA977C2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МОРОЗ</w:t>
            </w:r>
          </w:p>
          <w:p w14:paraId="5743351D" w14:textId="650988B4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Олена Валеріївна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97A44" w14:textId="3ACD72B5" w:rsidR="0053127C" w:rsidRPr="00D330E4" w:rsidRDefault="0053127C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завідувач відділом</w:t>
            </w:r>
            <w:r w:rsidR="00D330E4">
              <w:rPr>
                <w:color w:val="000000"/>
                <w:lang w:val="uk-UA"/>
              </w:rPr>
              <w:t xml:space="preserve"> комунального закладу позашкільної освіти  </w:t>
            </w:r>
            <w:r w:rsidR="00D330E4" w:rsidRPr="005E75D2">
              <w:rPr>
                <w:color w:val="000000" w:themeColor="text1"/>
                <w:lang w:val="uk-UA"/>
              </w:rPr>
              <w:t>“</w:t>
            </w:r>
            <w:r w:rsidR="00D330E4">
              <w:rPr>
                <w:color w:val="000000"/>
              </w:rPr>
              <w:t>Д</w:t>
            </w:r>
            <w:r w:rsidR="00D330E4">
              <w:rPr>
                <w:color w:val="000000"/>
                <w:lang w:val="uk-UA"/>
              </w:rPr>
              <w:t>ніпропетровський обласний центр науково-технічної  творчості</w:t>
            </w:r>
            <w:r w:rsidR="00D330E4">
              <w:rPr>
                <w:color w:val="000000"/>
              </w:rPr>
              <w:t xml:space="preserve"> та </w:t>
            </w:r>
            <w:r w:rsidR="00D330E4">
              <w:rPr>
                <w:color w:val="000000"/>
                <w:lang w:val="uk-UA"/>
              </w:rPr>
              <w:t>інформаційних технологій  учнівської молоді</w:t>
            </w:r>
            <w:r w:rsidR="00D330E4"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  <w:r w:rsidR="00D330E4" w:rsidRPr="0053127C">
              <w:rPr>
                <w:color w:val="000000"/>
              </w:rPr>
              <w:t xml:space="preserve"> Д</w:t>
            </w:r>
            <w:r w:rsidR="00D330E4">
              <w:rPr>
                <w:color w:val="000000"/>
                <w:lang w:val="uk-UA"/>
              </w:rPr>
              <w:t xml:space="preserve">ніпропетровської обласної </w:t>
            </w:r>
            <w:proofErr w:type="gramStart"/>
            <w:r w:rsidR="00D330E4">
              <w:rPr>
                <w:color w:val="000000"/>
                <w:lang w:val="uk-UA"/>
              </w:rPr>
              <w:t>ради</w:t>
            </w:r>
            <w:proofErr w:type="gramEnd"/>
            <w:r w:rsidR="00D330E4"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46FA7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ІІІ</w:t>
            </w:r>
          </w:p>
        </w:tc>
      </w:tr>
      <w:tr w:rsidR="0053127C" w:rsidRPr="0053127C" w14:paraId="5E6A265D" w14:textId="77777777" w:rsidTr="0009436F">
        <w:trPr>
          <w:trHeight w:val="105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C4F21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29BD5" w14:textId="16354DC4" w:rsidR="00A743CF" w:rsidRDefault="00A743CF" w:rsidP="00A743CF">
            <w:pPr>
              <w:jc w:val="center"/>
              <w:rPr>
                <w:bCs/>
                <w:color w:val="000000"/>
                <w:lang w:val="uk-UA"/>
              </w:rPr>
            </w:pPr>
            <w:r w:rsidRPr="0053127C">
              <w:rPr>
                <w:bCs/>
                <w:color w:val="000000"/>
              </w:rPr>
              <w:t>МОВЧАН</w:t>
            </w:r>
          </w:p>
          <w:p w14:paraId="2C948606" w14:textId="4D8A4243" w:rsidR="0053127C" w:rsidRPr="0053127C" w:rsidRDefault="0053127C" w:rsidP="00A743CF">
            <w:pPr>
              <w:jc w:val="center"/>
              <w:rPr>
                <w:bCs/>
                <w:color w:val="000000"/>
              </w:rPr>
            </w:pPr>
            <w:r w:rsidRPr="0053127C">
              <w:rPr>
                <w:bCs/>
                <w:color w:val="000000"/>
              </w:rPr>
              <w:t>Анна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65045" w14:textId="04012019" w:rsidR="0053127C" w:rsidRPr="0053127C" w:rsidRDefault="00D330E4" w:rsidP="0053127C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учениця 3 класу </w:t>
            </w:r>
            <w:r>
              <w:rPr>
                <w:color w:val="000000"/>
              </w:rPr>
              <w:t>Новоолександрівськ</w:t>
            </w:r>
            <w:r>
              <w:rPr>
                <w:color w:val="000000"/>
                <w:lang w:val="uk-UA"/>
              </w:rPr>
              <w:t>ого</w:t>
            </w:r>
            <w:r>
              <w:rPr>
                <w:color w:val="000000"/>
              </w:rPr>
              <w:t xml:space="preserve"> ліце</w:t>
            </w:r>
            <w:r>
              <w:rPr>
                <w:color w:val="000000"/>
                <w:lang w:val="uk-UA"/>
              </w:rPr>
              <w:t>ю</w:t>
            </w:r>
            <w:r w:rsidR="0053127C" w:rsidRPr="0053127C">
              <w:rPr>
                <w:color w:val="000000"/>
              </w:rPr>
              <w:t xml:space="preserve"> Новоолександрівської сільської ради Дніпровського району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63EBD" w14:textId="161DBB76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МАЧОГАН</w:t>
            </w:r>
          </w:p>
          <w:p w14:paraId="16A25AD5" w14:textId="39CE4AAA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Анастасія Сергіївна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36934" w14:textId="65A41E0D" w:rsidR="0053127C" w:rsidRPr="00D330E4" w:rsidRDefault="0053127C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вчитель інформатики</w:t>
            </w:r>
            <w:r w:rsidR="00D330E4">
              <w:rPr>
                <w:color w:val="000000"/>
                <w:lang w:val="uk-UA"/>
              </w:rPr>
              <w:t xml:space="preserve"> </w:t>
            </w:r>
            <w:r w:rsidR="00D330E4">
              <w:rPr>
                <w:color w:val="000000"/>
              </w:rPr>
              <w:t>Новоолександрівськ</w:t>
            </w:r>
            <w:r w:rsidR="00D330E4">
              <w:rPr>
                <w:color w:val="000000"/>
                <w:lang w:val="uk-UA"/>
              </w:rPr>
              <w:t>ого</w:t>
            </w:r>
            <w:r w:rsidR="00D330E4">
              <w:rPr>
                <w:color w:val="000000"/>
              </w:rPr>
              <w:t xml:space="preserve"> ліце</w:t>
            </w:r>
            <w:r w:rsidR="00D330E4">
              <w:rPr>
                <w:color w:val="000000"/>
                <w:lang w:val="uk-UA"/>
              </w:rPr>
              <w:t>ю</w:t>
            </w:r>
            <w:r w:rsidR="00D330E4" w:rsidRPr="0053127C">
              <w:rPr>
                <w:color w:val="000000"/>
              </w:rPr>
              <w:t xml:space="preserve"> Новоолександрівської сільської ради Дніпровського району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7E933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ІІІ</w:t>
            </w:r>
          </w:p>
        </w:tc>
      </w:tr>
      <w:tr w:rsidR="0053127C" w:rsidRPr="0053127C" w14:paraId="51021B1D" w14:textId="77777777" w:rsidTr="0009436F">
        <w:trPr>
          <w:trHeight w:val="105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E99A6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1BC3B" w14:textId="78ECD46B" w:rsidR="00A743CF" w:rsidRDefault="00A743CF" w:rsidP="00A743CF">
            <w:pPr>
              <w:jc w:val="center"/>
              <w:rPr>
                <w:bCs/>
                <w:color w:val="000000"/>
                <w:lang w:val="uk-UA"/>
              </w:rPr>
            </w:pPr>
            <w:r w:rsidRPr="0053127C">
              <w:rPr>
                <w:bCs/>
                <w:color w:val="000000"/>
              </w:rPr>
              <w:t>ХРЕБТО</w:t>
            </w:r>
          </w:p>
          <w:p w14:paraId="4769434E" w14:textId="4C1CF2EF" w:rsidR="0053127C" w:rsidRPr="0053127C" w:rsidRDefault="0053127C" w:rsidP="00A743CF">
            <w:pPr>
              <w:jc w:val="center"/>
              <w:rPr>
                <w:bCs/>
                <w:color w:val="000000"/>
              </w:rPr>
            </w:pPr>
            <w:r w:rsidRPr="0053127C">
              <w:rPr>
                <w:bCs/>
                <w:color w:val="000000"/>
              </w:rPr>
              <w:t>Мілана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7E48C" w14:textId="127EA15B" w:rsidR="0053127C" w:rsidRPr="0053127C" w:rsidRDefault="00D330E4" w:rsidP="0053127C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учениця 3 класу </w:t>
            </w:r>
            <w:r>
              <w:rPr>
                <w:color w:val="000000"/>
              </w:rPr>
              <w:t>Новоолександрівськ</w:t>
            </w:r>
            <w:r>
              <w:rPr>
                <w:color w:val="000000"/>
                <w:lang w:val="uk-UA"/>
              </w:rPr>
              <w:t>ого</w:t>
            </w:r>
            <w:r>
              <w:rPr>
                <w:color w:val="000000"/>
              </w:rPr>
              <w:t xml:space="preserve"> ліце</w:t>
            </w:r>
            <w:r>
              <w:rPr>
                <w:color w:val="000000"/>
                <w:lang w:val="uk-UA"/>
              </w:rPr>
              <w:t>ю</w:t>
            </w:r>
            <w:r w:rsidRPr="0053127C">
              <w:rPr>
                <w:color w:val="000000"/>
              </w:rPr>
              <w:t xml:space="preserve"> Новоолександрівської сільської ради Дніпровського району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23314" w14:textId="4EC87B1D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МАЧОГАН</w:t>
            </w:r>
          </w:p>
          <w:p w14:paraId="5D17A733" w14:textId="3A133D77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Анастасія Сергіївна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62F48" w14:textId="7C7B6818" w:rsidR="0053127C" w:rsidRPr="00D330E4" w:rsidRDefault="0053127C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вчитель інформатики</w:t>
            </w:r>
            <w:r w:rsidR="00D330E4">
              <w:rPr>
                <w:color w:val="000000"/>
                <w:lang w:val="uk-UA"/>
              </w:rPr>
              <w:t xml:space="preserve"> </w:t>
            </w:r>
            <w:r w:rsidR="00D330E4">
              <w:rPr>
                <w:color w:val="000000"/>
              </w:rPr>
              <w:t>Новоолександрівськ</w:t>
            </w:r>
            <w:r w:rsidR="00D330E4">
              <w:rPr>
                <w:color w:val="000000"/>
                <w:lang w:val="uk-UA"/>
              </w:rPr>
              <w:t>ого</w:t>
            </w:r>
            <w:r w:rsidR="00D330E4">
              <w:rPr>
                <w:color w:val="000000"/>
              </w:rPr>
              <w:t xml:space="preserve"> ліце</w:t>
            </w:r>
            <w:r w:rsidR="00D330E4">
              <w:rPr>
                <w:color w:val="000000"/>
                <w:lang w:val="uk-UA"/>
              </w:rPr>
              <w:t>ю</w:t>
            </w:r>
            <w:r w:rsidR="00D330E4" w:rsidRPr="0053127C">
              <w:rPr>
                <w:color w:val="000000"/>
              </w:rPr>
              <w:t xml:space="preserve"> Новоолександрівської сільської ради Дніпровського району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0E29B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ІІІ</w:t>
            </w:r>
          </w:p>
        </w:tc>
      </w:tr>
    </w:tbl>
    <w:p w14:paraId="58D71A53" w14:textId="773AE970" w:rsidR="0053127C" w:rsidRPr="0053127C" w:rsidRDefault="00173B01" w:rsidP="00173B01">
      <w:r w:rsidRPr="00891B8D">
        <w:rPr>
          <w:b/>
          <w:lang w:val="uk-UA"/>
        </w:rPr>
        <w:t xml:space="preserve">Вікова категорія </w:t>
      </w:r>
      <w:r w:rsidRPr="00173B01">
        <w:rPr>
          <w:lang w:val="uk-UA"/>
        </w:rPr>
        <w:t>-</w:t>
      </w:r>
      <w:r w:rsidR="0053127C" w:rsidRPr="00173B01">
        <w:t>4 клас</w:t>
      </w:r>
    </w:p>
    <w:tbl>
      <w:tblPr>
        <w:tblW w:w="15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2268"/>
        <w:gridCol w:w="4110"/>
        <w:gridCol w:w="3119"/>
        <w:gridCol w:w="4111"/>
        <w:gridCol w:w="850"/>
      </w:tblGrid>
      <w:tr w:rsidR="0053127C" w:rsidRPr="0053127C" w14:paraId="3063D9D3" w14:textId="77777777" w:rsidTr="0009436F">
        <w:trPr>
          <w:trHeight w:val="79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9C67B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4F7C6" w14:textId="35DE7933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proofErr w:type="gramStart"/>
            <w:r w:rsidRPr="0053127C">
              <w:rPr>
                <w:color w:val="000000"/>
              </w:rPr>
              <w:t>Б</w:t>
            </w:r>
            <w:proofErr w:type="gramEnd"/>
            <w:r w:rsidRPr="0053127C">
              <w:rPr>
                <w:color w:val="000000"/>
              </w:rPr>
              <w:t xml:space="preserve">ІЛА </w:t>
            </w:r>
          </w:p>
          <w:p w14:paraId="2AE03ED7" w14:textId="7842651B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Олександра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795FE" w14:textId="60DBDAF8" w:rsidR="0053127C" w:rsidRPr="0053127C" w:rsidRDefault="0087419F" w:rsidP="0053127C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учениця 4 класу </w:t>
            </w:r>
            <w:r w:rsidRPr="0053127C">
              <w:rPr>
                <w:color w:val="000000"/>
              </w:rPr>
              <w:t>Кри</w:t>
            </w:r>
            <w:r>
              <w:rPr>
                <w:color w:val="000000"/>
              </w:rPr>
              <w:t>ворізьк</w:t>
            </w:r>
            <w:r>
              <w:rPr>
                <w:color w:val="000000"/>
                <w:lang w:val="uk-UA"/>
              </w:rPr>
              <w:t>ої</w:t>
            </w:r>
            <w:r>
              <w:rPr>
                <w:color w:val="000000"/>
              </w:rPr>
              <w:t xml:space="preserve"> гімназі</w:t>
            </w:r>
            <w:r>
              <w:rPr>
                <w:color w:val="000000"/>
                <w:lang w:val="uk-UA"/>
              </w:rPr>
              <w:t>ї</w:t>
            </w:r>
            <w:r>
              <w:rPr>
                <w:color w:val="000000"/>
              </w:rPr>
              <w:t xml:space="preserve"> №</w:t>
            </w:r>
            <w:r>
              <w:rPr>
                <w:color w:val="000000"/>
                <w:lang w:val="uk-UA"/>
              </w:rPr>
              <w:t>60</w:t>
            </w:r>
            <w:r w:rsidRPr="0053127C">
              <w:rPr>
                <w:color w:val="000000"/>
              </w:rPr>
              <w:t xml:space="preserve"> Криворізької міської ради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A0976" w14:textId="1FA7E0F0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КОРОЛЬОВА</w:t>
            </w:r>
          </w:p>
          <w:p w14:paraId="24A233F3" w14:textId="52840586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Марина Валеріївна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FC2B9" w14:textId="6E7395A0" w:rsidR="0053127C" w:rsidRPr="00173B01" w:rsidRDefault="00173B01" w:rsidP="0053127C">
            <w:pPr>
              <w:rPr>
                <w:color w:val="000000"/>
                <w:lang w:val="uk-UA"/>
              </w:rPr>
            </w:pPr>
            <w:r>
              <w:rPr>
                <w:color w:val="000000"/>
              </w:rPr>
              <w:t>вчитель</w:t>
            </w:r>
            <w:r w:rsidRPr="0053127C">
              <w:rPr>
                <w:color w:val="000000"/>
              </w:rPr>
              <w:t xml:space="preserve"> </w:t>
            </w:r>
            <w:r w:rsidR="0053127C" w:rsidRPr="0053127C">
              <w:rPr>
                <w:color w:val="000000"/>
              </w:rPr>
              <w:t xml:space="preserve">інформатики </w:t>
            </w:r>
            <w:r>
              <w:rPr>
                <w:color w:val="000000"/>
                <w:lang w:val="uk-UA"/>
              </w:rPr>
              <w:t xml:space="preserve"> </w:t>
            </w:r>
            <w:r w:rsidRPr="0053127C">
              <w:rPr>
                <w:color w:val="000000"/>
              </w:rPr>
              <w:t>Кри</w:t>
            </w:r>
            <w:r>
              <w:rPr>
                <w:color w:val="000000"/>
              </w:rPr>
              <w:t>ворізьк</w:t>
            </w:r>
            <w:r>
              <w:rPr>
                <w:color w:val="000000"/>
                <w:lang w:val="uk-UA"/>
              </w:rPr>
              <w:t>ої</w:t>
            </w:r>
            <w:r>
              <w:rPr>
                <w:color w:val="000000"/>
              </w:rPr>
              <w:t xml:space="preserve"> гімназі</w:t>
            </w:r>
            <w:r>
              <w:rPr>
                <w:color w:val="000000"/>
                <w:lang w:val="uk-UA"/>
              </w:rPr>
              <w:t>ї</w:t>
            </w:r>
            <w:r>
              <w:rPr>
                <w:color w:val="000000"/>
              </w:rPr>
              <w:t xml:space="preserve"> №</w:t>
            </w:r>
            <w:r>
              <w:rPr>
                <w:color w:val="000000"/>
                <w:lang w:val="uk-UA"/>
              </w:rPr>
              <w:t>60</w:t>
            </w:r>
            <w:r w:rsidRPr="0053127C">
              <w:rPr>
                <w:color w:val="000000"/>
              </w:rPr>
              <w:t xml:space="preserve"> Криворізької міської ради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CE1E0E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</w:t>
            </w:r>
          </w:p>
        </w:tc>
      </w:tr>
      <w:tr w:rsidR="0053127C" w:rsidRPr="0053127C" w14:paraId="03B38300" w14:textId="77777777" w:rsidTr="0009436F">
        <w:trPr>
          <w:trHeight w:val="79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84C39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F8BA5" w14:textId="4B03F432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ВОЛОШИНА</w:t>
            </w:r>
          </w:p>
          <w:p w14:paraId="3080CEA5" w14:textId="6CBD388B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Мирослава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462AA" w14:textId="42A17087" w:rsidR="0053127C" w:rsidRPr="0053127C" w:rsidRDefault="00173B01" w:rsidP="0053127C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учениця 4 класу </w:t>
            </w:r>
            <w:r w:rsidRPr="0053127C">
              <w:rPr>
                <w:color w:val="000000"/>
              </w:rPr>
              <w:t>Кри</w:t>
            </w:r>
            <w:r>
              <w:rPr>
                <w:color w:val="000000"/>
              </w:rPr>
              <w:t>ворізьк</w:t>
            </w:r>
            <w:r>
              <w:rPr>
                <w:color w:val="000000"/>
                <w:lang w:val="uk-UA"/>
              </w:rPr>
              <w:t>ої</w:t>
            </w:r>
            <w:r>
              <w:rPr>
                <w:color w:val="000000"/>
              </w:rPr>
              <w:t xml:space="preserve"> гімназі</w:t>
            </w:r>
            <w:r>
              <w:rPr>
                <w:color w:val="000000"/>
                <w:lang w:val="uk-UA"/>
              </w:rPr>
              <w:t>ї</w:t>
            </w:r>
            <w:r>
              <w:rPr>
                <w:color w:val="000000"/>
              </w:rPr>
              <w:t xml:space="preserve"> №</w:t>
            </w:r>
            <w:r>
              <w:rPr>
                <w:color w:val="000000"/>
                <w:lang w:val="uk-UA"/>
              </w:rPr>
              <w:t>100</w:t>
            </w:r>
            <w:r w:rsidRPr="0053127C">
              <w:rPr>
                <w:color w:val="000000"/>
              </w:rPr>
              <w:t xml:space="preserve"> Криворізької міської ради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218A8" w14:textId="24B13A38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ПОГРЕБНЯК</w:t>
            </w:r>
          </w:p>
          <w:p w14:paraId="69C9E71D" w14:textId="542BF55A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Інна Валеріївна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4337B" w14:textId="56E19330" w:rsidR="0053127C" w:rsidRPr="00173B01" w:rsidRDefault="00173B01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 xml:space="preserve">вчитель </w:t>
            </w:r>
            <w:r w:rsidR="0053127C" w:rsidRPr="0053127C">
              <w:rPr>
                <w:color w:val="000000"/>
              </w:rPr>
              <w:t>початкових класів</w:t>
            </w:r>
            <w:r>
              <w:rPr>
                <w:color w:val="000000"/>
                <w:lang w:val="uk-UA"/>
              </w:rPr>
              <w:t xml:space="preserve"> </w:t>
            </w:r>
            <w:r w:rsidRPr="0053127C">
              <w:rPr>
                <w:color w:val="000000"/>
              </w:rPr>
              <w:t>Кри</w:t>
            </w:r>
            <w:r>
              <w:rPr>
                <w:color w:val="000000"/>
              </w:rPr>
              <w:t>ворізьк</w:t>
            </w:r>
            <w:r>
              <w:rPr>
                <w:color w:val="000000"/>
                <w:lang w:val="uk-UA"/>
              </w:rPr>
              <w:t>ої</w:t>
            </w:r>
            <w:r>
              <w:rPr>
                <w:color w:val="000000"/>
              </w:rPr>
              <w:t xml:space="preserve"> гімназі</w:t>
            </w:r>
            <w:r>
              <w:rPr>
                <w:color w:val="000000"/>
                <w:lang w:val="uk-UA"/>
              </w:rPr>
              <w:t>ї</w:t>
            </w:r>
            <w:r>
              <w:rPr>
                <w:color w:val="000000"/>
              </w:rPr>
              <w:t xml:space="preserve"> №</w:t>
            </w:r>
            <w:r>
              <w:rPr>
                <w:color w:val="000000"/>
                <w:lang w:val="uk-UA"/>
              </w:rPr>
              <w:t>100</w:t>
            </w:r>
            <w:r w:rsidRPr="0053127C">
              <w:rPr>
                <w:color w:val="000000"/>
              </w:rPr>
              <w:t xml:space="preserve"> Криворізької міської ради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27B764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</w:t>
            </w:r>
          </w:p>
        </w:tc>
      </w:tr>
      <w:tr w:rsidR="0053127C" w:rsidRPr="0053127C" w14:paraId="0A2DCC93" w14:textId="77777777" w:rsidTr="0009436F">
        <w:trPr>
          <w:trHeight w:val="79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5515F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F1339" w14:textId="53F061D6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КАРПЕНКО</w:t>
            </w:r>
          </w:p>
          <w:p w14:paraId="7EFF7017" w14:textId="37CC364D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Єва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C269B" w14:textId="4018A1F6" w:rsidR="0053127C" w:rsidRPr="00891B8D" w:rsidRDefault="00D330E4" w:rsidP="0053127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вихованка комунального закладу позашкільної освіти  </w:t>
            </w:r>
            <w:r w:rsidRPr="005E75D2">
              <w:rPr>
                <w:color w:val="000000" w:themeColor="text1"/>
                <w:lang w:val="uk-UA"/>
              </w:rPr>
              <w:t>“</w:t>
            </w:r>
            <w:r>
              <w:rPr>
                <w:color w:val="000000"/>
              </w:rPr>
              <w:t>Д</w:t>
            </w:r>
            <w:r>
              <w:rPr>
                <w:color w:val="000000"/>
                <w:lang w:val="uk-UA"/>
              </w:rPr>
              <w:t>ніпропетровський обласний центр науково-технічної  творчості</w:t>
            </w:r>
            <w:r>
              <w:rPr>
                <w:color w:val="000000"/>
              </w:rPr>
              <w:t xml:space="preserve"> та </w:t>
            </w:r>
            <w:r>
              <w:rPr>
                <w:color w:val="000000"/>
                <w:lang w:val="uk-UA"/>
              </w:rPr>
              <w:t xml:space="preserve">інформаційних технологій  </w:t>
            </w:r>
            <w:r>
              <w:rPr>
                <w:color w:val="000000"/>
                <w:lang w:val="uk-UA"/>
              </w:rPr>
              <w:lastRenderedPageBreak/>
              <w:t>учнівської молоді</w:t>
            </w:r>
            <w:r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  <w:r w:rsidRPr="0053127C">
              <w:rPr>
                <w:color w:val="000000"/>
              </w:rPr>
              <w:t xml:space="preserve"> Д</w:t>
            </w:r>
            <w:r>
              <w:rPr>
                <w:color w:val="000000"/>
                <w:lang w:val="uk-UA"/>
              </w:rPr>
              <w:t>ніпропетровської обласної ради</w:t>
            </w:r>
            <w:r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F2DE2" w14:textId="02CD5138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lastRenderedPageBreak/>
              <w:t>МОРОЗ</w:t>
            </w:r>
          </w:p>
          <w:p w14:paraId="3DE1D2B6" w14:textId="357060D4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Олена Валеріївна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D781F" w14:textId="63C019EA" w:rsidR="0053127C" w:rsidRPr="00173B01" w:rsidRDefault="0053127C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завідувач відділом</w:t>
            </w:r>
            <w:r w:rsidR="00173B01">
              <w:rPr>
                <w:color w:val="000000"/>
                <w:lang w:val="uk-UA"/>
              </w:rPr>
              <w:t xml:space="preserve"> комунального закладу позашкільної освіти  </w:t>
            </w:r>
            <w:r w:rsidR="00173B01" w:rsidRPr="005E75D2">
              <w:rPr>
                <w:color w:val="000000" w:themeColor="text1"/>
                <w:lang w:val="uk-UA"/>
              </w:rPr>
              <w:t>“</w:t>
            </w:r>
            <w:r w:rsidR="00173B01">
              <w:rPr>
                <w:color w:val="000000"/>
              </w:rPr>
              <w:t>Д</w:t>
            </w:r>
            <w:r w:rsidR="00173B01">
              <w:rPr>
                <w:color w:val="000000"/>
                <w:lang w:val="uk-UA"/>
              </w:rPr>
              <w:t>ніпропетровський обласний центр науково-технічної  творчості</w:t>
            </w:r>
            <w:r w:rsidR="00173B01">
              <w:rPr>
                <w:color w:val="000000"/>
              </w:rPr>
              <w:t xml:space="preserve"> та </w:t>
            </w:r>
            <w:r w:rsidR="00173B01">
              <w:rPr>
                <w:color w:val="000000"/>
                <w:lang w:val="uk-UA"/>
              </w:rPr>
              <w:t xml:space="preserve">інформаційних технологій  </w:t>
            </w:r>
            <w:r w:rsidR="00173B01">
              <w:rPr>
                <w:color w:val="000000"/>
                <w:lang w:val="uk-UA"/>
              </w:rPr>
              <w:lastRenderedPageBreak/>
              <w:t>учнівської молоді</w:t>
            </w:r>
            <w:r w:rsidR="00173B01"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  <w:r w:rsidR="00173B01" w:rsidRPr="0053127C">
              <w:rPr>
                <w:color w:val="000000"/>
              </w:rPr>
              <w:t xml:space="preserve"> Д</w:t>
            </w:r>
            <w:r w:rsidR="00173B01">
              <w:rPr>
                <w:color w:val="000000"/>
                <w:lang w:val="uk-UA"/>
              </w:rPr>
              <w:t xml:space="preserve">ніпропетровської обласної </w:t>
            </w:r>
            <w:proofErr w:type="gramStart"/>
            <w:r w:rsidR="00173B01">
              <w:rPr>
                <w:color w:val="000000"/>
                <w:lang w:val="uk-UA"/>
              </w:rPr>
              <w:t>ради</w:t>
            </w:r>
            <w:proofErr w:type="gramEnd"/>
            <w:r w:rsidR="00173B01"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D5F53B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lastRenderedPageBreak/>
              <w:t>І</w:t>
            </w:r>
          </w:p>
        </w:tc>
      </w:tr>
      <w:tr w:rsidR="0053127C" w:rsidRPr="0053127C" w14:paraId="035DDF57" w14:textId="77777777" w:rsidTr="0009436F">
        <w:trPr>
          <w:trHeight w:val="79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DEBDC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62EE0" w14:textId="3AC5D169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КАСПЕРОВИЧ</w:t>
            </w:r>
          </w:p>
          <w:p w14:paraId="231E2333" w14:textId="00F2DCAB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Максим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931EB" w14:textId="30948542" w:rsidR="0053127C" w:rsidRPr="00891B8D" w:rsidRDefault="00173B01" w:rsidP="0053127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вихованець комунального закладу позашкільної освіти  </w:t>
            </w:r>
            <w:r w:rsidR="0053127C" w:rsidRPr="005E75D2">
              <w:rPr>
                <w:color w:val="000000" w:themeColor="text1"/>
                <w:lang w:val="uk-UA"/>
              </w:rPr>
              <w:t>“</w:t>
            </w:r>
            <w:r w:rsidR="0053127C" w:rsidRPr="0053127C">
              <w:rPr>
                <w:color w:val="000000"/>
              </w:rPr>
              <w:t>Центр дитячої та юнацької творчості Тернівської міської ради Дніпропетровської області</w:t>
            </w:r>
            <w:r w:rsidR="00891B8D"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F20DD" w14:textId="5B37474D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ГЕРМАН</w:t>
            </w:r>
          </w:p>
          <w:p w14:paraId="6B3CEEC4" w14:textId="77EC89AB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Катерина</w:t>
            </w:r>
            <w:proofErr w:type="gramStart"/>
            <w:r w:rsidRPr="0053127C">
              <w:rPr>
                <w:color w:val="000000"/>
              </w:rPr>
              <w:t xml:space="preserve"> В</w:t>
            </w:r>
            <w:proofErr w:type="gramEnd"/>
            <w:r w:rsidRPr="0053127C">
              <w:rPr>
                <w:color w:val="000000"/>
              </w:rPr>
              <w:t>ікторівна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0D2B6" w14:textId="5ABEFC0E" w:rsidR="0053127C" w:rsidRPr="00173B01" w:rsidRDefault="00173B01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 xml:space="preserve">керівник </w:t>
            </w:r>
            <w:r>
              <w:rPr>
                <w:color w:val="000000"/>
              </w:rPr>
              <w:t xml:space="preserve">гуртка </w:t>
            </w:r>
            <w:r w:rsidRPr="005E75D2">
              <w:rPr>
                <w:color w:val="000000" w:themeColor="text1"/>
                <w:lang w:val="uk-UA"/>
              </w:rPr>
              <w:t>“</w:t>
            </w:r>
            <w:r>
              <w:rPr>
                <w:color w:val="000000"/>
              </w:rPr>
              <w:t>Комп'ютерна графіка та анімація</w:t>
            </w:r>
            <w:r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комунального закладу позашкільної освіти  </w:t>
            </w:r>
            <w:r w:rsidRPr="005E75D2">
              <w:rPr>
                <w:color w:val="000000" w:themeColor="text1"/>
                <w:lang w:val="uk-UA"/>
              </w:rPr>
              <w:t>“</w:t>
            </w:r>
            <w:r w:rsidRPr="0053127C">
              <w:rPr>
                <w:color w:val="000000"/>
              </w:rPr>
              <w:t>Центр дитячої та юнацької творчості Тернівської міської ради Дніпропетровської області</w:t>
            </w:r>
            <w:r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C04D30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</w:t>
            </w:r>
          </w:p>
        </w:tc>
      </w:tr>
      <w:tr w:rsidR="0053127C" w:rsidRPr="0053127C" w14:paraId="19486D25" w14:textId="77777777" w:rsidTr="0009436F">
        <w:trPr>
          <w:trHeight w:val="79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DC939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629AE" w14:textId="52F4A7D9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КОКШАРОВА</w:t>
            </w:r>
          </w:p>
          <w:p w14:paraId="1A2D6787" w14:textId="000829F2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Авеліна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95506" w14:textId="7F7FBE86" w:rsidR="0053127C" w:rsidRPr="0053127C" w:rsidRDefault="0087419F" w:rsidP="0053127C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учениця 4 класу </w:t>
            </w:r>
            <w:r w:rsidRPr="0053127C">
              <w:rPr>
                <w:color w:val="000000"/>
              </w:rPr>
              <w:t>Кри</w:t>
            </w:r>
            <w:r>
              <w:rPr>
                <w:color w:val="000000"/>
              </w:rPr>
              <w:t>ворізьк</w:t>
            </w:r>
            <w:r>
              <w:rPr>
                <w:color w:val="000000"/>
                <w:lang w:val="uk-UA"/>
              </w:rPr>
              <w:t>ої</w:t>
            </w:r>
            <w:r>
              <w:rPr>
                <w:color w:val="000000"/>
              </w:rPr>
              <w:t xml:space="preserve"> гімназі</w:t>
            </w:r>
            <w:r>
              <w:rPr>
                <w:color w:val="000000"/>
                <w:lang w:val="uk-UA"/>
              </w:rPr>
              <w:t>ї</w:t>
            </w:r>
            <w:r>
              <w:rPr>
                <w:color w:val="000000"/>
              </w:rPr>
              <w:t xml:space="preserve"> №</w:t>
            </w:r>
            <w:r>
              <w:rPr>
                <w:color w:val="000000"/>
                <w:lang w:val="uk-UA"/>
              </w:rPr>
              <w:t>82</w:t>
            </w:r>
            <w:r w:rsidRPr="0053127C">
              <w:rPr>
                <w:color w:val="000000"/>
              </w:rPr>
              <w:t xml:space="preserve"> Криворізької міської ради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603F8" w14:textId="7C5A2764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ПОЛЯКОВ</w:t>
            </w:r>
          </w:p>
          <w:p w14:paraId="446F9CBF" w14:textId="486A4BB3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Олег Олександрович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D35DD" w14:textId="12D5294C" w:rsidR="0053127C" w:rsidRPr="00173B01" w:rsidRDefault="00173B01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вчитель</w:t>
            </w:r>
            <w:r>
              <w:rPr>
                <w:color w:val="000000"/>
                <w:lang w:val="uk-UA"/>
              </w:rPr>
              <w:t xml:space="preserve"> </w:t>
            </w:r>
            <w:r w:rsidRPr="0053127C">
              <w:rPr>
                <w:color w:val="000000"/>
              </w:rPr>
              <w:t>Кри</w:t>
            </w:r>
            <w:r>
              <w:rPr>
                <w:color w:val="000000"/>
              </w:rPr>
              <w:t>ворізьк</w:t>
            </w:r>
            <w:r>
              <w:rPr>
                <w:color w:val="000000"/>
                <w:lang w:val="uk-UA"/>
              </w:rPr>
              <w:t>ої</w:t>
            </w:r>
            <w:r>
              <w:rPr>
                <w:color w:val="000000"/>
              </w:rPr>
              <w:t xml:space="preserve"> гімназі</w:t>
            </w:r>
            <w:r>
              <w:rPr>
                <w:color w:val="000000"/>
                <w:lang w:val="uk-UA"/>
              </w:rPr>
              <w:t>ї</w:t>
            </w:r>
            <w:r>
              <w:rPr>
                <w:color w:val="000000"/>
              </w:rPr>
              <w:t xml:space="preserve"> №</w:t>
            </w:r>
            <w:r>
              <w:rPr>
                <w:color w:val="000000"/>
                <w:lang w:val="uk-UA"/>
              </w:rPr>
              <w:t>82</w:t>
            </w:r>
            <w:r w:rsidRPr="0053127C">
              <w:rPr>
                <w:color w:val="000000"/>
              </w:rPr>
              <w:t xml:space="preserve"> Криворізької міської ради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681709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</w:t>
            </w:r>
          </w:p>
        </w:tc>
      </w:tr>
      <w:tr w:rsidR="0053127C" w:rsidRPr="0053127C" w14:paraId="57CD5A8A" w14:textId="77777777" w:rsidTr="0009436F">
        <w:trPr>
          <w:trHeight w:val="79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FD2C0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60E56" w14:textId="10318615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КОЛІСНИК</w:t>
            </w:r>
          </w:p>
          <w:p w14:paraId="4A94CCF7" w14:textId="65EBF219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Софія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808EE" w14:textId="21ADDC79" w:rsidR="0053127C" w:rsidRPr="00891B8D" w:rsidRDefault="00173B01" w:rsidP="0053127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вихованка </w:t>
            </w:r>
            <w:r>
              <w:rPr>
                <w:color w:val="000000"/>
              </w:rPr>
              <w:t>комунальн</w:t>
            </w:r>
            <w:r>
              <w:rPr>
                <w:color w:val="000000"/>
                <w:lang w:val="uk-UA"/>
              </w:rPr>
              <w:t>ого</w:t>
            </w:r>
            <w:r>
              <w:rPr>
                <w:color w:val="000000"/>
              </w:rPr>
              <w:t xml:space="preserve"> заклад</w:t>
            </w:r>
            <w:r>
              <w:rPr>
                <w:color w:val="000000"/>
                <w:lang w:val="uk-UA"/>
              </w:rPr>
              <w:t>у</w:t>
            </w:r>
            <w:r>
              <w:rPr>
                <w:color w:val="000000"/>
              </w:rPr>
              <w:t xml:space="preserve"> позашкільної освіти </w:t>
            </w:r>
            <w:r w:rsidRPr="005E75D2">
              <w:rPr>
                <w:color w:val="000000" w:themeColor="text1"/>
                <w:lang w:val="uk-UA"/>
              </w:rPr>
              <w:t>“</w:t>
            </w:r>
            <w:r w:rsidRPr="0053127C">
              <w:rPr>
                <w:color w:val="000000"/>
              </w:rPr>
              <w:t>Буд</w:t>
            </w:r>
            <w:r>
              <w:rPr>
                <w:color w:val="000000"/>
              </w:rPr>
              <w:t>инок творчості дітей та юнацтва</w:t>
            </w:r>
            <w:r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  <w:r w:rsidRPr="0053127C">
              <w:rPr>
                <w:color w:val="000000"/>
              </w:rPr>
              <w:t xml:space="preserve"> Покровської міської</w:t>
            </w:r>
            <w:r>
              <w:rPr>
                <w:color w:val="000000"/>
              </w:rPr>
              <w:t xml:space="preserve"> ради Дніпропетровської області</w:t>
            </w:r>
            <w:r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72F65" w14:textId="63D4BA58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КОНДРАТЮК</w:t>
            </w:r>
          </w:p>
          <w:p w14:paraId="02CB6D34" w14:textId="240ACB4F" w:rsidR="0053127C" w:rsidRPr="0053127C" w:rsidRDefault="0053127C" w:rsidP="00A743CF">
            <w:pPr>
              <w:jc w:val="center"/>
              <w:rPr>
                <w:color w:val="000000"/>
              </w:rPr>
            </w:pPr>
            <w:proofErr w:type="gramStart"/>
            <w:r w:rsidRPr="0053127C">
              <w:rPr>
                <w:color w:val="000000"/>
              </w:rPr>
              <w:t>Наталія</w:t>
            </w:r>
            <w:proofErr w:type="gramEnd"/>
            <w:r w:rsidRPr="0053127C">
              <w:rPr>
                <w:color w:val="000000"/>
              </w:rPr>
              <w:t xml:space="preserve"> Олександрівна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91618" w14:textId="253463F7" w:rsidR="0053127C" w:rsidRPr="0053127C" w:rsidRDefault="00173B01" w:rsidP="0053127C">
            <w:pPr>
              <w:rPr>
                <w:color w:val="000000"/>
              </w:rPr>
            </w:pPr>
            <w:r w:rsidRPr="0053127C">
              <w:rPr>
                <w:color w:val="000000"/>
              </w:rPr>
              <w:t xml:space="preserve">керівник </w:t>
            </w:r>
            <w:r w:rsidR="0053127C" w:rsidRPr="0053127C">
              <w:rPr>
                <w:color w:val="000000"/>
              </w:rPr>
              <w:t xml:space="preserve">гуртка </w:t>
            </w:r>
            <w:r>
              <w:rPr>
                <w:color w:val="000000"/>
              </w:rPr>
              <w:t>комунальн</w:t>
            </w:r>
            <w:r>
              <w:rPr>
                <w:color w:val="000000"/>
                <w:lang w:val="uk-UA"/>
              </w:rPr>
              <w:t>ого</w:t>
            </w:r>
            <w:r>
              <w:rPr>
                <w:color w:val="000000"/>
              </w:rPr>
              <w:t xml:space="preserve"> заклад</w:t>
            </w:r>
            <w:r>
              <w:rPr>
                <w:color w:val="000000"/>
                <w:lang w:val="uk-UA"/>
              </w:rPr>
              <w:t>у</w:t>
            </w:r>
            <w:r>
              <w:rPr>
                <w:color w:val="000000"/>
              </w:rPr>
              <w:t xml:space="preserve"> позашкільної освіти </w:t>
            </w:r>
            <w:r w:rsidRPr="005E75D2">
              <w:rPr>
                <w:color w:val="000000" w:themeColor="text1"/>
                <w:lang w:val="uk-UA"/>
              </w:rPr>
              <w:t>“</w:t>
            </w:r>
            <w:r w:rsidRPr="0053127C">
              <w:rPr>
                <w:color w:val="000000"/>
              </w:rPr>
              <w:t>Буд</w:t>
            </w:r>
            <w:r>
              <w:rPr>
                <w:color w:val="000000"/>
              </w:rPr>
              <w:t>инок творчості дітей та юнацтва</w:t>
            </w:r>
            <w:r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  <w:r w:rsidRPr="0053127C">
              <w:rPr>
                <w:color w:val="000000"/>
              </w:rPr>
              <w:t xml:space="preserve"> Покровської міської</w:t>
            </w:r>
            <w:r>
              <w:rPr>
                <w:color w:val="000000"/>
              </w:rPr>
              <w:t xml:space="preserve"> ради Дніпропетровської області</w:t>
            </w:r>
            <w:r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416506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</w:t>
            </w:r>
          </w:p>
        </w:tc>
      </w:tr>
      <w:tr w:rsidR="0053127C" w:rsidRPr="0053127C" w14:paraId="536D3041" w14:textId="77777777" w:rsidTr="0009436F">
        <w:trPr>
          <w:trHeight w:val="79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74548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E1BC5" w14:textId="0D262DF9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МАКСИМЕНКО</w:t>
            </w:r>
          </w:p>
          <w:p w14:paraId="23C9E39A" w14:textId="0EFC3A2C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Степан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D5BF2" w14:textId="218679B0" w:rsidR="0053127C" w:rsidRPr="0053127C" w:rsidRDefault="0087419F" w:rsidP="0053127C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учень 4 класу </w:t>
            </w:r>
            <w:r w:rsidRPr="0053127C">
              <w:rPr>
                <w:color w:val="000000"/>
              </w:rPr>
              <w:t>Кри</w:t>
            </w:r>
            <w:r>
              <w:rPr>
                <w:color w:val="000000"/>
              </w:rPr>
              <w:t>ворізьк</w:t>
            </w:r>
            <w:r>
              <w:rPr>
                <w:color w:val="000000"/>
                <w:lang w:val="uk-UA"/>
              </w:rPr>
              <w:t>ої</w:t>
            </w:r>
            <w:r>
              <w:rPr>
                <w:color w:val="000000"/>
              </w:rPr>
              <w:t xml:space="preserve"> гімназі</w:t>
            </w:r>
            <w:r>
              <w:rPr>
                <w:color w:val="000000"/>
                <w:lang w:val="uk-UA"/>
              </w:rPr>
              <w:t>ї</w:t>
            </w:r>
            <w:r>
              <w:rPr>
                <w:color w:val="000000"/>
              </w:rPr>
              <w:t xml:space="preserve"> №</w:t>
            </w:r>
            <w:r>
              <w:rPr>
                <w:color w:val="000000"/>
                <w:lang w:val="uk-UA"/>
              </w:rPr>
              <w:t>125</w:t>
            </w:r>
            <w:r w:rsidRPr="0053127C">
              <w:rPr>
                <w:color w:val="000000"/>
              </w:rPr>
              <w:t xml:space="preserve"> Криворізької міської ради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35018" w14:textId="09B05EF3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КОСТІНА</w:t>
            </w:r>
          </w:p>
          <w:p w14:paraId="4E2D13F4" w14:textId="60047811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Анна Миколаївна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34498" w14:textId="122EA534" w:rsidR="0053127C" w:rsidRPr="00173B01" w:rsidRDefault="0053127C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вчитель інформатики</w:t>
            </w:r>
            <w:r w:rsidR="00173B01">
              <w:rPr>
                <w:color w:val="000000"/>
                <w:lang w:val="uk-UA"/>
              </w:rPr>
              <w:t xml:space="preserve"> </w:t>
            </w:r>
            <w:r w:rsidR="00173B01" w:rsidRPr="0053127C">
              <w:rPr>
                <w:color w:val="000000"/>
              </w:rPr>
              <w:t>Кри</w:t>
            </w:r>
            <w:r w:rsidR="00173B01">
              <w:rPr>
                <w:color w:val="000000"/>
              </w:rPr>
              <w:t>ворізьк</w:t>
            </w:r>
            <w:r w:rsidR="00173B01">
              <w:rPr>
                <w:color w:val="000000"/>
                <w:lang w:val="uk-UA"/>
              </w:rPr>
              <w:t>ої</w:t>
            </w:r>
            <w:r w:rsidR="00173B01">
              <w:rPr>
                <w:color w:val="000000"/>
              </w:rPr>
              <w:t xml:space="preserve"> гімназі</w:t>
            </w:r>
            <w:r w:rsidR="00173B01">
              <w:rPr>
                <w:color w:val="000000"/>
                <w:lang w:val="uk-UA"/>
              </w:rPr>
              <w:t>ї</w:t>
            </w:r>
            <w:r w:rsidR="00173B01">
              <w:rPr>
                <w:color w:val="000000"/>
              </w:rPr>
              <w:t xml:space="preserve"> №</w:t>
            </w:r>
            <w:r w:rsidR="00173B01">
              <w:rPr>
                <w:color w:val="000000"/>
                <w:lang w:val="uk-UA"/>
              </w:rPr>
              <w:t>125</w:t>
            </w:r>
            <w:r w:rsidR="00173B01" w:rsidRPr="0053127C">
              <w:rPr>
                <w:color w:val="000000"/>
              </w:rPr>
              <w:t xml:space="preserve"> Криворізької міської ради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4B439A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</w:t>
            </w:r>
          </w:p>
        </w:tc>
      </w:tr>
      <w:tr w:rsidR="0053127C" w:rsidRPr="0053127C" w14:paraId="17230DBA" w14:textId="77777777" w:rsidTr="0009436F">
        <w:trPr>
          <w:trHeight w:val="79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10821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06925" w14:textId="7DCF30B1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МОРОЗ</w:t>
            </w:r>
          </w:p>
          <w:p w14:paraId="3A019DA6" w14:textId="30CB9A34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Анастасія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9C3F7" w14:textId="6C5474C4" w:rsidR="0053127C" w:rsidRPr="00891B8D" w:rsidRDefault="00173B01" w:rsidP="0053127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вихованка </w:t>
            </w:r>
            <w:r>
              <w:rPr>
                <w:color w:val="000000"/>
              </w:rPr>
              <w:t>комунальн</w:t>
            </w:r>
            <w:r>
              <w:rPr>
                <w:color w:val="000000"/>
                <w:lang w:val="uk-UA"/>
              </w:rPr>
              <w:t>ого</w:t>
            </w:r>
            <w:r>
              <w:rPr>
                <w:color w:val="000000"/>
              </w:rPr>
              <w:t xml:space="preserve"> заклад</w:t>
            </w:r>
            <w:r>
              <w:rPr>
                <w:color w:val="000000"/>
                <w:lang w:val="uk-UA"/>
              </w:rPr>
              <w:t>у</w:t>
            </w:r>
            <w:r>
              <w:rPr>
                <w:color w:val="000000"/>
              </w:rPr>
              <w:t xml:space="preserve"> позашкільної освіти </w:t>
            </w:r>
            <w:r w:rsidRPr="005E75D2">
              <w:rPr>
                <w:color w:val="000000" w:themeColor="text1"/>
                <w:lang w:val="uk-UA"/>
              </w:rPr>
              <w:t>“</w:t>
            </w:r>
            <w:r w:rsidRPr="0053127C">
              <w:rPr>
                <w:color w:val="000000"/>
              </w:rPr>
              <w:t>Буд</w:t>
            </w:r>
            <w:r>
              <w:rPr>
                <w:color w:val="000000"/>
              </w:rPr>
              <w:t>инок творчості дітей та юнацтва</w:t>
            </w:r>
            <w:r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  <w:r w:rsidRPr="0053127C">
              <w:rPr>
                <w:color w:val="000000"/>
              </w:rPr>
              <w:t xml:space="preserve"> Покровської міської</w:t>
            </w:r>
            <w:r>
              <w:rPr>
                <w:color w:val="000000"/>
              </w:rPr>
              <w:t xml:space="preserve"> ради Дніпропетровської області</w:t>
            </w:r>
            <w:r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F0BBB" w14:textId="37352B8C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ЯКИМОВА</w:t>
            </w:r>
          </w:p>
          <w:p w14:paraId="70AFD2B0" w14:textId="52420477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Ніна Леонідівна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2A2CD" w14:textId="35CA803B" w:rsidR="0053127C" w:rsidRPr="00173B01" w:rsidRDefault="0053127C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керівник гуртка</w:t>
            </w:r>
            <w:r w:rsidR="00173B01">
              <w:rPr>
                <w:color w:val="000000"/>
                <w:lang w:val="uk-UA"/>
              </w:rPr>
              <w:t xml:space="preserve"> </w:t>
            </w:r>
            <w:r w:rsidR="00173B01">
              <w:rPr>
                <w:color w:val="000000"/>
              </w:rPr>
              <w:t>комунальн</w:t>
            </w:r>
            <w:r w:rsidR="00173B01">
              <w:rPr>
                <w:color w:val="000000"/>
                <w:lang w:val="uk-UA"/>
              </w:rPr>
              <w:t>ого</w:t>
            </w:r>
            <w:r w:rsidR="00173B01">
              <w:rPr>
                <w:color w:val="000000"/>
              </w:rPr>
              <w:t xml:space="preserve"> заклад</w:t>
            </w:r>
            <w:r w:rsidR="00173B01">
              <w:rPr>
                <w:color w:val="000000"/>
                <w:lang w:val="uk-UA"/>
              </w:rPr>
              <w:t>у</w:t>
            </w:r>
            <w:r w:rsidR="00173B01">
              <w:rPr>
                <w:color w:val="000000"/>
              </w:rPr>
              <w:t xml:space="preserve"> позашкільної освіти </w:t>
            </w:r>
            <w:r w:rsidR="00173B01" w:rsidRPr="005E75D2">
              <w:rPr>
                <w:color w:val="000000" w:themeColor="text1"/>
                <w:lang w:val="uk-UA"/>
              </w:rPr>
              <w:t>“</w:t>
            </w:r>
            <w:r w:rsidR="00173B01" w:rsidRPr="0053127C">
              <w:rPr>
                <w:color w:val="000000"/>
              </w:rPr>
              <w:t>Буд</w:t>
            </w:r>
            <w:r w:rsidR="00173B01">
              <w:rPr>
                <w:color w:val="000000"/>
              </w:rPr>
              <w:t>инок творчості дітей та юнацтва</w:t>
            </w:r>
            <w:r w:rsidR="00173B01"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  <w:r w:rsidR="00173B01" w:rsidRPr="0053127C">
              <w:rPr>
                <w:color w:val="000000"/>
              </w:rPr>
              <w:t xml:space="preserve"> Покровської міської</w:t>
            </w:r>
            <w:r w:rsidR="00173B01">
              <w:rPr>
                <w:color w:val="000000"/>
              </w:rPr>
              <w:t xml:space="preserve"> ради Дніпропетровської області</w:t>
            </w:r>
            <w:r w:rsidR="00173B01"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9C4580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</w:t>
            </w:r>
          </w:p>
        </w:tc>
      </w:tr>
      <w:tr w:rsidR="0053127C" w:rsidRPr="0053127C" w14:paraId="3CA56776" w14:textId="77777777" w:rsidTr="0009436F">
        <w:trPr>
          <w:trHeight w:val="79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6453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09377" w14:textId="49B393AD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ПРИДАЧА</w:t>
            </w:r>
          </w:p>
          <w:p w14:paraId="405F9021" w14:textId="0DE78E44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Полі</w:t>
            </w:r>
            <w:proofErr w:type="gramStart"/>
            <w:r w:rsidRPr="0053127C">
              <w:rPr>
                <w:color w:val="000000"/>
              </w:rPr>
              <w:t>на</w:t>
            </w:r>
            <w:proofErr w:type="gram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922DF" w14:textId="44216991" w:rsidR="0053127C" w:rsidRPr="0053127C" w:rsidRDefault="00173B01" w:rsidP="0053127C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учениця 4 класу </w:t>
            </w:r>
            <w:r w:rsidRPr="0053127C">
              <w:rPr>
                <w:color w:val="000000"/>
              </w:rPr>
              <w:t>Кри</w:t>
            </w:r>
            <w:r>
              <w:rPr>
                <w:color w:val="000000"/>
              </w:rPr>
              <w:t>ворізьк</w:t>
            </w:r>
            <w:r>
              <w:rPr>
                <w:color w:val="000000"/>
                <w:lang w:val="uk-UA"/>
              </w:rPr>
              <w:t>ої</w:t>
            </w:r>
            <w:r>
              <w:rPr>
                <w:color w:val="000000"/>
              </w:rPr>
              <w:t xml:space="preserve"> гімназі</w:t>
            </w:r>
            <w:r>
              <w:rPr>
                <w:color w:val="000000"/>
                <w:lang w:val="uk-UA"/>
              </w:rPr>
              <w:t>ї</w:t>
            </w:r>
            <w:r>
              <w:rPr>
                <w:color w:val="000000"/>
              </w:rPr>
              <w:t xml:space="preserve"> №</w:t>
            </w:r>
            <w:r>
              <w:rPr>
                <w:color w:val="000000"/>
                <w:lang w:val="uk-UA"/>
              </w:rPr>
              <w:t>108</w:t>
            </w:r>
            <w:r w:rsidRPr="0053127C">
              <w:rPr>
                <w:color w:val="000000"/>
              </w:rPr>
              <w:t xml:space="preserve"> Криворізької міської ради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4A402" w14:textId="29CC32AF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ГОРШКОВА</w:t>
            </w:r>
          </w:p>
          <w:p w14:paraId="1E2B9989" w14:textId="49B22C36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Людмила</w:t>
            </w:r>
            <w:proofErr w:type="gramStart"/>
            <w:r w:rsidRPr="0053127C">
              <w:rPr>
                <w:color w:val="000000"/>
              </w:rPr>
              <w:t xml:space="preserve"> В</w:t>
            </w:r>
            <w:proofErr w:type="gramEnd"/>
            <w:r w:rsidRPr="0053127C">
              <w:rPr>
                <w:color w:val="000000"/>
              </w:rPr>
              <w:t>ікторівна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DCC0E" w14:textId="51FB4D0A" w:rsidR="0053127C" w:rsidRPr="00173B01" w:rsidRDefault="00173B01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 xml:space="preserve">вчитель </w:t>
            </w:r>
            <w:r w:rsidR="0053127C" w:rsidRPr="0053127C">
              <w:rPr>
                <w:color w:val="000000"/>
              </w:rPr>
              <w:t>початкових класі</w:t>
            </w:r>
            <w:proofErr w:type="gramStart"/>
            <w:r w:rsidR="0053127C" w:rsidRPr="0053127C">
              <w:rPr>
                <w:color w:val="000000"/>
              </w:rPr>
              <w:t>в</w:t>
            </w:r>
            <w:proofErr w:type="gramEnd"/>
            <w:r w:rsidR="0053127C" w:rsidRPr="0053127C">
              <w:rPr>
                <w:color w:val="000000"/>
              </w:rPr>
              <w:t xml:space="preserve"> та інформатики</w:t>
            </w:r>
            <w:r>
              <w:rPr>
                <w:color w:val="000000"/>
                <w:lang w:val="uk-UA"/>
              </w:rPr>
              <w:t xml:space="preserve"> </w:t>
            </w:r>
            <w:r w:rsidRPr="0053127C">
              <w:rPr>
                <w:color w:val="000000"/>
              </w:rPr>
              <w:t>Кри</w:t>
            </w:r>
            <w:r>
              <w:rPr>
                <w:color w:val="000000"/>
              </w:rPr>
              <w:t>ворізьк</w:t>
            </w:r>
            <w:r>
              <w:rPr>
                <w:color w:val="000000"/>
                <w:lang w:val="uk-UA"/>
              </w:rPr>
              <w:t>ої</w:t>
            </w:r>
            <w:r>
              <w:rPr>
                <w:color w:val="000000"/>
              </w:rPr>
              <w:t xml:space="preserve"> гімназі</w:t>
            </w:r>
            <w:r>
              <w:rPr>
                <w:color w:val="000000"/>
                <w:lang w:val="uk-UA"/>
              </w:rPr>
              <w:t>ї</w:t>
            </w:r>
            <w:r>
              <w:rPr>
                <w:color w:val="000000"/>
              </w:rPr>
              <w:t xml:space="preserve"> №</w:t>
            </w:r>
            <w:r>
              <w:rPr>
                <w:color w:val="000000"/>
                <w:lang w:val="uk-UA"/>
              </w:rPr>
              <w:t>108</w:t>
            </w:r>
            <w:r w:rsidRPr="0053127C">
              <w:rPr>
                <w:color w:val="000000"/>
              </w:rPr>
              <w:t xml:space="preserve"> Криворізької міської ради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79D9CC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</w:t>
            </w:r>
          </w:p>
        </w:tc>
      </w:tr>
      <w:tr w:rsidR="0053127C" w:rsidRPr="0053127C" w14:paraId="679770F8" w14:textId="77777777" w:rsidTr="00A743CF">
        <w:trPr>
          <w:trHeight w:val="79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EF98D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E5399" w14:textId="007F10DC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ПРИХОДЬКО</w:t>
            </w:r>
          </w:p>
          <w:p w14:paraId="12386E57" w14:textId="2A62370E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Вадим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DCA76" w14:textId="71765AE9" w:rsidR="0053127C" w:rsidRPr="0053127C" w:rsidRDefault="0087419F" w:rsidP="0053127C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учень 4 класу </w:t>
            </w:r>
            <w:r w:rsidRPr="0053127C">
              <w:rPr>
                <w:color w:val="000000"/>
              </w:rPr>
              <w:t>Кри</w:t>
            </w:r>
            <w:r>
              <w:rPr>
                <w:color w:val="000000"/>
              </w:rPr>
              <w:t>ворізьк</w:t>
            </w:r>
            <w:r>
              <w:rPr>
                <w:color w:val="000000"/>
                <w:lang w:val="uk-UA"/>
              </w:rPr>
              <w:t>ої</w:t>
            </w:r>
            <w:r>
              <w:rPr>
                <w:color w:val="000000"/>
              </w:rPr>
              <w:t xml:space="preserve"> гімназі</w:t>
            </w:r>
            <w:r>
              <w:rPr>
                <w:color w:val="000000"/>
                <w:lang w:val="uk-UA"/>
              </w:rPr>
              <w:t>ї</w:t>
            </w:r>
            <w:r>
              <w:rPr>
                <w:color w:val="000000"/>
              </w:rPr>
              <w:t xml:space="preserve"> №</w:t>
            </w:r>
            <w:r>
              <w:rPr>
                <w:color w:val="000000"/>
                <w:lang w:val="uk-UA"/>
              </w:rPr>
              <w:t>41</w:t>
            </w:r>
            <w:r w:rsidRPr="0053127C">
              <w:rPr>
                <w:color w:val="000000"/>
              </w:rPr>
              <w:t xml:space="preserve"> Криворізької міської ради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F407E" w14:textId="24276B26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ІЛЬЧЕНКО</w:t>
            </w:r>
          </w:p>
          <w:p w14:paraId="527CD5F3" w14:textId="4892D6AB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Анастасія Володимирівна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8B740" w14:textId="2ABC3FAC" w:rsidR="0053127C" w:rsidRPr="00173B01" w:rsidRDefault="0053127C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 xml:space="preserve">вчитель інформатики </w:t>
            </w:r>
            <w:r w:rsidR="00173B01">
              <w:rPr>
                <w:color w:val="000000"/>
                <w:lang w:val="uk-UA"/>
              </w:rPr>
              <w:t xml:space="preserve"> </w:t>
            </w:r>
            <w:r w:rsidR="00173B01" w:rsidRPr="0053127C">
              <w:rPr>
                <w:color w:val="000000"/>
              </w:rPr>
              <w:t>Кри</w:t>
            </w:r>
            <w:r w:rsidR="00173B01">
              <w:rPr>
                <w:color w:val="000000"/>
              </w:rPr>
              <w:t>ворізьк</w:t>
            </w:r>
            <w:r w:rsidR="00173B01">
              <w:rPr>
                <w:color w:val="000000"/>
                <w:lang w:val="uk-UA"/>
              </w:rPr>
              <w:t>ої</w:t>
            </w:r>
            <w:r w:rsidR="00173B01">
              <w:rPr>
                <w:color w:val="000000"/>
              </w:rPr>
              <w:t xml:space="preserve"> гімназі</w:t>
            </w:r>
            <w:r w:rsidR="00173B01">
              <w:rPr>
                <w:color w:val="000000"/>
                <w:lang w:val="uk-UA"/>
              </w:rPr>
              <w:t>ї</w:t>
            </w:r>
            <w:r w:rsidR="00173B01">
              <w:rPr>
                <w:color w:val="000000"/>
              </w:rPr>
              <w:t xml:space="preserve"> №</w:t>
            </w:r>
            <w:r w:rsidR="00173B01">
              <w:rPr>
                <w:color w:val="000000"/>
                <w:lang w:val="uk-UA"/>
              </w:rPr>
              <w:t>41</w:t>
            </w:r>
            <w:r w:rsidR="00173B01" w:rsidRPr="0053127C">
              <w:rPr>
                <w:color w:val="000000"/>
              </w:rPr>
              <w:t xml:space="preserve"> Криворізької міської ради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0AE246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</w:t>
            </w:r>
          </w:p>
        </w:tc>
      </w:tr>
      <w:tr w:rsidR="0053127C" w:rsidRPr="0053127C" w14:paraId="18920F60" w14:textId="77777777" w:rsidTr="00A743CF">
        <w:trPr>
          <w:trHeight w:val="79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5B642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65AE9" w14:textId="0B92A7D2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ПРОХОРОВА</w:t>
            </w:r>
          </w:p>
          <w:p w14:paraId="1CBDC57D" w14:textId="100CC7A2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Аліна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E1923" w14:textId="37647F6C" w:rsidR="0053127C" w:rsidRPr="0053127C" w:rsidRDefault="0087419F" w:rsidP="0053127C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учениця 4 класу </w:t>
            </w:r>
            <w:r w:rsidRPr="0053127C">
              <w:rPr>
                <w:color w:val="000000"/>
              </w:rPr>
              <w:t>Кри</w:t>
            </w:r>
            <w:r>
              <w:rPr>
                <w:color w:val="000000"/>
              </w:rPr>
              <w:t>ворізьк</w:t>
            </w:r>
            <w:r>
              <w:rPr>
                <w:color w:val="000000"/>
                <w:lang w:val="uk-UA"/>
              </w:rPr>
              <w:t>ої</w:t>
            </w:r>
            <w:r>
              <w:rPr>
                <w:color w:val="000000"/>
              </w:rPr>
              <w:t xml:space="preserve"> гімназі</w:t>
            </w:r>
            <w:r>
              <w:rPr>
                <w:color w:val="000000"/>
                <w:lang w:val="uk-UA"/>
              </w:rPr>
              <w:t>ї</w:t>
            </w:r>
            <w:r>
              <w:rPr>
                <w:color w:val="000000"/>
              </w:rPr>
              <w:t xml:space="preserve"> №</w:t>
            </w:r>
            <w:r>
              <w:rPr>
                <w:color w:val="000000"/>
                <w:lang w:val="uk-UA"/>
              </w:rPr>
              <w:t>42</w:t>
            </w:r>
            <w:r w:rsidRPr="0053127C">
              <w:rPr>
                <w:color w:val="000000"/>
              </w:rPr>
              <w:t xml:space="preserve"> Криворізької міської ради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7F24D" w14:textId="59DAC2CB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ІВЧЕНКО</w:t>
            </w:r>
          </w:p>
          <w:p w14:paraId="4A272D8E" w14:textId="70CA0E2B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Сергій Вадимович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B7242" w14:textId="3E6B7FB5" w:rsidR="0053127C" w:rsidRPr="00173B01" w:rsidRDefault="0053127C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вчитель інформатики</w:t>
            </w:r>
            <w:r w:rsidR="00173B01">
              <w:rPr>
                <w:color w:val="000000"/>
                <w:lang w:val="uk-UA"/>
              </w:rPr>
              <w:t xml:space="preserve"> </w:t>
            </w:r>
            <w:r w:rsidR="00173B01" w:rsidRPr="0053127C">
              <w:rPr>
                <w:color w:val="000000"/>
              </w:rPr>
              <w:t>Кри</w:t>
            </w:r>
            <w:r w:rsidR="00173B01">
              <w:rPr>
                <w:color w:val="000000"/>
              </w:rPr>
              <w:t>ворізьк</w:t>
            </w:r>
            <w:r w:rsidR="00173B01">
              <w:rPr>
                <w:color w:val="000000"/>
                <w:lang w:val="uk-UA"/>
              </w:rPr>
              <w:t>ої</w:t>
            </w:r>
            <w:r w:rsidR="00173B01">
              <w:rPr>
                <w:color w:val="000000"/>
              </w:rPr>
              <w:t xml:space="preserve"> гімназі</w:t>
            </w:r>
            <w:r w:rsidR="00173B01">
              <w:rPr>
                <w:color w:val="000000"/>
                <w:lang w:val="uk-UA"/>
              </w:rPr>
              <w:t>ї</w:t>
            </w:r>
            <w:r w:rsidR="00173B01">
              <w:rPr>
                <w:color w:val="000000"/>
              </w:rPr>
              <w:t xml:space="preserve"> №</w:t>
            </w:r>
            <w:r w:rsidR="00173B01">
              <w:rPr>
                <w:color w:val="000000"/>
                <w:lang w:val="uk-UA"/>
              </w:rPr>
              <w:t>42</w:t>
            </w:r>
            <w:r w:rsidR="00173B01" w:rsidRPr="0053127C">
              <w:rPr>
                <w:color w:val="000000"/>
              </w:rPr>
              <w:t xml:space="preserve"> Криворізької міської ради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2B275E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</w:t>
            </w:r>
          </w:p>
        </w:tc>
      </w:tr>
      <w:tr w:rsidR="0053127C" w:rsidRPr="0053127C" w14:paraId="0542C415" w14:textId="77777777" w:rsidTr="00A743CF">
        <w:trPr>
          <w:trHeight w:val="79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4A1A1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23C62" w14:textId="7C3EB7ED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СКРИПНІК</w:t>
            </w:r>
          </w:p>
          <w:p w14:paraId="4D996977" w14:textId="3B436E3E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Мирослава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FDB1E" w14:textId="16302BDD" w:rsidR="0053127C" w:rsidRPr="0053127C" w:rsidRDefault="0087419F" w:rsidP="0053127C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учениця 4 класу </w:t>
            </w:r>
            <w:r w:rsidRPr="0053127C">
              <w:rPr>
                <w:color w:val="000000"/>
              </w:rPr>
              <w:t>Кри</w:t>
            </w:r>
            <w:r>
              <w:rPr>
                <w:color w:val="000000"/>
              </w:rPr>
              <w:t>ворізьк</w:t>
            </w:r>
            <w:r>
              <w:rPr>
                <w:color w:val="000000"/>
                <w:lang w:val="uk-UA"/>
              </w:rPr>
              <w:t>ої</w:t>
            </w:r>
            <w:r>
              <w:rPr>
                <w:color w:val="000000"/>
              </w:rPr>
              <w:t xml:space="preserve"> гімназі</w:t>
            </w:r>
            <w:r>
              <w:rPr>
                <w:color w:val="000000"/>
                <w:lang w:val="uk-UA"/>
              </w:rPr>
              <w:t>ї</w:t>
            </w:r>
            <w:r>
              <w:rPr>
                <w:color w:val="000000"/>
              </w:rPr>
              <w:t xml:space="preserve"> №</w:t>
            </w:r>
            <w:r>
              <w:rPr>
                <w:color w:val="000000"/>
                <w:lang w:val="uk-UA"/>
              </w:rPr>
              <w:t>37</w:t>
            </w:r>
            <w:r w:rsidRPr="0053127C">
              <w:rPr>
                <w:color w:val="000000"/>
              </w:rPr>
              <w:t xml:space="preserve"> Криворізької міської ради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477D9" w14:textId="35AD85C8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МЛІНЦОВА</w:t>
            </w:r>
          </w:p>
          <w:p w14:paraId="0B35BC0F" w14:textId="1BD66992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Ірина Юріївна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C3ABB" w14:textId="1FC49D22" w:rsidR="0053127C" w:rsidRPr="00173B01" w:rsidRDefault="0053127C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вчитель інформатики</w:t>
            </w:r>
            <w:r w:rsidR="00173B01">
              <w:rPr>
                <w:color w:val="000000"/>
                <w:lang w:val="uk-UA"/>
              </w:rPr>
              <w:t xml:space="preserve"> </w:t>
            </w:r>
            <w:r w:rsidR="00173B01" w:rsidRPr="0053127C">
              <w:rPr>
                <w:color w:val="000000"/>
              </w:rPr>
              <w:t>Кри</w:t>
            </w:r>
            <w:r w:rsidR="00173B01">
              <w:rPr>
                <w:color w:val="000000"/>
              </w:rPr>
              <w:t>ворізьк</w:t>
            </w:r>
            <w:r w:rsidR="00173B01">
              <w:rPr>
                <w:color w:val="000000"/>
                <w:lang w:val="uk-UA"/>
              </w:rPr>
              <w:t>ої</w:t>
            </w:r>
            <w:r w:rsidR="00173B01">
              <w:rPr>
                <w:color w:val="000000"/>
              </w:rPr>
              <w:t xml:space="preserve"> гімназі</w:t>
            </w:r>
            <w:r w:rsidR="00173B01">
              <w:rPr>
                <w:color w:val="000000"/>
                <w:lang w:val="uk-UA"/>
              </w:rPr>
              <w:t>ї</w:t>
            </w:r>
            <w:r w:rsidR="00173B01">
              <w:rPr>
                <w:color w:val="000000"/>
              </w:rPr>
              <w:t xml:space="preserve"> №</w:t>
            </w:r>
            <w:r w:rsidR="00173B01">
              <w:rPr>
                <w:color w:val="000000"/>
                <w:lang w:val="uk-UA"/>
              </w:rPr>
              <w:t>37</w:t>
            </w:r>
            <w:r w:rsidR="00173B01" w:rsidRPr="0053127C">
              <w:rPr>
                <w:color w:val="000000"/>
              </w:rPr>
              <w:t xml:space="preserve"> Криворізької міської ради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E5E303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</w:t>
            </w:r>
          </w:p>
        </w:tc>
      </w:tr>
      <w:tr w:rsidR="0053127C" w:rsidRPr="0053127C" w14:paraId="17ED335A" w14:textId="77777777" w:rsidTr="0009436F">
        <w:trPr>
          <w:trHeight w:val="79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912DF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92275" w14:textId="0FD49F50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ТЕСЛЮК</w:t>
            </w:r>
          </w:p>
          <w:p w14:paraId="7305EC85" w14:textId="6ECC38D0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Єгор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F9FBB" w14:textId="152EE385" w:rsidR="0053127C" w:rsidRPr="0053127C" w:rsidRDefault="0087419F" w:rsidP="0053127C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учень 4 класу </w:t>
            </w:r>
            <w:r w:rsidRPr="0053127C">
              <w:rPr>
                <w:color w:val="000000"/>
              </w:rPr>
              <w:t>Кри</w:t>
            </w:r>
            <w:r>
              <w:rPr>
                <w:color w:val="000000"/>
              </w:rPr>
              <w:t>ворізьк</w:t>
            </w:r>
            <w:r>
              <w:rPr>
                <w:color w:val="000000"/>
                <w:lang w:val="uk-UA"/>
              </w:rPr>
              <w:t>ої</w:t>
            </w:r>
            <w:r>
              <w:rPr>
                <w:color w:val="000000"/>
              </w:rPr>
              <w:t xml:space="preserve"> гімназі</w:t>
            </w:r>
            <w:r>
              <w:rPr>
                <w:color w:val="000000"/>
                <w:lang w:val="uk-UA"/>
              </w:rPr>
              <w:t>ї</w:t>
            </w:r>
            <w:r>
              <w:rPr>
                <w:color w:val="000000"/>
              </w:rPr>
              <w:t xml:space="preserve"> №</w:t>
            </w:r>
            <w:r>
              <w:rPr>
                <w:color w:val="000000"/>
                <w:lang w:val="uk-UA"/>
              </w:rPr>
              <w:t>130</w:t>
            </w:r>
            <w:r w:rsidRPr="0053127C">
              <w:rPr>
                <w:color w:val="000000"/>
              </w:rPr>
              <w:t xml:space="preserve"> Криворізької міської ради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CC030" w14:textId="52AE427F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МАЗУР</w:t>
            </w:r>
          </w:p>
          <w:p w14:paraId="1AAF94B0" w14:textId="7D432655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Ярослава Костянтинівна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7EFEA" w14:textId="0770BE31" w:rsidR="0053127C" w:rsidRPr="00173B01" w:rsidRDefault="00173B01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 xml:space="preserve">вчитель </w:t>
            </w:r>
            <w:r w:rsidR="0053127C" w:rsidRPr="0053127C">
              <w:rPr>
                <w:color w:val="000000"/>
              </w:rPr>
              <w:t>інформатики</w:t>
            </w:r>
            <w:r>
              <w:rPr>
                <w:color w:val="000000"/>
                <w:lang w:val="uk-UA"/>
              </w:rPr>
              <w:t xml:space="preserve"> </w:t>
            </w:r>
            <w:r w:rsidRPr="0053127C">
              <w:rPr>
                <w:color w:val="000000"/>
              </w:rPr>
              <w:t>Кри</w:t>
            </w:r>
            <w:r>
              <w:rPr>
                <w:color w:val="000000"/>
              </w:rPr>
              <w:t>ворізьк</w:t>
            </w:r>
            <w:r>
              <w:rPr>
                <w:color w:val="000000"/>
                <w:lang w:val="uk-UA"/>
              </w:rPr>
              <w:t>ої</w:t>
            </w:r>
            <w:r>
              <w:rPr>
                <w:color w:val="000000"/>
              </w:rPr>
              <w:t xml:space="preserve"> гімназі</w:t>
            </w:r>
            <w:r>
              <w:rPr>
                <w:color w:val="000000"/>
                <w:lang w:val="uk-UA"/>
              </w:rPr>
              <w:t>ї</w:t>
            </w:r>
            <w:r>
              <w:rPr>
                <w:color w:val="000000"/>
              </w:rPr>
              <w:t xml:space="preserve"> №</w:t>
            </w:r>
            <w:r>
              <w:rPr>
                <w:color w:val="000000"/>
                <w:lang w:val="uk-UA"/>
              </w:rPr>
              <w:t>130</w:t>
            </w:r>
            <w:r w:rsidRPr="0053127C">
              <w:rPr>
                <w:color w:val="000000"/>
              </w:rPr>
              <w:t xml:space="preserve"> Криворізької міської ради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EBC4E4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ІІ</w:t>
            </w:r>
          </w:p>
        </w:tc>
      </w:tr>
      <w:tr w:rsidR="0053127C" w:rsidRPr="0053127C" w14:paraId="4ED43B08" w14:textId="77777777" w:rsidTr="0009436F">
        <w:trPr>
          <w:trHeight w:val="79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14:paraId="01D7B2FB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14:paraId="6B689515" w14:textId="26EED6E6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СЛЄПОВ</w:t>
            </w:r>
          </w:p>
          <w:p w14:paraId="4AF9EBE6" w14:textId="1378D144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Кирило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BB08B" w14:textId="72BE9056" w:rsidR="0053127C" w:rsidRPr="0053127C" w:rsidRDefault="00173B01" w:rsidP="0053127C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вихованець </w:t>
            </w:r>
            <w:r w:rsidRPr="0053127C">
              <w:rPr>
                <w:color w:val="000000"/>
              </w:rPr>
              <w:t>комуналь</w:t>
            </w:r>
            <w:r>
              <w:rPr>
                <w:color w:val="000000"/>
              </w:rPr>
              <w:t>н</w:t>
            </w:r>
            <w:r>
              <w:rPr>
                <w:color w:val="000000"/>
                <w:lang w:val="uk-UA"/>
              </w:rPr>
              <w:t>ого</w:t>
            </w:r>
            <w:r>
              <w:rPr>
                <w:color w:val="000000"/>
              </w:rPr>
              <w:t xml:space="preserve"> </w:t>
            </w:r>
            <w:r w:rsidR="00891B8D">
              <w:rPr>
                <w:color w:val="000000"/>
              </w:rPr>
              <w:t>заклад</w:t>
            </w:r>
            <w:r>
              <w:rPr>
                <w:color w:val="000000"/>
                <w:lang w:val="uk-UA"/>
              </w:rPr>
              <w:t>у</w:t>
            </w:r>
            <w:r w:rsidR="00891B8D">
              <w:rPr>
                <w:color w:val="000000"/>
              </w:rPr>
              <w:t xml:space="preserve"> позашкільної освіти </w:t>
            </w:r>
            <w:r w:rsidR="00891B8D" w:rsidRPr="005E75D2">
              <w:rPr>
                <w:color w:val="000000" w:themeColor="text1"/>
                <w:lang w:val="uk-UA"/>
              </w:rPr>
              <w:t>“</w:t>
            </w:r>
            <w:r w:rsidR="00891B8D">
              <w:rPr>
                <w:color w:val="000000"/>
              </w:rPr>
              <w:t>Центр позашкільної освіти</w:t>
            </w:r>
            <w:r w:rsidR="00891B8D"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  <w:r w:rsidR="0053127C" w:rsidRPr="0053127C">
              <w:rPr>
                <w:color w:val="000000"/>
              </w:rPr>
              <w:t xml:space="preserve"> Шахтарської міської ради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F79C8" w14:textId="7B4A1CEE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КОЛЕСНІК</w:t>
            </w:r>
          </w:p>
          <w:p w14:paraId="3710BB1C" w14:textId="142284B7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Алла Василівна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6E955" w14:textId="787FAB8B" w:rsidR="0053127C" w:rsidRPr="00173B01" w:rsidRDefault="00173B01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 xml:space="preserve">керівник </w:t>
            </w:r>
            <w:r w:rsidR="0053127C" w:rsidRPr="0053127C">
              <w:rPr>
                <w:color w:val="000000"/>
              </w:rPr>
              <w:t>гуртка</w:t>
            </w:r>
            <w:r>
              <w:rPr>
                <w:color w:val="000000"/>
                <w:lang w:val="uk-UA"/>
              </w:rPr>
              <w:t xml:space="preserve"> </w:t>
            </w:r>
            <w:r w:rsidRPr="0053127C">
              <w:rPr>
                <w:color w:val="000000"/>
              </w:rPr>
              <w:t>комуналь</w:t>
            </w:r>
            <w:r>
              <w:rPr>
                <w:color w:val="000000"/>
              </w:rPr>
              <w:t>н</w:t>
            </w:r>
            <w:r>
              <w:rPr>
                <w:color w:val="000000"/>
                <w:lang w:val="uk-UA"/>
              </w:rPr>
              <w:t>ого</w:t>
            </w:r>
            <w:r>
              <w:rPr>
                <w:color w:val="000000"/>
              </w:rPr>
              <w:t xml:space="preserve"> заклад</w:t>
            </w:r>
            <w:r>
              <w:rPr>
                <w:color w:val="000000"/>
                <w:lang w:val="uk-UA"/>
              </w:rPr>
              <w:t>у</w:t>
            </w:r>
            <w:r>
              <w:rPr>
                <w:color w:val="000000"/>
              </w:rPr>
              <w:t xml:space="preserve"> позашкільної освіти </w:t>
            </w:r>
            <w:r w:rsidRPr="005E75D2">
              <w:rPr>
                <w:color w:val="000000" w:themeColor="text1"/>
                <w:lang w:val="uk-UA"/>
              </w:rPr>
              <w:t>“</w:t>
            </w:r>
            <w:r>
              <w:rPr>
                <w:color w:val="000000"/>
              </w:rPr>
              <w:t>Центр позашкільної освіти</w:t>
            </w:r>
            <w:r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  <w:r w:rsidRPr="0053127C">
              <w:rPr>
                <w:color w:val="000000"/>
              </w:rPr>
              <w:t xml:space="preserve"> Шахтарської міської </w:t>
            </w:r>
            <w:proofErr w:type="gramStart"/>
            <w:r w:rsidRPr="0053127C">
              <w:rPr>
                <w:color w:val="000000"/>
              </w:rPr>
              <w:t>ради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921249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ІІ</w:t>
            </w:r>
          </w:p>
        </w:tc>
      </w:tr>
      <w:tr w:rsidR="0053127C" w:rsidRPr="0053127C" w14:paraId="26B143F3" w14:textId="77777777" w:rsidTr="0009436F">
        <w:trPr>
          <w:trHeight w:val="604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14:paraId="3EE98ACE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14:paraId="0A391B7B" w14:textId="0F8EB61C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СІВЕРІН</w:t>
            </w:r>
          </w:p>
          <w:p w14:paraId="207EE611" w14:textId="42D8C9B8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Ні</w:t>
            </w:r>
            <w:proofErr w:type="gramStart"/>
            <w:r w:rsidRPr="0053127C">
              <w:rPr>
                <w:color w:val="000000"/>
              </w:rPr>
              <w:t>к</w:t>
            </w:r>
            <w:proofErr w:type="gramEnd"/>
            <w:r w:rsidRPr="0053127C">
              <w:rPr>
                <w:color w:val="000000"/>
              </w:rPr>
              <w:t>іта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CDCDD" w14:textId="0D573931" w:rsidR="0053127C" w:rsidRPr="0053127C" w:rsidRDefault="0087419F" w:rsidP="0053127C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учень 4 класу </w:t>
            </w:r>
            <w:r w:rsidRPr="0053127C">
              <w:rPr>
                <w:color w:val="000000"/>
              </w:rPr>
              <w:t>Кри</w:t>
            </w:r>
            <w:r>
              <w:rPr>
                <w:color w:val="000000"/>
              </w:rPr>
              <w:t>ворізьк</w:t>
            </w:r>
            <w:r>
              <w:rPr>
                <w:color w:val="000000"/>
                <w:lang w:val="uk-UA"/>
              </w:rPr>
              <w:t>ої</w:t>
            </w:r>
            <w:r>
              <w:rPr>
                <w:color w:val="000000"/>
              </w:rPr>
              <w:t xml:space="preserve"> гімназі</w:t>
            </w:r>
            <w:r>
              <w:rPr>
                <w:color w:val="000000"/>
                <w:lang w:val="uk-UA"/>
              </w:rPr>
              <w:t>ї</w:t>
            </w:r>
            <w:r>
              <w:rPr>
                <w:color w:val="000000"/>
              </w:rPr>
              <w:t xml:space="preserve"> №</w:t>
            </w:r>
            <w:r>
              <w:rPr>
                <w:color w:val="000000"/>
                <w:lang w:val="uk-UA"/>
              </w:rPr>
              <w:t>72</w:t>
            </w:r>
            <w:r w:rsidRPr="0053127C">
              <w:rPr>
                <w:color w:val="000000"/>
              </w:rPr>
              <w:t xml:space="preserve"> Криворізької міської ради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6BF61" w14:textId="008519D3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ЄВДОКИМОВА</w:t>
            </w:r>
          </w:p>
          <w:p w14:paraId="02C1D717" w14:textId="35EC18A8" w:rsidR="0053127C" w:rsidRPr="0053127C" w:rsidRDefault="0053127C" w:rsidP="00A743CF">
            <w:pPr>
              <w:jc w:val="center"/>
              <w:rPr>
                <w:color w:val="000000"/>
              </w:rPr>
            </w:pPr>
            <w:proofErr w:type="gramStart"/>
            <w:r w:rsidRPr="0053127C">
              <w:rPr>
                <w:color w:val="000000"/>
              </w:rPr>
              <w:t>Над</w:t>
            </w:r>
            <w:proofErr w:type="gramEnd"/>
            <w:r w:rsidRPr="0053127C">
              <w:rPr>
                <w:color w:val="000000"/>
              </w:rPr>
              <w:t>ія Володимирівна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547CC" w14:textId="6C830180" w:rsidR="0053127C" w:rsidRPr="0053127C" w:rsidRDefault="00173B01" w:rsidP="0053127C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в</w:t>
            </w:r>
            <w:r w:rsidR="0053127C" w:rsidRPr="0053127C">
              <w:rPr>
                <w:color w:val="000000"/>
              </w:rPr>
              <w:t xml:space="preserve">читель інформатики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805108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ІІ</w:t>
            </w:r>
          </w:p>
        </w:tc>
      </w:tr>
      <w:tr w:rsidR="0053127C" w:rsidRPr="0053127C" w14:paraId="423AF3A8" w14:textId="77777777" w:rsidTr="0009436F">
        <w:trPr>
          <w:trHeight w:val="79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14:paraId="798882E9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14:paraId="67143C02" w14:textId="510AB975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ПРОДАН</w:t>
            </w:r>
          </w:p>
          <w:p w14:paraId="05132959" w14:textId="0E4EFDBC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Кіра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5E2D2" w14:textId="702CFD81" w:rsidR="0053127C" w:rsidRPr="00891B8D" w:rsidRDefault="00173B01" w:rsidP="0053127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вихованка </w:t>
            </w:r>
            <w:r w:rsidRPr="0053127C">
              <w:rPr>
                <w:color w:val="000000"/>
              </w:rPr>
              <w:t>комуналь</w:t>
            </w:r>
            <w:r>
              <w:rPr>
                <w:color w:val="000000"/>
              </w:rPr>
              <w:t>н</w:t>
            </w:r>
            <w:r>
              <w:rPr>
                <w:color w:val="000000"/>
                <w:lang w:val="uk-UA"/>
              </w:rPr>
              <w:t>ого</w:t>
            </w:r>
            <w:r>
              <w:rPr>
                <w:color w:val="000000"/>
              </w:rPr>
              <w:t xml:space="preserve"> </w:t>
            </w:r>
            <w:r w:rsidR="0053127C" w:rsidRPr="0053127C">
              <w:rPr>
                <w:color w:val="000000"/>
              </w:rPr>
              <w:t>позашкі</w:t>
            </w:r>
            <w:r>
              <w:rPr>
                <w:color w:val="000000"/>
              </w:rPr>
              <w:t>льн</w:t>
            </w:r>
            <w:r>
              <w:rPr>
                <w:color w:val="000000"/>
                <w:lang w:val="uk-UA"/>
              </w:rPr>
              <w:t>ого</w:t>
            </w:r>
            <w:r>
              <w:rPr>
                <w:color w:val="000000"/>
              </w:rPr>
              <w:t xml:space="preserve"> навчальн</w:t>
            </w:r>
            <w:r>
              <w:rPr>
                <w:color w:val="000000"/>
                <w:lang w:val="uk-UA"/>
              </w:rPr>
              <w:t>ого</w:t>
            </w:r>
            <w:r w:rsidR="00891B8D">
              <w:rPr>
                <w:color w:val="000000"/>
              </w:rPr>
              <w:t xml:space="preserve"> заклад</w:t>
            </w:r>
            <w:r>
              <w:rPr>
                <w:color w:val="000000"/>
                <w:lang w:val="uk-UA"/>
              </w:rPr>
              <w:t>у</w:t>
            </w:r>
            <w:r w:rsidR="00891B8D">
              <w:rPr>
                <w:color w:val="000000"/>
              </w:rPr>
              <w:t xml:space="preserve"> освіти </w:t>
            </w:r>
            <w:r w:rsidR="00891B8D" w:rsidRPr="005E75D2">
              <w:rPr>
                <w:color w:val="000000" w:themeColor="text1"/>
                <w:lang w:val="uk-UA"/>
              </w:rPr>
              <w:t>“</w:t>
            </w:r>
            <w:r w:rsidR="0053127C" w:rsidRPr="0053127C">
              <w:rPr>
                <w:color w:val="000000"/>
              </w:rPr>
              <w:t xml:space="preserve">Нікопольський міжшкільний центр трудового </w:t>
            </w:r>
            <w:r w:rsidR="00891B8D">
              <w:rPr>
                <w:color w:val="000000"/>
              </w:rPr>
              <w:t>навчання та технічної творчості</w:t>
            </w:r>
            <w:r w:rsidR="00891B8D"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D9DC5" w14:textId="2967F2F1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ПРОДАН</w:t>
            </w:r>
          </w:p>
          <w:p w14:paraId="077B6191" w14:textId="2835CB7B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Сергій Аркадійович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AB1E6" w14:textId="368C3C0B" w:rsidR="0053127C" w:rsidRPr="00173B01" w:rsidRDefault="00173B01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 xml:space="preserve">керівник </w:t>
            </w:r>
            <w:r w:rsidR="0053127C" w:rsidRPr="0053127C">
              <w:rPr>
                <w:color w:val="000000"/>
              </w:rPr>
              <w:t xml:space="preserve">гуртка </w:t>
            </w:r>
            <w:r>
              <w:rPr>
                <w:color w:val="000000"/>
                <w:lang w:val="uk-UA"/>
              </w:rPr>
              <w:t xml:space="preserve"> </w:t>
            </w:r>
            <w:r w:rsidRPr="0053127C">
              <w:rPr>
                <w:color w:val="000000"/>
              </w:rPr>
              <w:t>комуналь</w:t>
            </w:r>
            <w:r>
              <w:rPr>
                <w:color w:val="000000"/>
              </w:rPr>
              <w:t>н</w:t>
            </w:r>
            <w:r>
              <w:rPr>
                <w:color w:val="000000"/>
                <w:lang w:val="uk-UA"/>
              </w:rPr>
              <w:t>ого</w:t>
            </w:r>
            <w:r>
              <w:rPr>
                <w:color w:val="000000"/>
              </w:rPr>
              <w:t xml:space="preserve"> </w:t>
            </w:r>
            <w:r w:rsidRPr="0053127C">
              <w:rPr>
                <w:color w:val="000000"/>
              </w:rPr>
              <w:t>позашкі</w:t>
            </w:r>
            <w:r>
              <w:rPr>
                <w:color w:val="000000"/>
              </w:rPr>
              <w:t>льн</w:t>
            </w:r>
            <w:r>
              <w:rPr>
                <w:color w:val="000000"/>
                <w:lang w:val="uk-UA"/>
              </w:rPr>
              <w:t>ого</w:t>
            </w:r>
            <w:r>
              <w:rPr>
                <w:color w:val="000000"/>
              </w:rPr>
              <w:t xml:space="preserve"> навчальн</w:t>
            </w:r>
            <w:r>
              <w:rPr>
                <w:color w:val="000000"/>
                <w:lang w:val="uk-UA"/>
              </w:rPr>
              <w:t>ого</w:t>
            </w:r>
            <w:r>
              <w:rPr>
                <w:color w:val="000000"/>
              </w:rPr>
              <w:t xml:space="preserve"> заклад</w:t>
            </w:r>
            <w:r>
              <w:rPr>
                <w:color w:val="000000"/>
                <w:lang w:val="uk-UA"/>
              </w:rPr>
              <w:t>у</w:t>
            </w:r>
            <w:r>
              <w:rPr>
                <w:color w:val="000000"/>
              </w:rPr>
              <w:t xml:space="preserve"> освіти </w:t>
            </w:r>
            <w:r w:rsidRPr="005E75D2">
              <w:rPr>
                <w:color w:val="000000" w:themeColor="text1"/>
                <w:lang w:val="uk-UA"/>
              </w:rPr>
              <w:t>“</w:t>
            </w:r>
            <w:r w:rsidRPr="0053127C">
              <w:rPr>
                <w:color w:val="000000"/>
              </w:rPr>
              <w:t xml:space="preserve">Нікопольський міжшкільний центр трудового </w:t>
            </w:r>
            <w:r>
              <w:rPr>
                <w:color w:val="000000"/>
              </w:rPr>
              <w:t xml:space="preserve">навчання та </w:t>
            </w:r>
            <w:proofErr w:type="gramStart"/>
            <w:r>
              <w:rPr>
                <w:color w:val="000000"/>
              </w:rPr>
              <w:t>техн</w:t>
            </w:r>
            <w:proofErr w:type="gramEnd"/>
            <w:r>
              <w:rPr>
                <w:color w:val="000000"/>
              </w:rPr>
              <w:t>ічної творчості</w:t>
            </w:r>
            <w:r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677D33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ІІ</w:t>
            </w:r>
          </w:p>
        </w:tc>
      </w:tr>
      <w:tr w:rsidR="0053127C" w:rsidRPr="0053127C" w14:paraId="4935F195" w14:textId="77777777" w:rsidTr="0009436F">
        <w:trPr>
          <w:trHeight w:val="79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14:paraId="6AA23D9C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14:paraId="0768C315" w14:textId="0B3F962E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МИХАЙЛЮК</w:t>
            </w:r>
          </w:p>
          <w:p w14:paraId="6D2271BF" w14:textId="6A1F5E2B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Владислав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291B0" w14:textId="3D717196" w:rsidR="0053127C" w:rsidRPr="0053127C" w:rsidRDefault="0087419F" w:rsidP="0053127C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учень 4 класу </w:t>
            </w:r>
            <w:r w:rsidRPr="0053127C">
              <w:rPr>
                <w:color w:val="000000"/>
              </w:rPr>
              <w:t>Кри</w:t>
            </w:r>
            <w:r>
              <w:rPr>
                <w:color w:val="000000"/>
              </w:rPr>
              <w:t>ворізьк</w:t>
            </w:r>
            <w:r>
              <w:rPr>
                <w:color w:val="000000"/>
                <w:lang w:val="uk-UA"/>
              </w:rPr>
              <w:t>ої</w:t>
            </w:r>
            <w:r>
              <w:rPr>
                <w:color w:val="000000"/>
              </w:rPr>
              <w:t xml:space="preserve"> гімназі</w:t>
            </w:r>
            <w:r>
              <w:rPr>
                <w:color w:val="000000"/>
                <w:lang w:val="uk-UA"/>
              </w:rPr>
              <w:t>ї</w:t>
            </w:r>
            <w:r>
              <w:rPr>
                <w:color w:val="000000"/>
              </w:rPr>
              <w:t xml:space="preserve"> №</w:t>
            </w:r>
            <w:r>
              <w:rPr>
                <w:color w:val="000000"/>
                <w:lang w:val="uk-UA"/>
              </w:rPr>
              <w:t>100</w:t>
            </w:r>
            <w:r w:rsidRPr="0053127C">
              <w:rPr>
                <w:color w:val="000000"/>
              </w:rPr>
              <w:t xml:space="preserve"> Криворізької міської ради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66BC2" w14:textId="60DA4AD4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МАКОВЕЦЬКА</w:t>
            </w:r>
          </w:p>
          <w:p w14:paraId="0F4BFCF5" w14:textId="1590ED1C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Анастасія Олегівна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40BAF" w14:textId="7582252C" w:rsidR="0053127C" w:rsidRPr="00173B01" w:rsidRDefault="00D330E4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 xml:space="preserve">вчитель </w:t>
            </w:r>
            <w:r w:rsidR="0053127C" w:rsidRPr="0053127C">
              <w:rPr>
                <w:color w:val="000000"/>
              </w:rPr>
              <w:t>інформатики</w:t>
            </w:r>
            <w:r w:rsidR="00173B01">
              <w:rPr>
                <w:color w:val="000000"/>
                <w:lang w:val="uk-UA"/>
              </w:rPr>
              <w:t xml:space="preserve"> </w:t>
            </w:r>
            <w:r w:rsidR="00173B01" w:rsidRPr="0053127C">
              <w:rPr>
                <w:color w:val="000000"/>
              </w:rPr>
              <w:t>Кри</w:t>
            </w:r>
            <w:r w:rsidR="00173B01">
              <w:rPr>
                <w:color w:val="000000"/>
              </w:rPr>
              <w:t>ворізьк</w:t>
            </w:r>
            <w:r w:rsidR="00173B01">
              <w:rPr>
                <w:color w:val="000000"/>
                <w:lang w:val="uk-UA"/>
              </w:rPr>
              <w:t>ої</w:t>
            </w:r>
            <w:r w:rsidR="00173B01">
              <w:rPr>
                <w:color w:val="000000"/>
              </w:rPr>
              <w:t xml:space="preserve"> гімназі</w:t>
            </w:r>
            <w:r w:rsidR="00173B01">
              <w:rPr>
                <w:color w:val="000000"/>
                <w:lang w:val="uk-UA"/>
              </w:rPr>
              <w:t>ї</w:t>
            </w:r>
            <w:r w:rsidR="00173B01">
              <w:rPr>
                <w:color w:val="000000"/>
              </w:rPr>
              <w:t xml:space="preserve"> №</w:t>
            </w:r>
            <w:r w:rsidR="00173B01">
              <w:rPr>
                <w:color w:val="000000"/>
                <w:lang w:val="uk-UA"/>
              </w:rPr>
              <w:t>100</w:t>
            </w:r>
            <w:r w:rsidR="00173B01" w:rsidRPr="0053127C">
              <w:rPr>
                <w:color w:val="000000"/>
              </w:rPr>
              <w:t xml:space="preserve"> Криворізької міської ради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B119C1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ІІ</w:t>
            </w:r>
          </w:p>
        </w:tc>
      </w:tr>
      <w:tr w:rsidR="0053127C" w:rsidRPr="0053127C" w14:paraId="0F7F2E5B" w14:textId="77777777" w:rsidTr="00A743CF">
        <w:trPr>
          <w:trHeight w:val="79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14:paraId="3581AD55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14:paraId="7026EEA4" w14:textId="08399A76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НЕСТЕРЕНКО</w:t>
            </w:r>
          </w:p>
          <w:p w14:paraId="4AE3654D" w14:textId="209E080F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Максим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2297F" w14:textId="7D98D166" w:rsidR="0053127C" w:rsidRPr="00891B8D" w:rsidRDefault="00D330E4" w:rsidP="0053127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вихованець комунального закладу позашкільної освіти  </w:t>
            </w:r>
            <w:r w:rsidRPr="005E75D2">
              <w:rPr>
                <w:color w:val="000000" w:themeColor="text1"/>
                <w:lang w:val="uk-UA"/>
              </w:rPr>
              <w:t>“</w:t>
            </w:r>
            <w:r>
              <w:rPr>
                <w:color w:val="000000"/>
              </w:rPr>
              <w:t>Д</w:t>
            </w:r>
            <w:r>
              <w:rPr>
                <w:color w:val="000000"/>
                <w:lang w:val="uk-UA"/>
              </w:rPr>
              <w:t>ніпропетровський обласний центр науково-технічної  творчості</w:t>
            </w:r>
            <w:r>
              <w:rPr>
                <w:color w:val="000000"/>
              </w:rPr>
              <w:t xml:space="preserve"> та </w:t>
            </w:r>
            <w:r>
              <w:rPr>
                <w:color w:val="000000"/>
                <w:lang w:val="uk-UA"/>
              </w:rPr>
              <w:t>інформаційних технологій  учнівської молоді</w:t>
            </w:r>
            <w:r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  <w:r w:rsidRPr="0053127C">
              <w:rPr>
                <w:color w:val="000000"/>
              </w:rPr>
              <w:t xml:space="preserve"> Д</w:t>
            </w:r>
            <w:r>
              <w:rPr>
                <w:color w:val="000000"/>
                <w:lang w:val="uk-UA"/>
              </w:rPr>
              <w:t>ніпропетровської обласної ради</w:t>
            </w:r>
            <w:r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519C5" w14:textId="070706D1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МОРОЗ</w:t>
            </w:r>
          </w:p>
          <w:p w14:paraId="1DEE9D8B" w14:textId="5438E02B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Олена Валеріївна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E9E02" w14:textId="09D00AA7" w:rsidR="0053127C" w:rsidRPr="00D330E4" w:rsidRDefault="0053127C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завідувач відділом</w:t>
            </w:r>
            <w:r w:rsidR="00D330E4">
              <w:rPr>
                <w:color w:val="000000"/>
                <w:lang w:val="uk-UA"/>
              </w:rPr>
              <w:t xml:space="preserve"> комунального закладу позашкільної освіти  </w:t>
            </w:r>
            <w:r w:rsidR="00D330E4" w:rsidRPr="005E75D2">
              <w:rPr>
                <w:color w:val="000000" w:themeColor="text1"/>
                <w:lang w:val="uk-UA"/>
              </w:rPr>
              <w:t>“</w:t>
            </w:r>
            <w:r w:rsidR="00D330E4">
              <w:rPr>
                <w:color w:val="000000"/>
              </w:rPr>
              <w:t>Д</w:t>
            </w:r>
            <w:r w:rsidR="00D330E4">
              <w:rPr>
                <w:color w:val="000000"/>
                <w:lang w:val="uk-UA"/>
              </w:rPr>
              <w:t>ніпропетровський обласний центр науково-технічної  творчості</w:t>
            </w:r>
            <w:r w:rsidR="00D330E4">
              <w:rPr>
                <w:color w:val="000000"/>
              </w:rPr>
              <w:t xml:space="preserve"> та </w:t>
            </w:r>
            <w:r w:rsidR="00D330E4">
              <w:rPr>
                <w:color w:val="000000"/>
                <w:lang w:val="uk-UA"/>
              </w:rPr>
              <w:t>інформаційних технологій  учнівської молоді</w:t>
            </w:r>
            <w:r w:rsidR="00D330E4"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  <w:r w:rsidR="00D330E4" w:rsidRPr="0053127C">
              <w:rPr>
                <w:color w:val="000000"/>
              </w:rPr>
              <w:t xml:space="preserve"> Д</w:t>
            </w:r>
            <w:r w:rsidR="00D330E4">
              <w:rPr>
                <w:color w:val="000000"/>
                <w:lang w:val="uk-UA"/>
              </w:rPr>
              <w:t xml:space="preserve">ніпропетровської обласної </w:t>
            </w:r>
            <w:proofErr w:type="gramStart"/>
            <w:r w:rsidR="00D330E4">
              <w:rPr>
                <w:color w:val="000000"/>
                <w:lang w:val="uk-UA"/>
              </w:rPr>
              <w:t>ради</w:t>
            </w:r>
            <w:proofErr w:type="gramEnd"/>
            <w:r w:rsidR="00D330E4"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09BA0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ІІ</w:t>
            </w:r>
          </w:p>
        </w:tc>
      </w:tr>
      <w:tr w:rsidR="0053127C" w:rsidRPr="0053127C" w14:paraId="76F6F0FA" w14:textId="77777777" w:rsidTr="00A743CF">
        <w:trPr>
          <w:trHeight w:val="79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14:paraId="1D221BBF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14:paraId="339D2A7C" w14:textId="7C41B4DD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БУЛГАКОВА</w:t>
            </w:r>
          </w:p>
          <w:p w14:paraId="408F3B30" w14:textId="144833BA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Анна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E813E" w14:textId="1C60BDAB" w:rsidR="0053127C" w:rsidRPr="0053127C" w:rsidRDefault="0087419F" w:rsidP="0053127C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учениця 4 класу </w:t>
            </w:r>
            <w:r>
              <w:rPr>
                <w:color w:val="000000"/>
              </w:rPr>
              <w:t>Криворізьк</w:t>
            </w:r>
            <w:r>
              <w:rPr>
                <w:color w:val="000000"/>
                <w:lang w:val="uk-UA"/>
              </w:rPr>
              <w:t>ої</w:t>
            </w:r>
            <w:r>
              <w:rPr>
                <w:color w:val="000000"/>
              </w:rPr>
              <w:t xml:space="preserve"> початков</w:t>
            </w:r>
            <w:r>
              <w:rPr>
                <w:color w:val="000000"/>
                <w:lang w:val="uk-UA"/>
              </w:rPr>
              <w:t>ої</w:t>
            </w:r>
            <w:r>
              <w:rPr>
                <w:color w:val="000000"/>
              </w:rPr>
              <w:t xml:space="preserve"> школ</w:t>
            </w:r>
            <w:r>
              <w:rPr>
                <w:color w:val="000000"/>
                <w:lang w:val="uk-UA"/>
              </w:rPr>
              <w:t>и</w:t>
            </w:r>
            <w:r w:rsidRPr="0053127C">
              <w:rPr>
                <w:color w:val="000000"/>
              </w:rPr>
              <w:t xml:space="preserve"> №99 Криворізької міської  ради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FC354" w14:textId="09A935D6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МИХАЙЛЯК</w:t>
            </w:r>
          </w:p>
          <w:p w14:paraId="75F6176F" w14:textId="63DEE73F" w:rsidR="00A743CF" w:rsidRDefault="0053127C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Тетяна Ігорівна,</w:t>
            </w:r>
          </w:p>
          <w:p w14:paraId="50CAD9B9" w14:textId="2F0AC791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НАСОНЕНКО</w:t>
            </w:r>
          </w:p>
          <w:p w14:paraId="60111B70" w14:textId="110F7456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Наталя Євгеніївна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67175" w14:textId="3F8DD082" w:rsidR="0053127C" w:rsidRPr="00173B01" w:rsidRDefault="00D330E4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 xml:space="preserve">вчителі </w:t>
            </w:r>
            <w:r w:rsidR="0053127C" w:rsidRPr="0053127C">
              <w:rPr>
                <w:color w:val="000000"/>
              </w:rPr>
              <w:t>початкових класів</w:t>
            </w:r>
            <w:r w:rsidR="00173B01">
              <w:rPr>
                <w:color w:val="000000"/>
                <w:lang w:val="uk-UA"/>
              </w:rPr>
              <w:t xml:space="preserve"> </w:t>
            </w:r>
            <w:r w:rsidR="00173B01">
              <w:rPr>
                <w:color w:val="000000"/>
              </w:rPr>
              <w:t>Криворізьк</w:t>
            </w:r>
            <w:r w:rsidR="00173B01">
              <w:rPr>
                <w:color w:val="000000"/>
                <w:lang w:val="uk-UA"/>
              </w:rPr>
              <w:t>ої</w:t>
            </w:r>
            <w:r w:rsidR="00173B01">
              <w:rPr>
                <w:color w:val="000000"/>
              </w:rPr>
              <w:t xml:space="preserve"> початков</w:t>
            </w:r>
            <w:r w:rsidR="00173B01">
              <w:rPr>
                <w:color w:val="000000"/>
                <w:lang w:val="uk-UA"/>
              </w:rPr>
              <w:t>ої</w:t>
            </w:r>
            <w:r w:rsidR="00173B01">
              <w:rPr>
                <w:color w:val="000000"/>
              </w:rPr>
              <w:t xml:space="preserve"> школ</w:t>
            </w:r>
            <w:r w:rsidR="00173B01">
              <w:rPr>
                <w:color w:val="000000"/>
                <w:lang w:val="uk-UA"/>
              </w:rPr>
              <w:t>и</w:t>
            </w:r>
            <w:r w:rsidR="00173B01" w:rsidRPr="0053127C">
              <w:rPr>
                <w:color w:val="000000"/>
              </w:rPr>
              <w:t xml:space="preserve"> №99 Криворізької міської  ради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B39D9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ІІ</w:t>
            </w:r>
          </w:p>
        </w:tc>
      </w:tr>
      <w:tr w:rsidR="0053127C" w:rsidRPr="0053127C" w14:paraId="4D1B96B2" w14:textId="77777777" w:rsidTr="00A743CF">
        <w:trPr>
          <w:trHeight w:val="79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14:paraId="7A879B08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14:paraId="0552BAC3" w14:textId="2F397951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ГНИЛИЦЯ</w:t>
            </w:r>
          </w:p>
          <w:p w14:paraId="3F53779E" w14:textId="51D36C7B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Арі</w:t>
            </w:r>
            <w:proofErr w:type="gramStart"/>
            <w:r w:rsidRPr="0053127C">
              <w:rPr>
                <w:color w:val="000000"/>
              </w:rPr>
              <w:t>на</w:t>
            </w:r>
            <w:proofErr w:type="gramEnd"/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0D007" w14:textId="7ED558F0" w:rsidR="0053127C" w:rsidRPr="0053127C" w:rsidRDefault="0087419F" w:rsidP="0053127C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учениця 4 класу </w:t>
            </w:r>
            <w:r w:rsidRPr="0053127C">
              <w:rPr>
                <w:color w:val="000000"/>
              </w:rPr>
              <w:t>Кри</w:t>
            </w:r>
            <w:r>
              <w:rPr>
                <w:color w:val="000000"/>
              </w:rPr>
              <w:t>ворізьк</w:t>
            </w:r>
            <w:r>
              <w:rPr>
                <w:color w:val="000000"/>
                <w:lang w:val="uk-UA"/>
              </w:rPr>
              <w:t>ої</w:t>
            </w:r>
            <w:r>
              <w:rPr>
                <w:color w:val="000000"/>
              </w:rPr>
              <w:t xml:space="preserve"> гімназі</w:t>
            </w:r>
            <w:r>
              <w:rPr>
                <w:color w:val="000000"/>
                <w:lang w:val="uk-UA"/>
              </w:rPr>
              <w:t>ї</w:t>
            </w:r>
            <w:r>
              <w:rPr>
                <w:color w:val="000000"/>
              </w:rPr>
              <w:t xml:space="preserve"> №</w:t>
            </w:r>
            <w:r>
              <w:rPr>
                <w:color w:val="000000"/>
                <w:lang w:val="uk-UA"/>
              </w:rPr>
              <w:t>114</w:t>
            </w:r>
            <w:r w:rsidRPr="0053127C">
              <w:rPr>
                <w:color w:val="000000"/>
              </w:rPr>
              <w:t xml:space="preserve"> Криворізької міської ради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ED0D3" w14:textId="7255074D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ОФІЦИНСЬКА</w:t>
            </w:r>
          </w:p>
          <w:p w14:paraId="05D9580A" w14:textId="1724B737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Ірина Володимирівна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333A6" w14:textId="190D06AB" w:rsidR="0053127C" w:rsidRPr="00173B01" w:rsidRDefault="00D330E4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 xml:space="preserve">заступниця </w:t>
            </w:r>
            <w:r w:rsidR="0053127C" w:rsidRPr="0053127C">
              <w:rPr>
                <w:color w:val="000000"/>
              </w:rPr>
              <w:t>директора з навчально-виховної роботи, вчителька інформатики</w:t>
            </w:r>
            <w:r w:rsidR="00173B01">
              <w:rPr>
                <w:color w:val="000000"/>
                <w:lang w:val="uk-UA"/>
              </w:rPr>
              <w:t xml:space="preserve"> </w:t>
            </w:r>
            <w:r w:rsidR="00173B01" w:rsidRPr="0053127C">
              <w:rPr>
                <w:color w:val="000000"/>
              </w:rPr>
              <w:t>Кри</w:t>
            </w:r>
            <w:r w:rsidR="00173B01">
              <w:rPr>
                <w:color w:val="000000"/>
              </w:rPr>
              <w:t>ворізьк</w:t>
            </w:r>
            <w:r w:rsidR="00173B01">
              <w:rPr>
                <w:color w:val="000000"/>
                <w:lang w:val="uk-UA"/>
              </w:rPr>
              <w:t>ої</w:t>
            </w:r>
            <w:r w:rsidR="00173B01">
              <w:rPr>
                <w:color w:val="000000"/>
              </w:rPr>
              <w:t xml:space="preserve"> гімназі</w:t>
            </w:r>
            <w:r w:rsidR="00173B01">
              <w:rPr>
                <w:color w:val="000000"/>
                <w:lang w:val="uk-UA"/>
              </w:rPr>
              <w:t>ї</w:t>
            </w:r>
            <w:r w:rsidR="00173B01">
              <w:rPr>
                <w:color w:val="000000"/>
              </w:rPr>
              <w:t xml:space="preserve"> №</w:t>
            </w:r>
            <w:r w:rsidR="00173B01">
              <w:rPr>
                <w:color w:val="000000"/>
                <w:lang w:val="uk-UA"/>
              </w:rPr>
              <w:t>114</w:t>
            </w:r>
            <w:r w:rsidR="00173B01" w:rsidRPr="0053127C">
              <w:rPr>
                <w:color w:val="000000"/>
              </w:rPr>
              <w:t xml:space="preserve"> Криворізької міської </w:t>
            </w:r>
            <w:proofErr w:type="gramStart"/>
            <w:r w:rsidR="00173B01" w:rsidRPr="0053127C">
              <w:rPr>
                <w:color w:val="000000"/>
              </w:rPr>
              <w:t>ради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B16279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ІІ</w:t>
            </w:r>
          </w:p>
        </w:tc>
      </w:tr>
      <w:tr w:rsidR="0053127C" w:rsidRPr="0053127C" w14:paraId="47298638" w14:textId="77777777" w:rsidTr="0009436F">
        <w:trPr>
          <w:trHeight w:val="79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14:paraId="3671033B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14:paraId="36F599E1" w14:textId="72F72352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АНТОНЮК</w:t>
            </w:r>
          </w:p>
          <w:p w14:paraId="2895BCBC" w14:textId="045F91C0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Євгеній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64B05" w14:textId="3807F21F" w:rsidR="0053127C" w:rsidRPr="0053127C" w:rsidRDefault="009447F7" w:rsidP="0053127C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учень 4 класу </w:t>
            </w:r>
            <w:r>
              <w:rPr>
                <w:color w:val="000000"/>
              </w:rPr>
              <w:t>Нікопольськ</w:t>
            </w:r>
            <w:r>
              <w:rPr>
                <w:color w:val="000000"/>
                <w:lang w:val="uk-UA"/>
              </w:rPr>
              <w:t>ої</w:t>
            </w:r>
            <w:r>
              <w:rPr>
                <w:color w:val="000000"/>
              </w:rPr>
              <w:t xml:space="preserve"> гімназі</w:t>
            </w:r>
            <w:r>
              <w:rPr>
                <w:color w:val="000000"/>
                <w:lang w:val="uk-UA"/>
              </w:rPr>
              <w:t>ї</w:t>
            </w:r>
            <w:r w:rsidRPr="0053127C">
              <w:rPr>
                <w:color w:val="000000"/>
              </w:rPr>
              <w:t xml:space="preserve"> №2 Нікопольської міської ради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B0517" w14:textId="582B5657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ГАЛИНСЬКА</w:t>
            </w:r>
          </w:p>
          <w:p w14:paraId="3C28C6AC" w14:textId="6087F27B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Карина Андріївна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A95BF" w14:textId="7D9E3672" w:rsidR="0053127C" w:rsidRPr="0053127C" w:rsidRDefault="00173B01" w:rsidP="0053127C">
            <w:pPr>
              <w:rPr>
                <w:color w:val="000000"/>
              </w:rPr>
            </w:pPr>
            <w:r w:rsidRPr="0053127C">
              <w:rPr>
                <w:color w:val="000000"/>
              </w:rPr>
              <w:t xml:space="preserve">вчитель </w:t>
            </w:r>
            <w:r w:rsidR="0053127C" w:rsidRPr="0053127C">
              <w:rPr>
                <w:color w:val="000000"/>
              </w:rPr>
              <w:t xml:space="preserve">інформатики </w:t>
            </w:r>
            <w:r>
              <w:rPr>
                <w:color w:val="000000"/>
              </w:rPr>
              <w:t>Нікопольськ</w:t>
            </w:r>
            <w:r>
              <w:rPr>
                <w:color w:val="000000"/>
                <w:lang w:val="uk-UA"/>
              </w:rPr>
              <w:t>ої</w:t>
            </w:r>
            <w:r>
              <w:rPr>
                <w:color w:val="000000"/>
              </w:rPr>
              <w:t xml:space="preserve"> гімназі</w:t>
            </w:r>
            <w:r>
              <w:rPr>
                <w:color w:val="000000"/>
                <w:lang w:val="uk-UA"/>
              </w:rPr>
              <w:t>ї</w:t>
            </w:r>
            <w:r w:rsidRPr="0053127C">
              <w:rPr>
                <w:color w:val="000000"/>
              </w:rPr>
              <w:t xml:space="preserve"> №2 Нікопольської міської </w:t>
            </w:r>
            <w:proofErr w:type="gramStart"/>
            <w:r w:rsidRPr="0053127C">
              <w:rPr>
                <w:color w:val="000000"/>
              </w:rPr>
              <w:t>ради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F6B05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ІІ</w:t>
            </w:r>
          </w:p>
        </w:tc>
      </w:tr>
      <w:tr w:rsidR="0053127C" w:rsidRPr="0053127C" w14:paraId="4AA82E45" w14:textId="77777777" w:rsidTr="0009436F">
        <w:trPr>
          <w:trHeight w:val="72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14:paraId="1F0EDF4C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14:paraId="01CE6AEE" w14:textId="070C0533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БАРАНОВА</w:t>
            </w:r>
          </w:p>
          <w:p w14:paraId="18992EFE" w14:textId="4BF33F19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Вікторія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C8B95" w14:textId="2B388A84" w:rsidR="0053127C" w:rsidRPr="0053127C" w:rsidRDefault="00173B01" w:rsidP="0053127C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учениця 4 класу </w:t>
            </w:r>
            <w:r>
              <w:rPr>
                <w:color w:val="000000"/>
              </w:rPr>
              <w:t>Нікопольськ</w:t>
            </w:r>
            <w:r>
              <w:rPr>
                <w:color w:val="000000"/>
                <w:lang w:val="uk-UA"/>
              </w:rPr>
              <w:t>ого</w:t>
            </w:r>
            <w:r>
              <w:rPr>
                <w:color w:val="000000"/>
              </w:rPr>
              <w:t xml:space="preserve"> ліце</w:t>
            </w:r>
            <w:r>
              <w:rPr>
                <w:color w:val="000000"/>
                <w:lang w:val="uk-UA"/>
              </w:rPr>
              <w:t>ю</w:t>
            </w:r>
            <w:r w:rsidR="0053127C" w:rsidRPr="0053127C">
              <w:rPr>
                <w:color w:val="000000"/>
              </w:rPr>
              <w:t xml:space="preserve"> №4 Нікопольської міської ради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2F4C6" w14:textId="2E59FCF9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АНУФРІЄВА</w:t>
            </w:r>
          </w:p>
          <w:p w14:paraId="4173ADA4" w14:textId="52650ABF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Катерина Сергіївна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9569B" w14:textId="3301A2BA" w:rsidR="0053127C" w:rsidRPr="00173B01" w:rsidRDefault="0053127C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вчитель інформатики</w:t>
            </w:r>
            <w:r w:rsidR="00173B01">
              <w:rPr>
                <w:color w:val="000000"/>
                <w:lang w:val="uk-UA"/>
              </w:rPr>
              <w:t xml:space="preserve"> </w:t>
            </w:r>
            <w:r w:rsidR="00173B01">
              <w:rPr>
                <w:color w:val="000000"/>
              </w:rPr>
              <w:t>Нікопольськ</w:t>
            </w:r>
            <w:r w:rsidR="00173B01">
              <w:rPr>
                <w:color w:val="000000"/>
                <w:lang w:val="uk-UA"/>
              </w:rPr>
              <w:t>ого</w:t>
            </w:r>
            <w:r w:rsidR="00173B01">
              <w:rPr>
                <w:color w:val="000000"/>
              </w:rPr>
              <w:t xml:space="preserve"> ліце</w:t>
            </w:r>
            <w:r w:rsidR="00173B01">
              <w:rPr>
                <w:color w:val="000000"/>
                <w:lang w:val="uk-UA"/>
              </w:rPr>
              <w:t>ю</w:t>
            </w:r>
            <w:r w:rsidR="00173B01" w:rsidRPr="0053127C">
              <w:rPr>
                <w:color w:val="000000"/>
              </w:rPr>
              <w:t xml:space="preserve"> №4 Нікопольської міської </w:t>
            </w:r>
            <w:proofErr w:type="gramStart"/>
            <w:r w:rsidR="00173B01" w:rsidRPr="0053127C">
              <w:rPr>
                <w:color w:val="000000"/>
              </w:rPr>
              <w:t>ради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C2C9B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ІІ</w:t>
            </w:r>
          </w:p>
        </w:tc>
      </w:tr>
      <w:tr w:rsidR="0053127C" w:rsidRPr="0053127C" w14:paraId="64EB6604" w14:textId="77777777" w:rsidTr="0009436F">
        <w:trPr>
          <w:trHeight w:val="528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14:paraId="3103DF7D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14:paraId="0BE72E44" w14:textId="1BDDE34D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БАРСЬКА</w:t>
            </w:r>
          </w:p>
          <w:p w14:paraId="7CA190C1" w14:textId="1EC5843A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Ніка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B2DDA" w14:textId="783C7EF3" w:rsidR="0053127C" w:rsidRPr="0053127C" w:rsidRDefault="00173B01" w:rsidP="0053127C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учениця 4 класу </w:t>
            </w:r>
            <w:r>
              <w:rPr>
                <w:color w:val="000000"/>
              </w:rPr>
              <w:t>Нікопольськ</w:t>
            </w:r>
            <w:r>
              <w:rPr>
                <w:color w:val="000000"/>
                <w:lang w:val="uk-UA"/>
              </w:rPr>
              <w:t>ого</w:t>
            </w:r>
            <w:r>
              <w:rPr>
                <w:color w:val="000000"/>
              </w:rPr>
              <w:t xml:space="preserve"> ліце</w:t>
            </w:r>
            <w:r>
              <w:rPr>
                <w:color w:val="000000"/>
                <w:lang w:val="uk-UA"/>
              </w:rPr>
              <w:t>ю</w:t>
            </w:r>
            <w:r w:rsidRPr="0053127C">
              <w:rPr>
                <w:color w:val="000000"/>
              </w:rPr>
              <w:t xml:space="preserve"> №4 Нікопольської міської ради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A31C8" w14:textId="46B62DFB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АНУФРІЄВА</w:t>
            </w:r>
          </w:p>
          <w:p w14:paraId="425AFA35" w14:textId="528939D9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Катерина Сергіївна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DA051" w14:textId="1F96DEFB" w:rsidR="0053127C" w:rsidRPr="00173B01" w:rsidRDefault="0053127C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вчитель інформатики</w:t>
            </w:r>
            <w:r w:rsidR="00173B01">
              <w:rPr>
                <w:color w:val="000000"/>
                <w:lang w:val="uk-UA"/>
              </w:rPr>
              <w:t xml:space="preserve"> </w:t>
            </w:r>
            <w:r w:rsidR="00173B01">
              <w:rPr>
                <w:color w:val="000000"/>
              </w:rPr>
              <w:t>Нікопольськ</w:t>
            </w:r>
            <w:r w:rsidR="00173B01">
              <w:rPr>
                <w:color w:val="000000"/>
                <w:lang w:val="uk-UA"/>
              </w:rPr>
              <w:t>ого</w:t>
            </w:r>
            <w:r w:rsidR="00173B01">
              <w:rPr>
                <w:color w:val="000000"/>
              </w:rPr>
              <w:t xml:space="preserve"> ліце</w:t>
            </w:r>
            <w:r w:rsidR="00173B01">
              <w:rPr>
                <w:color w:val="000000"/>
                <w:lang w:val="uk-UA"/>
              </w:rPr>
              <w:t>ю</w:t>
            </w:r>
            <w:r w:rsidR="00173B01" w:rsidRPr="0053127C">
              <w:rPr>
                <w:color w:val="000000"/>
              </w:rPr>
              <w:t xml:space="preserve"> №4 Нікопольської міської </w:t>
            </w:r>
            <w:proofErr w:type="gramStart"/>
            <w:r w:rsidR="00173B01" w:rsidRPr="0053127C">
              <w:rPr>
                <w:color w:val="000000"/>
              </w:rPr>
              <w:t>ради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C0DD4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ІІІ</w:t>
            </w:r>
          </w:p>
        </w:tc>
      </w:tr>
      <w:tr w:rsidR="0053127C" w:rsidRPr="0053127C" w14:paraId="2C6DA1D7" w14:textId="77777777" w:rsidTr="0009436F">
        <w:trPr>
          <w:trHeight w:val="105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35B585CA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14:paraId="30A43DA6" w14:textId="1E4F08D8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ГУСЄВА</w:t>
            </w:r>
          </w:p>
          <w:p w14:paraId="0FDA6429" w14:textId="1B01EE16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Полі</w:t>
            </w:r>
            <w:proofErr w:type="gramStart"/>
            <w:r w:rsidRPr="0053127C">
              <w:rPr>
                <w:color w:val="000000"/>
              </w:rPr>
              <w:t>на</w:t>
            </w:r>
            <w:proofErr w:type="gram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14133" w14:textId="279B6C96" w:rsidR="0053127C" w:rsidRPr="0053127C" w:rsidRDefault="00173B01" w:rsidP="00173B01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учениця 4 класу </w:t>
            </w:r>
            <w:r>
              <w:rPr>
                <w:color w:val="000000"/>
              </w:rPr>
              <w:t>Кислянськ</w:t>
            </w:r>
            <w:r>
              <w:rPr>
                <w:color w:val="000000"/>
                <w:lang w:val="uk-UA"/>
              </w:rPr>
              <w:t>ого</w:t>
            </w:r>
            <w:r>
              <w:rPr>
                <w:color w:val="000000"/>
              </w:rPr>
              <w:t xml:space="preserve"> ліце</w:t>
            </w:r>
            <w:r>
              <w:rPr>
                <w:color w:val="000000"/>
                <w:lang w:val="uk-UA"/>
              </w:rPr>
              <w:t>ю</w:t>
            </w:r>
            <w:r w:rsidR="0053127C" w:rsidRPr="0053127C">
              <w:rPr>
                <w:color w:val="000000"/>
              </w:rPr>
              <w:t xml:space="preserve"> Зайцівської сільської ради Синельниківського району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E4080" w14:textId="0EEB0367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ПАВЛЕНКО</w:t>
            </w:r>
          </w:p>
          <w:p w14:paraId="0A6F263C" w14:textId="757D1F0F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Людмила Володимирівна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A8411" w14:textId="6D73BFBA" w:rsidR="0053127C" w:rsidRPr="00173B01" w:rsidRDefault="00173B01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 xml:space="preserve">керівник </w:t>
            </w:r>
            <w:r>
              <w:rPr>
                <w:color w:val="000000"/>
              </w:rPr>
              <w:t xml:space="preserve">гуртка </w:t>
            </w:r>
            <w:r w:rsidRPr="005E75D2">
              <w:rPr>
                <w:color w:val="000000" w:themeColor="text1"/>
                <w:lang w:val="uk-UA"/>
              </w:rPr>
              <w:t>“</w:t>
            </w:r>
            <w:r>
              <w:rPr>
                <w:color w:val="000000"/>
              </w:rPr>
              <w:t>Компі</w:t>
            </w:r>
            <w:proofErr w:type="gramStart"/>
            <w:r>
              <w:rPr>
                <w:color w:val="000000"/>
              </w:rPr>
              <w:t>к</w:t>
            </w:r>
            <w:proofErr w:type="gramEnd"/>
            <w:r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  <w:r w:rsidR="0053127C" w:rsidRPr="0053127C">
              <w:rPr>
                <w:color w:val="000000"/>
              </w:rPr>
              <w:t xml:space="preserve">,  </w:t>
            </w:r>
            <w:proofErr w:type="gramStart"/>
            <w:r w:rsidR="0053127C" w:rsidRPr="0053127C">
              <w:rPr>
                <w:color w:val="000000"/>
              </w:rPr>
              <w:t>учитель</w:t>
            </w:r>
            <w:proofErr w:type="gramEnd"/>
            <w:r w:rsidR="0053127C" w:rsidRPr="0053127C">
              <w:rPr>
                <w:color w:val="000000"/>
              </w:rPr>
              <w:t xml:space="preserve"> початкових  класів</w:t>
            </w:r>
            <w:r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</w:rPr>
              <w:t>Кислянськ</w:t>
            </w:r>
            <w:r>
              <w:rPr>
                <w:color w:val="000000"/>
                <w:lang w:val="uk-UA"/>
              </w:rPr>
              <w:t>ого</w:t>
            </w:r>
            <w:r>
              <w:rPr>
                <w:color w:val="000000"/>
              </w:rPr>
              <w:t xml:space="preserve"> ліце</w:t>
            </w:r>
            <w:r>
              <w:rPr>
                <w:color w:val="000000"/>
                <w:lang w:val="uk-UA"/>
              </w:rPr>
              <w:t>ю</w:t>
            </w:r>
            <w:r w:rsidRPr="0053127C">
              <w:rPr>
                <w:color w:val="000000"/>
              </w:rPr>
              <w:t xml:space="preserve"> Зайцівської сільської ради Синельниківського району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969D3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ІІІ</w:t>
            </w:r>
          </w:p>
        </w:tc>
      </w:tr>
      <w:tr w:rsidR="0053127C" w:rsidRPr="0053127C" w14:paraId="4115285B" w14:textId="77777777" w:rsidTr="0009436F">
        <w:trPr>
          <w:trHeight w:val="105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14:paraId="04E674F3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06CA2F55" w14:textId="4986F984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КИЯНИЧЕНКО</w:t>
            </w:r>
          </w:p>
          <w:p w14:paraId="18213877" w14:textId="158683E2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Варвара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4D7FEAD2" w14:textId="7A3447E1" w:rsidR="0053127C" w:rsidRPr="0053127C" w:rsidRDefault="00173B01" w:rsidP="0053127C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учениця 4 класу </w:t>
            </w:r>
            <w:r>
              <w:rPr>
                <w:color w:val="000000"/>
              </w:rPr>
              <w:t>комунальн</w:t>
            </w:r>
            <w:r>
              <w:rPr>
                <w:color w:val="000000"/>
                <w:lang w:val="uk-UA"/>
              </w:rPr>
              <w:t>ого</w:t>
            </w:r>
            <w:r>
              <w:rPr>
                <w:color w:val="000000"/>
              </w:rPr>
              <w:t xml:space="preserve"> </w:t>
            </w:r>
            <w:r w:rsidR="00891B8D">
              <w:rPr>
                <w:color w:val="000000"/>
              </w:rPr>
              <w:t>заклад</w:t>
            </w:r>
            <w:r>
              <w:rPr>
                <w:color w:val="000000"/>
                <w:lang w:val="uk-UA"/>
              </w:rPr>
              <w:t>у</w:t>
            </w:r>
            <w:r w:rsidR="00891B8D">
              <w:rPr>
                <w:color w:val="000000"/>
              </w:rPr>
              <w:t xml:space="preserve"> </w:t>
            </w:r>
            <w:r w:rsidR="00891B8D" w:rsidRPr="005E75D2">
              <w:rPr>
                <w:color w:val="000000" w:themeColor="text1"/>
                <w:lang w:val="uk-UA"/>
              </w:rPr>
              <w:t>“</w:t>
            </w:r>
            <w:r w:rsidR="0053127C" w:rsidRPr="0053127C">
              <w:rPr>
                <w:color w:val="000000"/>
              </w:rPr>
              <w:t>Ліце</w:t>
            </w:r>
            <w:r w:rsidR="00891B8D">
              <w:rPr>
                <w:color w:val="000000"/>
              </w:rPr>
              <w:t>й №37 імені Максима Самойловича</w:t>
            </w:r>
            <w:r w:rsidR="00891B8D"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  <w:r w:rsidR="0053127C" w:rsidRPr="0053127C">
              <w:rPr>
                <w:color w:val="000000"/>
              </w:rPr>
              <w:t xml:space="preserve"> Кам'янської міської ради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4336191E" w14:textId="156F4088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ШУТЬ</w:t>
            </w:r>
          </w:p>
          <w:p w14:paraId="3F605FF8" w14:textId="6FB1DA4D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Ірина Миколаївна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6F4E7339" w14:textId="6D082CC1" w:rsidR="0053127C" w:rsidRPr="00173B01" w:rsidRDefault="00173B01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 xml:space="preserve">вчитель </w:t>
            </w:r>
            <w:r w:rsidR="0053127C" w:rsidRPr="0053127C">
              <w:rPr>
                <w:color w:val="000000"/>
              </w:rPr>
              <w:t>початкових класів та інформатики</w:t>
            </w:r>
            <w:r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</w:rPr>
              <w:t>комунальн</w:t>
            </w:r>
            <w:r>
              <w:rPr>
                <w:color w:val="000000"/>
                <w:lang w:val="uk-UA"/>
              </w:rPr>
              <w:t>ого</w:t>
            </w:r>
            <w:r>
              <w:rPr>
                <w:color w:val="000000"/>
              </w:rPr>
              <w:t xml:space="preserve"> заклад</w:t>
            </w:r>
            <w:r>
              <w:rPr>
                <w:color w:val="000000"/>
                <w:lang w:val="uk-UA"/>
              </w:rPr>
              <w:t>у</w:t>
            </w:r>
            <w:r>
              <w:rPr>
                <w:color w:val="000000"/>
              </w:rPr>
              <w:t xml:space="preserve"> </w:t>
            </w:r>
            <w:r w:rsidRPr="005E75D2">
              <w:rPr>
                <w:color w:val="000000" w:themeColor="text1"/>
                <w:lang w:val="uk-UA"/>
              </w:rPr>
              <w:t>“</w:t>
            </w:r>
            <w:r w:rsidRPr="0053127C">
              <w:rPr>
                <w:color w:val="000000"/>
              </w:rPr>
              <w:t>Ліце</w:t>
            </w:r>
            <w:r>
              <w:rPr>
                <w:color w:val="000000"/>
              </w:rPr>
              <w:t>й №37 імені Максима Самойловича</w:t>
            </w:r>
            <w:r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  <w:r w:rsidRPr="0053127C">
              <w:rPr>
                <w:color w:val="000000"/>
              </w:rPr>
              <w:t xml:space="preserve"> Кам'янської міської </w:t>
            </w:r>
            <w:proofErr w:type="gramStart"/>
            <w:r w:rsidRPr="0053127C">
              <w:rPr>
                <w:color w:val="000000"/>
              </w:rPr>
              <w:t>ради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75283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ІІІ</w:t>
            </w:r>
          </w:p>
        </w:tc>
      </w:tr>
      <w:tr w:rsidR="0053127C" w:rsidRPr="0053127C" w14:paraId="525F7B01" w14:textId="77777777" w:rsidTr="0009436F">
        <w:trPr>
          <w:trHeight w:val="79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A10CF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E2AD3" w14:textId="74A08817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КУЛІК</w:t>
            </w:r>
          </w:p>
          <w:p w14:paraId="7423C8A9" w14:textId="07663BB4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Вікторія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5F814" w14:textId="17242813" w:rsidR="0053127C" w:rsidRPr="0053127C" w:rsidRDefault="00173B01" w:rsidP="0053127C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учениця 4 класу </w:t>
            </w:r>
            <w:r>
              <w:rPr>
                <w:color w:val="000000"/>
              </w:rPr>
              <w:t>комунальн</w:t>
            </w:r>
            <w:r>
              <w:rPr>
                <w:color w:val="000000"/>
                <w:lang w:val="uk-UA"/>
              </w:rPr>
              <w:t>ого</w:t>
            </w:r>
            <w:r>
              <w:rPr>
                <w:color w:val="000000"/>
              </w:rPr>
              <w:t xml:space="preserve"> заклад</w:t>
            </w:r>
            <w:r>
              <w:rPr>
                <w:color w:val="000000"/>
                <w:lang w:val="uk-UA"/>
              </w:rPr>
              <w:t>у</w:t>
            </w:r>
            <w:r>
              <w:rPr>
                <w:color w:val="000000"/>
              </w:rPr>
              <w:t xml:space="preserve"> </w:t>
            </w:r>
            <w:r w:rsidR="00891B8D" w:rsidRPr="005E75D2">
              <w:rPr>
                <w:color w:val="000000" w:themeColor="text1"/>
                <w:lang w:val="uk-UA"/>
              </w:rPr>
              <w:t>“</w:t>
            </w:r>
            <w:r w:rsidR="00891B8D">
              <w:rPr>
                <w:color w:val="000000"/>
              </w:rPr>
              <w:t>Ліцей №22</w:t>
            </w:r>
            <w:r w:rsidR="00891B8D"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  <w:r w:rsidR="0053127C" w:rsidRPr="0053127C">
              <w:rPr>
                <w:color w:val="000000"/>
              </w:rPr>
              <w:t xml:space="preserve"> Кам'янської міської ради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6BF66" w14:textId="16D5477E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КАРЦЕВА</w:t>
            </w:r>
          </w:p>
          <w:p w14:paraId="7A9AD454" w14:textId="15109CC8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Марина Леонідівна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09C25" w14:textId="46E6A7B6" w:rsidR="0053127C" w:rsidRPr="00173B01" w:rsidRDefault="0053127C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вчитель інформатики</w:t>
            </w:r>
            <w:r w:rsidR="00173B01">
              <w:rPr>
                <w:color w:val="000000"/>
                <w:lang w:val="uk-UA"/>
              </w:rPr>
              <w:t xml:space="preserve"> </w:t>
            </w:r>
            <w:r w:rsidR="00173B01">
              <w:rPr>
                <w:color w:val="000000"/>
              </w:rPr>
              <w:t>комунальн</w:t>
            </w:r>
            <w:r w:rsidR="00173B01">
              <w:rPr>
                <w:color w:val="000000"/>
                <w:lang w:val="uk-UA"/>
              </w:rPr>
              <w:t>ого</w:t>
            </w:r>
            <w:r w:rsidR="00173B01">
              <w:rPr>
                <w:color w:val="000000"/>
              </w:rPr>
              <w:t xml:space="preserve"> заклад</w:t>
            </w:r>
            <w:r w:rsidR="00173B01">
              <w:rPr>
                <w:color w:val="000000"/>
                <w:lang w:val="uk-UA"/>
              </w:rPr>
              <w:t>у</w:t>
            </w:r>
            <w:r w:rsidR="00173B01">
              <w:rPr>
                <w:color w:val="000000"/>
              </w:rPr>
              <w:t xml:space="preserve"> </w:t>
            </w:r>
            <w:r w:rsidR="00173B01" w:rsidRPr="005E75D2">
              <w:rPr>
                <w:color w:val="000000" w:themeColor="text1"/>
                <w:lang w:val="uk-UA"/>
              </w:rPr>
              <w:t>“</w:t>
            </w:r>
            <w:r w:rsidR="00173B01">
              <w:rPr>
                <w:color w:val="000000"/>
              </w:rPr>
              <w:t>Ліцей №22</w:t>
            </w:r>
            <w:r w:rsidR="00173B01"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  <w:r w:rsidR="00173B01" w:rsidRPr="0053127C">
              <w:rPr>
                <w:color w:val="000000"/>
              </w:rPr>
              <w:t xml:space="preserve"> Кам'янської міської </w:t>
            </w:r>
            <w:proofErr w:type="gramStart"/>
            <w:r w:rsidR="00173B01" w:rsidRPr="0053127C">
              <w:rPr>
                <w:color w:val="000000"/>
              </w:rPr>
              <w:t>ради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2F434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ІІІ</w:t>
            </w:r>
          </w:p>
        </w:tc>
      </w:tr>
      <w:tr w:rsidR="0053127C" w:rsidRPr="0053127C" w14:paraId="07F29976" w14:textId="77777777" w:rsidTr="0009436F">
        <w:trPr>
          <w:trHeight w:val="528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EC8FB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415CB" w14:textId="6CB191C4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МАКЕЄ</w:t>
            </w:r>
            <w:proofErr w:type="gramStart"/>
            <w:r w:rsidRPr="0053127C">
              <w:rPr>
                <w:color w:val="000000"/>
              </w:rPr>
              <w:t>В</w:t>
            </w:r>
            <w:proofErr w:type="gramEnd"/>
          </w:p>
          <w:p w14:paraId="50710313" w14:textId="21450C93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Матвій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FCB18" w14:textId="45D66885" w:rsidR="0053127C" w:rsidRPr="0053127C" w:rsidRDefault="0087419F" w:rsidP="0053127C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учень 4 класу </w:t>
            </w:r>
            <w:r w:rsidRPr="0053127C">
              <w:rPr>
                <w:color w:val="000000"/>
              </w:rPr>
              <w:t>Кри</w:t>
            </w:r>
            <w:r>
              <w:rPr>
                <w:color w:val="000000"/>
              </w:rPr>
              <w:t>ворізьк</w:t>
            </w:r>
            <w:r>
              <w:rPr>
                <w:color w:val="000000"/>
                <w:lang w:val="uk-UA"/>
              </w:rPr>
              <w:t>ої</w:t>
            </w:r>
            <w:r>
              <w:rPr>
                <w:color w:val="000000"/>
              </w:rPr>
              <w:t xml:space="preserve"> гімназі</w:t>
            </w:r>
            <w:r>
              <w:rPr>
                <w:color w:val="000000"/>
                <w:lang w:val="uk-UA"/>
              </w:rPr>
              <w:t>ї</w:t>
            </w:r>
            <w:r>
              <w:rPr>
                <w:color w:val="000000"/>
              </w:rPr>
              <w:t xml:space="preserve"> №</w:t>
            </w:r>
            <w:r>
              <w:rPr>
                <w:color w:val="000000"/>
                <w:lang w:val="uk-UA"/>
              </w:rPr>
              <w:t>19</w:t>
            </w:r>
            <w:r w:rsidRPr="0053127C">
              <w:rPr>
                <w:color w:val="000000"/>
              </w:rPr>
              <w:t xml:space="preserve"> Криворізької міської ради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3050B" w14:textId="004E3748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ГЛАДКИЙ</w:t>
            </w:r>
          </w:p>
          <w:p w14:paraId="196F0D5F" w14:textId="395B7235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Віталій Юрійович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0AB16" w14:textId="75DF98CC" w:rsidR="0053127C" w:rsidRPr="00173B01" w:rsidRDefault="0053127C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вчитель інформатики</w:t>
            </w:r>
            <w:r w:rsidR="00173B01">
              <w:rPr>
                <w:color w:val="000000"/>
                <w:lang w:val="uk-UA"/>
              </w:rPr>
              <w:t xml:space="preserve"> </w:t>
            </w:r>
            <w:r w:rsidR="00173B01" w:rsidRPr="0053127C">
              <w:rPr>
                <w:color w:val="000000"/>
              </w:rPr>
              <w:t>Кри</w:t>
            </w:r>
            <w:r w:rsidR="00173B01">
              <w:rPr>
                <w:color w:val="000000"/>
              </w:rPr>
              <w:t>ворізьк</w:t>
            </w:r>
            <w:r w:rsidR="00173B01">
              <w:rPr>
                <w:color w:val="000000"/>
                <w:lang w:val="uk-UA"/>
              </w:rPr>
              <w:t>ої</w:t>
            </w:r>
            <w:r w:rsidR="00173B01">
              <w:rPr>
                <w:color w:val="000000"/>
              </w:rPr>
              <w:t xml:space="preserve"> гімназі</w:t>
            </w:r>
            <w:r w:rsidR="00173B01">
              <w:rPr>
                <w:color w:val="000000"/>
                <w:lang w:val="uk-UA"/>
              </w:rPr>
              <w:t>ї</w:t>
            </w:r>
            <w:r w:rsidR="00173B01">
              <w:rPr>
                <w:color w:val="000000"/>
              </w:rPr>
              <w:t xml:space="preserve"> №</w:t>
            </w:r>
            <w:r w:rsidR="00173B01">
              <w:rPr>
                <w:color w:val="000000"/>
                <w:lang w:val="uk-UA"/>
              </w:rPr>
              <w:t>19</w:t>
            </w:r>
            <w:r w:rsidR="00173B01" w:rsidRPr="0053127C">
              <w:rPr>
                <w:color w:val="000000"/>
              </w:rPr>
              <w:t xml:space="preserve"> Криворізької міської ради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03FF7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ІІІ</w:t>
            </w:r>
          </w:p>
        </w:tc>
      </w:tr>
      <w:tr w:rsidR="0053127C" w:rsidRPr="0053127C" w14:paraId="717F16A3" w14:textId="77777777" w:rsidTr="00252CB8">
        <w:trPr>
          <w:trHeight w:val="44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5F639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03898" w14:textId="60FBEFFF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МАРЧЕНКО</w:t>
            </w:r>
          </w:p>
          <w:p w14:paraId="76F39E94" w14:textId="62676F04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lastRenderedPageBreak/>
              <w:t>Ілля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7849B" w14:textId="29BFA955" w:rsidR="0053127C" w:rsidRPr="0053127C" w:rsidRDefault="009447F7" w:rsidP="0053127C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lastRenderedPageBreak/>
              <w:t xml:space="preserve">учень 4 класу </w:t>
            </w:r>
            <w:r>
              <w:rPr>
                <w:color w:val="000000"/>
              </w:rPr>
              <w:t>Нікопольськ</w:t>
            </w:r>
            <w:r>
              <w:rPr>
                <w:color w:val="000000"/>
                <w:lang w:val="uk-UA"/>
              </w:rPr>
              <w:t>ої</w:t>
            </w:r>
            <w:r>
              <w:rPr>
                <w:color w:val="000000"/>
              </w:rPr>
              <w:t xml:space="preserve"> гімназі</w:t>
            </w:r>
            <w:r>
              <w:rPr>
                <w:color w:val="000000"/>
                <w:lang w:val="uk-UA"/>
              </w:rPr>
              <w:t>ї</w:t>
            </w:r>
            <w:r w:rsidRPr="0053127C">
              <w:rPr>
                <w:color w:val="000000"/>
              </w:rPr>
              <w:t xml:space="preserve"> </w:t>
            </w:r>
            <w:r w:rsidRPr="0053127C">
              <w:rPr>
                <w:color w:val="000000"/>
              </w:rPr>
              <w:lastRenderedPageBreak/>
              <w:t>№2 Нікопольської міської ради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02A8C" w14:textId="73BE5657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lastRenderedPageBreak/>
              <w:t>ГАЛИНСЬКА</w:t>
            </w:r>
          </w:p>
          <w:p w14:paraId="504728D1" w14:textId="21B3CB86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lastRenderedPageBreak/>
              <w:t>Карина Андріївна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5B32A" w14:textId="75506079" w:rsidR="0053127C" w:rsidRPr="0053127C" w:rsidRDefault="00173B01" w:rsidP="0053127C">
            <w:pPr>
              <w:rPr>
                <w:color w:val="000000"/>
              </w:rPr>
            </w:pPr>
            <w:r w:rsidRPr="0053127C">
              <w:rPr>
                <w:color w:val="000000"/>
              </w:rPr>
              <w:lastRenderedPageBreak/>
              <w:t xml:space="preserve">вчитель </w:t>
            </w:r>
            <w:r w:rsidR="0053127C" w:rsidRPr="0053127C">
              <w:rPr>
                <w:color w:val="000000"/>
              </w:rPr>
              <w:t xml:space="preserve">інформатики </w:t>
            </w:r>
            <w:r>
              <w:rPr>
                <w:color w:val="000000"/>
              </w:rPr>
              <w:t>Нікопольськ</w:t>
            </w:r>
            <w:r>
              <w:rPr>
                <w:color w:val="000000"/>
                <w:lang w:val="uk-UA"/>
              </w:rPr>
              <w:t>ої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>гімназі</w:t>
            </w:r>
            <w:r>
              <w:rPr>
                <w:color w:val="000000"/>
                <w:lang w:val="uk-UA"/>
              </w:rPr>
              <w:t>ї</w:t>
            </w:r>
            <w:r w:rsidRPr="0053127C">
              <w:rPr>
                <w:color w:val="000000"/>
              </w:rPr>
              <w:t xml:space="preserve"> №2 Нікопольської міської </w:t>
            </w:r>
            <w:proofErr w:type="gramStart"/>
            <w:r w:rsidRPr="0053127C">
              <w:rPr>
                <w:color w:val="000000"/>
              </w:rPr>
              <w:t>ради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738E8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lastRenderedPageBreak/>
              <w:t>ІІІ</w:t>
            </w:r>
          </w:p>
        </w:tc>
      </w:tr>
      <w:tr w:rsidR="0053127C" w:rsidRPr="0053127C" w14:paraId="61DC1AA3" w14:textId="77777777" w:rsidTr="0009436F">
        <w:trPr>
          <w:trHeight w:val="79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33945CE2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68034F60" w14:textId="4E6D5102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ПАВЛЮК</w:t>
            </w:r>
          </w:p>
          <w:p w14:paraId="5DBC12B5" w14:textId="4C4257ED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Євгеній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132683F8" w14:textId="09B1E30A" w:rsidR="0053127C" w:rsidRPr="00173B01" w:rsidRDefault="00173B01" w:rsidP="0053127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вихованець </w:t>
            </w:r>
            <w:r w:rsidR="0053127C" w:rsidRPr="0053127C">
              <w:rPr>
                <w:color w:val="000000"/>
              </w:rPr>
              <w:t>Центр</w:t>
            </w:r>
            <w:r>
              <w:rPr>
                <w:color w:val="000000"/>
                <w:lang w:val="uk-UA"/>
              </w:rPr>
              <w:t>у</w:t>
            </w:r>
            <w:r w:rsidR="0053127C" w:rsidRPr="0053127C">
              <w:rPr>
                <w:color w:val="000000"/>
              </w:rPr>
              <w:t xml:space="preserve"> позашкільної роботи</w:t>
            </w:r>
            <w:r>
              <w:rPr>
                <w:color w:val="000000"/>
                <w:lang w:val="uk-UA"/>
              </w:rPr>
              <w:t xml:space="preserve"> міста Самар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6E856866" w14:textId="6F027C71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НЕЧТА</w:t>
            </w:r>
          </w:p>
          <w:p w14:paraId="47A18F3E" w14:textId="558FC7A0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Ангелі</w:t>
            </w:r>
            <w:proofErr w:type="gramStart"/>
            <w:r w:rsidRPr="0053127C">
              <w:rPr>
                <w:color w:val="000000"/>
              </w:rPr>
              <w:t>на</w:t>
            </w:r>
            <w:proofErr w:type="gramEnd"/>
            <w:r w:rsidRPr="0053127C">
              <w:rPr>
                <w:color w:val="000000"/>
              </w:rPr>
              <w:t xml:space="preserve"> Ігорівна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1C0128AC" w14:textId="25C5D925" w:rsidR="0053127C" w:rsidRPr="0053127C" w:rsidRDefault="00173B01" w:rsidP="0053127C">
            <w:pPr>
              <w:rPr>
                <w:color w:val="000000"/>
              </w:rPr>
            </w:pPr>
            <w:r w:rsidRPr="0053127C">
              <w:rPr>
                <w:color w:val="000000"/>
              </w:rPr>
              <w:t xml:space="preserve">керівниця </w:t>
            </w:r>
            <w:r w:rsidR="00891B8D">
              <w:rPr>
                <w:color w:val="000000"/>
              </w:rPr>
              <w:t xml:space="preserve">гуртка </w:t>
            </w:r>
            <w:r w:rsidR="00891B8D" w:rsidRPr="005E75D2">
              <w:rPr>
                <w:color w:val="000000" w:themeColor="text1"/>
                <w:lang w:val="uk-UA"/>
              </w:rPr>
              <w:t>“</w:t>
            </w:r>
            <w:r w:rsidR="00891B8D">
              <w:rPr>
                <w:color w:val="000000"/>
              </w:rPr>
              <w:t>Комп’ютерна грамотність</w:t>
            </w:r>
            <w:r w:rsidR="00891B8D"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  <w:r w:rsidR="0053127C" w:rsidRPr="0053127C">
              <w:rPr>
                <w:color w:val="000000"/>
              </w:rPr>
              <w:t xml:space="preserve"> </w:t>
            </w:r>
            <w:r w:rsidRPr="0053127C">
              <w:rPr>
                <w:color w:val="000000"/>
              </w:rPr>
              <w:t>Центр</w:t>
            </w:r>
            <w:r>
              <w:rPr>
                <w:color w:val="000000"/>
                <w:lang w:val="uk-UA"/>
              </w:rPr>
              <w:t>у</w:t>
            </w:r>
            <w:r w:rsidRPr="0053127C">
              <w:rPr>
                <w:color w:val="000000"/>
              </w:rPr>
              <w:t xml:space="preserve"> позашкільної роботи</w:t>
            </w:r>
            <w:r>
              <w:rPr>
                <w:color w:val="000000"/>
                <w:lang w:val="uk-UA"/>
              </w:rPr>
              <w:t xml:space="preserve"> міста Самар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21E94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ІІІ</w:t>
            </w:r>
          </w:p>
        </w:tc>
      </w:tr>
      <w:tr w:rsidR="0053127C" w:rsidRPr="0053127C" w14:paraId="179A76E9" w14:textId="77777777" w:rsidTr="0009436F">
        <w:trPr>
          <w:trHeight w:val="79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53F6B741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0CA4885D" w14:textId="1A938ED3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proofErr w:type="gramStart"/>
            <w:r w:rsidRPr="0053127C">
              <w:rPr>
                <w:color w:val="000000"/>
              </w:rPr>
              <w:t>ПЕРЕВ</w:t>
            </w:r>
            <w:proofErr w:type="gramEnd"/>
            <w:r w:rsidRPr="0053127C">
              <w:rPr>
                <w:color w:val="000000"/>
              </w:rPr>
              <w:t>ЄРЗЄВА</w:t>
            </w:r>
          </w:p>
          <w:p w14:paraId="3AE122DD" w14:textId="6C18A9E9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Мирослава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6A03417D" w14:textId="193AF6A0" w:rsidR="0053127C" w:rsidRPr="0053127C" w:rsidRDefault="0087419F" w:rsidP="0053127C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учениця 4 класу </w:t>
            </w:r>
            <w:r>
              <w:rPr>
                <w:color w:val="000000"/>
              </w:rPr>
              <w:t>Криворізьк</w:t>
            </w:r>
            <w:r>
              <w:rPr>
                <w:color w:val="000000"/>
                <w:lang w:val="uk-UA"/>
              </w:rPr>
              <w:t>ої</w:t>
            </w:r>
            <w:r>
              <w:rPr>
                <w:color w:val="000000"/>
              </w:rPr>
              <w:t xml:space="preserve"> початков</w:t>
            </w:r>
            <w:r>
              <w:rPr>
                <w:color w:val="000000"/>
                <w:lang w:val="uk-UA"/>
              </w:rPr>
              <w:t>ої</w:t>
            </w:r>
            <w:r>
              <w:rPr>
                <w:color w:val="000000"/>
              </w:rPr>
              <w:t xml:space="preserve"> школ</w:t>
            </w:r>
            <w:r>
              <w:rPr>
                <w:color w:val="000000"/>
                <w:lang w:val="uk-UA"/>
              </w:rPr>
              <w:t>и</w:t>
            </w:r>
            <w:r w:rsidRPr="0053127C">
              <w:rPr>
                <w:color w:val="000000"/>
              </w:rPr>
              <w:t xml:space="preserve"> №99 Криворізької міської  ради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0232F451" w14:textId="66D63678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МИХАЙЛЯК</w:t>
            </w:r>
          </w:p>
          <w:p w14:paraId="19F44403" w14:textId="07EA34C6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Тетяна Ігорівна, Насоненко Наталя Євгеніївна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4AE1D445" w14:textId="111B1248" w:rsidR="0053127C" w:rsidRPr="0009436F" w:rsidRDefault="00173B01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 xml:space="preserve">вчителі </w:t>
            </w:r>
            <w:r w:rsidR="0053127C" w:rsidRPr="0053127C">
              <w:rPr>
                <w:color w:val="000000"/>
              </w:rPr>
              <w:t>початкових  класів</w:t>
            </w:r>
            <w:r w:rsidR="0009436F">
              <w:rPr>
                <w:color w:val="000000"/>
                <w:lang w:val="uk-UA"/>
              </w:rPr>
              <w:t xml:space="preserve"> </w:t>
            </w:r>
            <w:r w:rsidR="0009436F">
              <w:rPr>
                <w:color w:val="000000"/>
              </w:rPr>
              <w:t>Криворізьк</w:t>
            </w:r>
            <w:r w:rsidR="0009436F">
              <w:rPr>
                <w:color w:val="000000"/>
                <w:lang w:val="uk-UA"/>
              </w:rPr>
              <w:t>ої</w:t>
            </w:r>
            <w:r w:rsidR="0009436F">
              <w:rPr>
                <w:color w:val="000000"/>
              </w:rPr>
              <w:t xml:space="preserve"> початков</w:t>
            </w:r>
            <w:r w:rsidR="0009436F">
              <w:rPr>
                <w:color w:val="000000"/>
                <w:lang w:val="uk-UA"/>
              </w:rPr>
              <w:t>ої</w:t>
            </w:r>
            <w:r w:rsidR="0009436F">
              <w:rPr>
                <w:color w:val="000000"/>
              </w:rPr>
              <w:t xml:space="preserve"> школ</w:t>
            </w:r>
            <w:r w:rsidR="0009436F">
              <w:rPr>
                <w:color w:val="000000"/>
                <w:lang w:val="uk-UA"/>
              </w:rPr>
              <w:t>и</w:t>
            </w:r>
            <w:r w:rsidR="0009436F" w:rsidRPr="0053127C">
              <w:rPr>
                <w:color w:val="000000"/>
              </w:rPr>
              <w:t xml:space="preserve"> №99 Криворізької міської  ради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94936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ІІІ</w:t>
            </w:r>
          </w:p>
        </w:tc>
      </w:tr>
      <w:tr w:rsidR="0053127C" w:rsidRPr="0053127C" w14:paraId="2E080D8B" w14:textId="77777777" w:rsidTr="0009436F">
        <w:trPr>
          <w:trHeight w:val="105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1BD07767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B2FF6" w14:textId="4F585C87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СИМОНЕНКО</w:t>
            </w:r>
          </w:p>
          <w:p w14:paraId="27816B15" w14:textId="7F2BD930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Катерина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5D51A" w14:textId="3985984E" w:rsidR="0053127C" w:rsidRPr="0053127C" w:rsidRDefault="0009436F" w:rsidP="0053127C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вихованка </w:t>
            </w:r>
            <w:r w:rsidR="00173B01" w:rsidRPr="0053127C">
              <w:rPr>
                <w:color w:val="000000"/>
              </w:rPr>
              <w:t>комуналь</w:t>
            </w:r>
            <w:r>
              <w:rPr>
                <w:color w:val="000000"/>
              </w:rPr>
              <w:t>н</w:t>
            </w:r>
            <w:r>
              <w:rPr>
                <w:color w:val="000000"/>
                <w:lang w:val="uk-UA"/>
              </w:rPr>
              <w:t>ого</w:t>
            </w:r>
            <w:r w:rsidR="00173B01">
              <w:rPr>
                <w:color w:val="000000"/>
              </w:rPr>
              <w:t xml:space="preserve"> </w:t>
            </w:r>
            <w:r w:rsidR="00891B8D">
              <w:rPr>
                <w:color w:val="000000"/>
              </w:rPr>
              <w:t>заклад</w:t>
            </w:r>
            <w:r>
              <w:rPr>
                <w:color w:val="000000"/>
                <w:lang w:val="uk-UA"/>
              </w:rPr>
              <w:t>у</w:t>
            </w:r>
            <w:r w:rsidR="00891B8D">
              <w:rPr>
                <w:color w:val="000000"/>
              </w:rPr>
              <w:t xml:space="preserve"> позашкільної освіти </w:t>
            </w:r>
            <w:r w:rsidR="00891B8D" w:rsidRPr="005E75D2">
              <w:rPr>
                <w:color w:val="000000" w:themeColor="text1"/>
                <w:lang w:val="uk-UA"/>
              </w:rPr>
              <w:t>“</w:t>
            </w:r>
            <w:r w:rsidR="00891B8D">
              <w:rPr>
                <w:color w:val="000000"/>
              </w:rPr>
              <w:t>Центр позашкільної освіти</w:t>
            </w:r>
            <w:r w:rsidR="00891B8D"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  <w:r w:rsidR="0053127C" w:rsidRPr="0053127C">
              <w:rPr>
                <w:color w:val="000000"/>
              </w:rPr>
              <w:t xml:space="preserve"> Шахтарської міської ради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9F036" w14:textId="376D55F4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КОЛЕСНІК</w:t>
            </w:r>
          </w:p>
          <w:p w14:paraId="33FD236F" w14:textId="3EF735C5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Алла Василівна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51CC3" w14:textId="081A4ADA" w:rsidR="0053127C" w:rsidRPr="0009436F" w:rsidRDefault="00173B01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 xml:space="preserve">керівник </w:t>
            </w:r>
            <w:r w:rsidR="0053127C" w:rsidRPr="0053127C">
              <w:rPr>
                <w:color w:val="000000"/>
              </w:rPr>
              <w:t>гуртка</w:t>
            </w:r>
            <w:r w:rsidR="0009436F">
              <w:rPr>
                <w:color w:val="000000"/>
                <w:lang w:val="uk-UA"/>
              </w:rPr>
              <w:t xml:space="preserve"> </w:t>
            </w:r>
            <w:r w:rsidR="0009436F" w:rsidRPr="0053127C">
              <w:rPr>
                <w:color w:val="000000"/>
              </w:rPr>
              <w:t>комуналь</w:t>
            </w:r>
            <w:r w:rsidR="0009436F">
              <w:rPr>
                <w:color w:val="000000"/>
              </w:rPr>
              <w:t>н</w:t>
            </w:r>
            <w:r w:rsidR="0009436F">
              <w:rPr>
                <w:color w:val="000000"/>
                <w:lang w:val="uk-UA"/>
              </w:rPr>
              <w:t>ого</w:t>
            </w:r>
            <w:r w:rsidR="0009436F">
              <w:rPr>
                <w:color w:val="000000"/>
              </w:rPr>
              <w:t xml:space="preserve"> заклад</w:t>
            </w:r>
            <w:r w:rsidR="0009436F">
              <w:rPr>
                <w:color w:val="000000"/>
                <w:lang w:val="uk-UA"/>
              </w:rPr>
              <w:t>у</w:t>
            </w:r>
            <w:r w:rsidR="0009436F">
              <w:rPr>
                <w:color w:val="000000"/>
              </w:rPr>
              <w:t xml:space="preserve"> позашкільної освіти </w:t>
            </w:r>
            <w:r w:rsidR="0009436F" w:rsidRPr="005E75D2">
              <w:rPr>
                <w:color w:val="000000" w:themeColor="text1"/>
                <w:lang w:val="uk-UA"/>
              </w:rPr>
              <w:t>“</w:t>
            </w:r>
            <w:r w:rsidR="0009436F">
              <w:rPr>
                <w:color w:val="000000"/>
              </w:rPr>
              <w:t>Центр позашкільної освіти</w:t>
            </w:r>
            <w:r w:rsidR="0009436F"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  <w:r w:rsidR="0009436F" w:rsidRPr="0053127C">
              <w:rPr>
                <w:color w:val="000000"/>
              </w:rPr>
              <w:t xml:space="preserve"> Шахтарської міської </w:t>
            </w:r>
            <w:proofErr w:type="gramStart"/>
            <w:r w:rsidR="0009436F" w:rsidRPr="0053127C">
              <w:rPr>
                <w:color w:val="000000"/>
              </w:rPr>
              <w:t>ради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D2A9A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ІІІ</w:t>
            </w:r>
          </w:p>
        </w:tc>
      </w:tr>
      <w:tr w:rsidR="0053127C" w:rsidRPr="0053127C" w14:paraId="3DDF6E09" w14:textId="77777777" w:rsidTr="0009436F">
        <w:trPr>
          <w:trHeight w:val="79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C5ECC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110D2B9F" w14:textId="0DE133F9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СКАЧКО</w:t>
            </w:r>
          </w:p>
          <w:p w14:paraId="3DCD6EA8" w14:textId="414F3F30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Тимофій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0D1B05DD" w14:textId="3F4FDDBE" w:rsidR="0053127C" w:rsidRPr="0053127C" w:rsidRDefault="0009436F" w:rsidP="0053127C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вихованець </w:t>
            </w:r>
            <w:r w:rsidRPr="0053127C">
              <w:rPr>
                <w:color w:val="000000"/>
              </w:rPr>
              <w:t>Центр</w:t>
            </w:r>
            <w:r>
              <w:rPr>
                <w:color w:val="000000"/>
                <w:lang w:val="uk-UA"/>
              </w:rPr>
              <w:t>у</w:t>
            </w:r>
            <w:r w:rsidRPr="0053127C">
              <w:rPr>
                <w:color w:val="000000"/>
              </w:rPr>
              <w:t xml:space="preserve"> позашкільної роботи</w:t>
            </w:r>
            <w:r>
              <w:rPr>
                <w:color w:val="000000"/>
                <w:lang w:val="uk-UA"/>
              </w:rPr>
              <w:t xml:space="preserve"> міста Самар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147B2B80" w14:textId="783F6CAC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НЕЧТА</w:t>
            </w:r>
          </w:p>
          <w:p w14:paraId="60BCB92A" w14:textId="54408206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Ангелі</w:t>
            </w:r>
            <w:proofErr w:type="gramStart"/>
            <w:r w:rsidRPr="0053127C">
              <w:rPr>
                <w:color w:val="000000"/>
              </w:rPr>
              <w:t>на</w:t>
            </w:r>
            <w:proofErr w:type="gramEnd"/>
            <w:r w:rsidRPr="0053127C">
              <w:rPr>
                <w:color w:val="000000"/>
              </w:rPr>
              <w:t xml:space="preserve"> Ігорівна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43185DD8" w14:textId="763255E5" w:rsidR="0053127C" w:rsidRPr="0053127C" w:rsidRDefault="0009436F" w:rsidP="0053127C">
            <w:pPr>
              <w:rPr>
                <w:color w:val="000000"/>
              </w:rPr>
            </w:pPr>
            <w:r w:rsidRPr="0053127C">
              <w:rPr>
                <w:color w:val="000000"/>
              </w:rPr>
              <w:t xml:space="preserve">керівниця </w:t>
            </w:r>
            <w:r>
              <w:rPr>
                <w:color w:val="000000"/>
              </w:rPr>
              <w:t xml:space="preserve">гуртка </w:t>
            </w:r>
            <w:r w:rsidRPr="005E75D2">
              <w:rPr>
                <w:color w:val="000000" w:themeColor="text1"/>
                <w:lang w:val="uk-UA"/>
              </w:rPr>
              <w:t>“</w:t>
            </w:r>
            <w:r>
              <w:rPr>
                <w:color w:val="000000"/>
              </w:rPr>
              <w:t>Комп’ютерна грамотність</w:t>
            </w:r>
            <w:r w:rsidRPr="00DB688D">
              <w:rPr>
                <w:bCs/>
                <w:color w:val="000000"/>
                <w:sz w:val="28"/>
                <w:szCs w:val="28"/>
                <w:lang w:val="uk-UA"/>
              </w:rPr>
              <w:t>”</w:t>
            </w:r>
            <w:r w:rsidRPr="0053127C">
              <w:rPr>
                <w:color w:val="000000"/>
              </w:rPr>
              <w:t xml:space="preserve"> Центр</w:t>
            </w:r>
            <w:r>
              <w:rPr>
                <w:color w:val="000000"/>
                <w:lang w:val="uk-UA"/>
              </w:rPr>
              <w:t>у</w:t>
            </w:r>
            <w:r w:rsidRPr="0053127C">
              <w:rPr>
                <w:color w:val="000000"/>
              </w:rPr>
              <w:t xml:space="preserve"> позашкільної роботи</w:t>
            </w:r>
            <w:r>
              <w:rPr>
                <w:color w:val="000000"/>
                <w:lang w:val="uk-UA"/>
              </w:rPr>
              <w:t xml:space="preserve"> міста Самар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4FC4A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ІІІ</w:t>
            </w:r>
          </w:p>
        </w:tc>
      </w:tr>
      <w:tr w:rsidR="0053127C" w:rsidRPr="0053127C" w14:paraId="6A421AA7" w14:textId="77777777" w:rsidTr="0009436F">
        <w:trPr>
          <w:trHeight w:val="528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3F8D303A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14:paraId="364F595C" w14:textId="1DA7AB9D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СМУК</w:t>
            </w:r>
          </w:p>
          <w:p w14:paraId="267FFC8F" w14:textId="409EAA2B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Кирило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14:paraId="1708CB79" w14:textId="553B0C74" w:rsidR="0053127C" w:rsidRPr="0053127C" w:rsidRDefault="0087419F" w:rsidP="0053127C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учень 4 класу </w:t>
            </w:r>
            <w:r w:rsidRPr="0053127C">
              <w:rPr>
                <w:color w:val="000000"/>
              </w:rPr>
              <w:t>Кри</w:t>
            </w:r>
            <w:r>
              <w:rPr>
                <w:color w:val="000000"/>
              </w:rPr>
              <w:t>ворізьк</w:t>
            </w:r>
            <w:r>
              <w:rPr>
                <w:color w:val="000000"/>
                <w:lang w:val="uk-UA"/>
              </w:rPr>
              <w:t>ої</w:t>
            </w:r>
            <w:r>
              <w:rPr>
                <w:color w:val="000000"/>
              </w:rPr>
              <w:t xml:space="preserve"> гімназі</w:t>
            </w:r>
            <w:r>
              <w:rPr>
                <w:color w:val="000000"/>
                <w:lang w:val="uk-UA"/>
              </w:rPr>
              <w:t>ї</w:t>
            </w:r>
            <w:r>
              <w:rPr>
                <w:color w:val="000000"/>
              </w:rPr>
              <w:t xml:space="preserve"> №</w:t>
            </w:r>
            <w:r>
              <w:rPr>
                <w:color w:val="000000"/>
                <w:lang w:val="uk-UA"/>
              </w:rPr>
              <w:t>58</w:t>
            </w:r>
            <w:r w:rsidRPr="0053127C">
              <w:rPr>
                <w:color w:val="000000"/>
              </w:rPr>
              <w:t xml:space="preserve"> Криворізької міської ради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14:paraId="49C906AE" w14:textId="0A796811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ПАНЧЕНКО</w:t>
            </w:r>
          </w:p>
          <w:p w14:paraId="4772AC69" w14:textId="3F44F96E" w:rsidR="0053127C" w:rsidRPr="0053127C" w:rsidRDefault="0053127C" w:rsidP="00A743CF">
            <w:pPr>
              <w:jc w:val="center"/>
              <w:rPr>
                <w:color w:val="000000"/>
              </w:rPr>
            </w:pPr>
            <w:proofErr w:type="gramStart"/>
            <w:r w:rsidRPr="0053127C">
              <w:rPr>
                <w:color w:val="000000"/>
              </w:rPr>
              <w:t>Над</w:t>
            </w:r>
            <w:proofErr w:type="gramEnd"/>
            <w:r w:rsidRPr="0053127C">
              <w:rPr>
                <w:color w:val="000000"/>
              </w:rPr>
              <w:t>ія Олексіївна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14:paraId="154D0E9D" w14:textId="3C494E1D" w:rsidR="0053127C" w:rsidRPr="0009436F" w:rsidRDefault="0053127C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вчитель інформатики</w:t>
            </w:r>
            <w:r w:rsidR="0009436F">
              <w:rPr>
                <w:color w:val="000000"/>
                <w:lang w:val="uk-UA"/>
              </w:rPr>
              <w:t xml:space="preserve"> </w:t>
            </w:r>
            <w:r w:rsidR="0009436F" w:rsidRPr="0053127C">
              <w:rPr>
                <w:color w:val="000000"/>
              </w:rPr>
              <w:t>Кри</w:t>
            </w:r>
            <w:r w:rsidR="0009436F">
              <w:rPr>
                <w:color w:val="000000"/>
              </w:rPr>
              <w:t>ворізьк</w:t>
            </w:r>
            <w:r w:rsidR="0009436F">
              <w:rPr>
                <w:color w:val="000000"/>
                <w:lang w:val="uk-UA"/>
              </w:rPr>
              <w:t>ої</w:t>
            </w:r>
            <w:r w:rsidR="0009436F">
              <w:rPr>
                <w:color w:val="000000"/>
              </w:rPr>
              <w:t xml:space="preserve"> гімназі</w:t>
            </w:r>
            <w:r w:rsidR="0009436F">
              <w:rPr>
                <w:color w:val="000000"/>
                <w:lang w:val="uk-UA"/>
              </w:rPr>
              <w:t>ї</w:t>
            </w:r>
            <w:r w:rsidR="0009436F">
              <w:rPr>
                <w:color w:val="000000"/>
              </w:rPr>
              <w:t xml:space="preserve"> №</w:t>
            </w:r>
            <w:r w:rsidR="0009436F">
              <w:rPr>
                <w:color w:val="000000"/>
                <w:lang w:val="uk-UA"/>
              </w:rPr>
              <w:t>58</w:t>
            </w:r>
            <w:r w:rsidR="0009436F" w:rsidRPr="0053127C">
              <w:rPr>
                <w:color w:val="000000"/>
              </w:rPr>
              <w:t xml:space="preserve"> Криворізької міської ради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6680A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ІІІ</w:t>
            </w:r>
          </w:p>
        </w:tc>
      </w:tr>
      <w:tr w:rsidR="0053127C" w:rsidRPr="0053127C" w14:paraId="689ECB54" w14:textId="77777777" w:rsidTr="0009436F">
        <w:trPr>
          <w:trHeight w:val="72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05055C67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14:paraId="07AD3761" w14:textId="7E316F1D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ТОРОПИНО</w:t>
            </w:r>
          </w:p>
          <w:p w14:paraId="39B685D4" w14:textId="05B9C9A3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Богдан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14:paraId="2A38E883" w14:textId="3C0360EB" w:rsidR="0053127C" w:rsidRPr="0009436F" w:rsidRDefault="0009436F" w:rsidP="0053127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учень 4 класу </w:t>
            </w:r>
            <w:r>
              <w:rPr>
                <w:color w:val="000000"/>
              </w:rPr>
              <w:t>Вільногірськ</w:t>
            </w:r>
            <w:r>
              <w:rPr>
                <w:color w:val="000000"/>
                <w:lang w:val="uk-UA"/>
              </w:rPr>
              <w:t>ого</w:t>
            </w:r>
            <w:r>
              <w:rPr>
                <w:color w:val="000000"/>
              </w:rPr>
              <w:t xml:space="preserve"> ліце</w:t>
            </w:r>
            <w:r>
              <w:rPr>
                <w:color w:val="000000"/>
                <w:lang w:val="uk-UA"/>
              </w:rPr>
              <w:t>ю №</w:t>
            </w:r>
            <w:r w:rsidR="0053127C" w:rsidRPr="0053127C">
              <w:rPr>
                <w:color w:val="000000"/>
              </w:rPr>
              <w:t xml:space="preserve"> 4 </w:t>
            </w:r>
            <w:r>
              <w:rPr>
                <w:color w:val="000000"/>
                <w:lang w:val="uk-UA"/>
              </w:rPr>
              <w:t>Вільногірської міської ради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14:paraId="146D7353" w14:textId="2712F89C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ДЕНИСЕНКО</w:t>
            </w:r>
          </w:p>
          <w:p w14:paraId="643CC2E7" w14:textId="2EF81173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Марина Олександрівна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14:paraId="0A0E058B" w14:textId="7167C932" w:rsidR="0053127C" w:rsidRPr="0053127C" w:rsidRDefault="00173B01" w:rsidP="0053127C">
            <w:pPr>
              <w:rPr>
                <w:color w:val="000000"/>
              </w:rPr>
            </w:pPr>
            <w:r w:rsidRPr="0053127C">
              <w:rPr>
                <w:color w:val="000000"/>
              </w:rPr>
              <w:t xml:space="preserve">вчитель </w:t>
            </w:r>
            <w:r w:rsidR="0053127C" w:rsidRPr="0053127C">
              <w:rPr>
                <w:color w:val="000000"/>
              </w:rPr>
              <w:t>інформатики</w:t>
            </w:r>
            <w:proofErr w:type="gramStart"/>
            <w:r w:rsidR="0053127C" w:rsidRPr="0053127C">
              <w:rPr>
                <w:color w:val="000000"/>
              </w:rPr>
              <w:t xml:space="preserve"> </w:t>
            </w:r>
            <w:r w:rsidR="0009436F">
              <w:rPr>
                <w:color w:val="000000"/>
              </w:rPr>
              <w:t>В</w:t>
            </w:r>
            <w:proofErr w:type="gramEnd"/>
            <w:r w:rsidR="0009436F">
              <w:rPr>
                <w:color w:val="000000"/>
              </w:rPr>
              <w:t>ільногірськ</w:t>
            </w:r>
            <w:r w:rsidR="0009436F">
              <w:rPr>
                <w:color w:val="000000"/>
                <w:lang w:val="uk-UA"/>
              </w:rPr>
              <w:t>ого</w:t>
            </w:r>
            <w:r w:rsidR="0009436F">
              <w:rPr>
                <w:color w:val="000000"/>
              </w:rPr>
              <w:t xml:space="preserve"> ліце</w:t>
            </w:r>
            <w:r w:rsidR="0009436F">
              <w:rPr>
                <w:color w:val="000000"/>
                <w:lang w:val="uk-UA"/>
              </w:rPr>
              <w:t>ю №</w:t>
            </w:r>
            <w:r w:rsidR="0009436F" w:rsidRPr="0053127C">
              <w:rPr>
                <w:color w:val="000000"/>
              </w:rPr>
              <w:t xml:space="preserve"> 4 </w:t>
            </w:r>
            <w:r w:rsidR="0009436F">
              <w:rPr>
                <w:color w:val="000000"/>
                <w:lang w:val="uk-UA"/>
              </w:rPr>
              <w:t>Вільногірської міської ради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74F01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ІІІ</w:t>
            </w:r>
          </w:p>
        </w:tc>
      </w:tr>
      <w:tr w:rsidR="0053127C" w:rsidRPr="0053127C" w14:paraId="3FF96DE9" w14:textId="77777777" w:rsidTr="0009436F">
        <w:trPr>
          <w:trHeight w:val="72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B39EC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6F4E47A2" w14:textId="6674B869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ЧУЛКІНА</w:t>
            </w:r>
          </w:p>
          <w:p w14:paraId="1119D580" w14:textId="185D37D9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Софія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27203CE9" w14:textId="0AB2FDAC" w:rsidR="0053127C" w:rsidRPr="0053127C" w:rsidRDefault="0087419F" w:rsidP="0053127C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учениця 4 класу </w:t>
            </w:r>
            <w:r w:rsidRPr="0053127C">
              <w:rPr>
                <w:color w:val="000000"/>
              </w:rPr>
              <w:t>Кри</w:t>
            </w:r>
            <w:r>
              <w:rPr>
                <w:color w:val="000000"/>
              </w:rPr>
              <w:t>ворізьк</w:t>
            </w:r>
            <w:r>
              <w:rPr>
                <w:color w:val="000000"/>
                <w:lang w:val="uk-UA"/>
              </w:rPr>
              <w:t>ої</w:t>
            </w:r>
            <w:r>
              <w:rPr>
                <w:color w:val="000000"/>
              </w:rPr>
              <w:t xml:space="preserve"> гімназі</w:t>
            </w:r>
            <w:r>
              <w:rPr>
                <w:color w:val="000000"/>
                <w:lang w:val="uk-UA"/>
              </w:rPr>
              <w:t>ї</w:t>
            </w:r>
            <w:r>
              <w:rPr>
                <w:color w:val="000000"/>
              </w:rPr>
              <w:t xml:space="preserve"> №</w:t>
            </w:r>
            <w:r>
              <w:rPr>
                <w:color w:val="000000"/>
                <w:lang w:val="uk-UA"/>
              </w:rPr>
              <w:t>72</w:t>
            </w:r>
            <w:r w:rsidRPr="0053127C">
              <w:rPr>
                <w:color w:val="000000"/>
              </w:rPr>
              <w:t xml:space="preserve"> Криворізької міської ради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554E9D24" w14:textId="098FBA91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СОЛОВЙОВА</w:t>
            </w:r>
          </w:p>
          <w:p w14:paraId="1ACD6CF8" w14:textId="1D04814B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Ольга Сергіївна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55DA3405" w14:textId="4258F551" w:rsidR="0053127C" w:rsidRPr="0053127C" w:rsidRDefault="00173B01" w:rsidP="0053127C">
            <w:pPr>
              <w:rPr>
                <w:color w:val="000000"/>
              </w:rPr>
            </w:pPr>
            <w:r w:rsidRPr="0053127C">
              <w:rPr>
                <w:color w:val="000000"/>
              </w:rPr>
              <w:t xml:space="preserve">вчитель </w:t>
            </w:r>
            <w:r w:rsidR="0053127C" w:rsidRPr="0053127C">
              <w:rPr>
                <w:color w:val="000000"/>
              </w:rPr>
              <w:t xml:space="preserve">інформатики </w:t>
            </w:r>
            <w:r w:rsidR="0009436F" w:rsidRPr="0053127C">
              <w:rPr>
                <w:color w:val="000000"/>
              </w:rPr>
              <w:t>Кри</w:t>
            </w:r>
            <w:r w:rsidR="0009436F">
              <w:rPr>
                <w:color w:val="000000"/>
              </w:rPr>
              <w:t>ворізьк</w:t>
            </w:r>
            <w:r w:rsidR="0009436F">
              <w:rPr>
                <w:color w:val="000000"/>
                <w:lang w:val="uk-UA"/>
              </w:rPr>
              <w:t>ої</w:t>
            </w:r>
            <w:r w:rsidR="0009436F">
              <w:rPr>
                <w:color w:val="000000"/>
              </w:rPr>
              <w:t xml:space="preserve"> гімназі</w:t>
            </w:r>
            <w:r w:rsidR="0009436F">
              <w:rPr>
                <w:color w:val="000000"/>
                <w:lang w:val="uk-UA"/>
              </w:rPr>
              <w:t>ї</w:t>
            </w:r>
            <w:r w:rsidR="0009436F">
              <w:rPr>
                <w:color w:val="000000"/>
              </w:rPr>
              <w:t xml:space="preserve"> №</w:t>
            </w:r>
            <w:r w:rsidR="0009436F">
              <w:rPr>
                <w:color w:val="000000"/>
                <w:lang w:val="uk-UA"/>
              </w:rPr>
              <w:t>72</w:t>
            </w:r>
            <w:r w:rsidR="0009436F" w:rsidRPr="0053127C">
              <w:rPr>
                <w:color w:val="000000"/>
              </w:rPr>
              <w:t xml:space="preserve"> Криворізької міської ради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A7A0F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ІІІ</w:t>
            </w:r>
          </w:p>
        </w:tc>
      </w:tr>
      <w:tr w:rsidR="0053127C" w:rsidRPr="0053127C" w14:paraId="53A674C9" w14:textId="77777777" w:rsidTr="0009436F">
        <w:trPr>
          <w:trHeight w:val="72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A6307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2821338B" w14:textId="1B0C2D3E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ЮРЧЕНКО</w:t>
            </w:r>
          </w:p>
          <w:p w14:paraId="46B5E626" w14:textId="2E9838BE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Полі</w:t>
            </w:r>
            <w:proofErr w:type="gramStart"/>
            <w:r w:rsidRPr="0053127C">
              <w:rPr>
                <w:color w:val="000000"/>
              </w:rPr>
              <w:t>на</w:t>
            </w:r>
            <w:proofErr w:type="gram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4B4B1B24" w14:textId="771F95C7" w:rsidR="0053127C" w:rsidRPr="0053127C" w:rsidRDefault="0087419F" w:rsidP="0053127C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учениця 4 класу </w:t>
            </w:r>
            <w:r w:rsidRPr="0053127C">
              <w:rPr>
                <w:color w:val="000000"/>
              </w:rPr>
              <w:t>Кри</w:t>
            </w:r>
            <w:r>
              <w:rPr>
                <w:color w:val="000000"/>
              </w:rPr>
              <w:t>ворізьк</w:t>
            </w:r>
            <w:r>
              <w:rPr>
                <w:color w:val="000000"/>
                <w:lang w:val="uk-UA"/>
              </w:rPr>
              <w:t>ої</w:t>
            </w:r>
            <w:r>
              <w:rPr>
                <w:color w:val="000000"/>
              </w:rPr>
              <w:t xml:space="preserve"> гімназі</w:t>
            </w:r>
            <w:r>
              <w:rPr>
                <w:color w:val="000000"/>
                <w:lang w:val="uk-UA"/>
              </w:rPr>
              <w:t>ї</w:t>
            </w:r>
            <w:r>
              <w:rPr>
                <w:color w:val="000000"/>
              </w:rPr>
              <w:t xml:space="preserve"> №</w:t>
            </w:r>
            <w:r>
              <w:rPr>
                <w:color w:val="000000"/>
                <w:lang w:val="uk-UA"/>
              </w:rPr>
              <w:t>117</w:t>
            </w:r>
            <w:r w:rsidRPr="0053127C">
              <w:rPr>
                <w:color w:val="000000"/>
              </w:rPr>
              <w:t xml:space="preserve"> Криворізької міської ради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4CE35CD6" w14:textId="7689B00B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ЮРЧЕНКО</w:t>
            </w:r>
          </w:p>
          <w:p w14:paraId="1B5D1E07" w14:textId="496D62D2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Олександра Михайлівна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5E55C63D" w14:textId="7A4FC453" w:rsidR="0053127C" w:rsidRPr="0009436F" w:rsidRDefault="0053127C" w:rsidP="0053127C">
            <w:pPr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вчитель інформатики</w:t>
            </w:r>
            <w:r w:rsidR="0009436F">
              <w:rPr>
                <w:color w:val="000000"/>
                <w:lang w:val="uk-UA"/>
              </w:rPr>
              <w:t xml:space="preserve"> </w:t>
            </w:r>
            <w:r w:rsidR="0009436F" w:rsidRPr="0053127C">
              <w:rPr>
                <w:color w:val="000000"/>
              </w:rPr>
              <w:t>Кри</w:t>
            </w:r>
            <w:r w:rsidR="0009436F">
              <w:rPr>
                <w:color w:val="000000"/>
              </w:rPr>
              <w:t>ворізьк</w:t>
            </w:r>
            <w:r w:rsidR="0009436F">
              <w:rPr>
                <w:color w:val="000000"/>
                <w:lang w:val="uk-UA"/>
              </w:rPr>
              <w:t>ої</w:t>
            </w:r>
            <w:r w:rsidR="0009436F">
              <w:rPr>
                <w:color w:val="000000"/>
              </w:rPr>
              <w:t xml:space="preserve"> гімназі</w:t>
            </w:r>
            <w:r w:rsidR="0009436F">
              <w:rPr>
                <w:color w:val="000000"/>
                <w:lang w:val="uk-UA"/>
              </w:rPr>
              <w:t>ї</w:t>
            </w:r>
            <w:r w:rsidR="0009436F">
              <w:rPr>
                <w:color w:val="000000"/>
              </w:rPr>
              <w:t xml:space="preserve"> №</w:t>
            </w:r>
            <w:r w:rsidR="0009436F">
              <w:rPr>
                <w:color w:val="000000"/>
                <w:lang w:val="uk-UA"/>
              </w:rPr>
              <w:t>117</w:t>
            </w:r>
            <w:r w:rsidR="0009436F" w:rsidRPr="0053127C">
              <w:rPr>
                <w:color w:val="000000"/>
              </w:rPr>
              <w:t xml:space="preserve"> Криворізької міської ради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2E7E1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ІІІ</w:t>
            </w:r>
          </w:p>
        </w:tc>
      </w:tr>
      <w:tr w:rsidR="0053127C" w:rsidRPr="0053127C" w14:paraId="16B1914A" w14:textId="77777777" w:rsidTr="0009436F">
        <w:trPr>
          <w:trHeight w:val="72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B18E3" w14:textId="77777777" w:rsidR="0053127C" w:rsidRPr="0053127C" w:rsidRDefault="0053127C" w:rsidP="0053127C">
            <w:pPr>
              <w:pStyle w:val="aa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02AF11CC" w14:textId="05F3253B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ЯНОВСЬКА</w:t>
            </w:r>
          </w:p>
          <w:p w14:paraId="77569C72" w14:textId="20C58BC5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Мілана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50BCB567" w14:textId="1F192BC3" w:rsidR="0053127C" w:rsidRPr="0053127C" w:rsidRDefault="0009436F" w:rsidP="0053127C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учениця 4 класу </w:t>
            </w:r>
            <w:r>
              <w:rPr>
                <w:color w:val="000000"/>
              </w:rPr>
              <w:t>Вільногірськ</w:t>
            </w:r>
            <w:r>
              <w:rPr>
                <w:color w:val="000000"/>
                <w:lang w:val="uk-UA"/>
              </w:rPr>
              <w:t>ого</w:t>
            </w:r>
            <w:r>
              <w:rPr>
                <w:color w:val="000000"/>
              </w:rPr>
              <w:t xml:space="preserve"> ліце</w:t>
            </w:r>
            <w:r>
              <w:rPr>
                <w:color w:val="000000"/>
                <w:lang w:val="uk-UA"/>
              </w:rPr>
              <w:t>ю №</w:t>
            </w:r>
            <w:r w:rsidRPr="0053127C">
              <w:rPr>
                <w:color w:val="000000"/>
              </w:rPr>
              <w:t xml:space="preserve"> 4 </w:t>
            </w:r>
            <w:r>
              <w:rPr>
                <w:color w:val="000000"/>
                <w:lang w:val="uk-UA"/>
              </w:rPr>
              <w:t>Вільногірської міської ради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0474ED68" w14:textId="25EAAAB5" w:rsidR="00A743CF" w:rsidRDefault="00A743CF" w:rsidP="00A743CF">
            <w:pPr>
              <w:jc w:val="center"/>
              <w:rPr>
                <w:color w:val="000000"/>
                <w:lang w:val="uk-UA"/>
              </w:rPr>
            </w:pPr>
            <w:r w:rsidRPr="0053127C">
              <w:rPr>
                <w:color w:val="000000"/>
              </w:rPr>
              <w:t>ДЕНИСЕНКО</w:t>
            </w:r>
          </w:p>
          <w:p w14:paraId="72881126" w14:textId="485B09D3" w:rsidR="0053127C" w:rsidRPr="0053127C" w:rsidRDefault="0053127C" w:rsidP="00A743CF">
            <w:pPr>
              <w:jc w:val="center"/>
              <w:rPr>
                <w:color w:val="000000"/>
              </w:rPr>
            </w:pPr>
            <w:r w:rsidRPr="0053127C">
              <w:rPr>
                <w:color w:val="000000"/>
              </w:rPr>
              <w:t>Марина Олександрівна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6906CBC0" w14:textId="59CB9033" w:rsidR="0053127C" w:rsidRPr="0053127C" w:rsidRDefault="00173B01" w:rsidP="0053127C">
            <w:pPr>
              <w:rPr>
                <w:color w:val="000000"/>
              </w:rPr>
            </w:pPr>
            <w:r w:rsidRPr="0053127C">
              <w:rPr>
                <w:color w:val="000000"/>
              </w:rPr>
              <w:t>вчитель</w:t>
            </w:r>
            <w:proofErr w:type="gramStart"/>
            <w:r w:rsidRPr="0053127C">
              <w:rPr>
                <w:color w:val="000000"/>
              </w:rPr>
              <w:t xml:space="preserve"> </w:t>
            </w:r>
            <w:r w:rsidR="0009436F">
              <w:rPr>
                <w:color w:val="000000"/>
              </w:rPr>
              <w:t>В</w:t>
            </w:r>
            <w:proofErr w:type="gramEnd"/>
            <w:r w:rsidR="0009436F">
              <w:rPr>
                <w:color w:val="000000"/>
              </w:rPr>
              <w:t>ільногірськ</w:t>
            </w:r>
            <w:r w:rsidR="0009436F">
              <w:rPr>
                <w:color w:val="000000"/>
                <w:lang w:val="uk-UA"/>
              </w:rPr>
              <w:t>ого</w:t>
            </w:r>
            <w:r w:rsidR="0009436F">
              <w:rPr>
                <w:color w:val="000000"/>
              </w:rPr>
              <w:t xml:space="preserve"> ліце</w:t>
            </w:r>
            <w:r w:rsidR="0009436F">
              <w:rPr>
                <w:color w:val="000000"/>
                <w:lang w:val="uk-UA"/>
              </w:rPr>
              <w:t>ю №</w:t>
            </w:r>
            <w:r w:rsidR="0009436F" w:rsidRPr="0053127C">
              <w:rPr>
                <w:color w:val="000000"/>
              </w:rPr>
              <w:t xml:space="preserve"> 4 </w:t>
            </w:r>
            <w:r w:rsidR="0009436F">
              <w:rPr>
                <w:color w:val="000000"/>
                <w:lang w:val="uk-UA"/>
              </w:rPr>
              <w:t>Вільногірської міської ради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362C9" w14:textId="77777777" w:rsidR="0053127C" w:rsidRPr="0053127C" w:rsidRDefault="0053127C" w:rsidP="0053127C">
            <w:pPr>
              <w:jc w:val="center"/>
              <w:rPr>
                <w:b/>
                <w:bCs/>
                <w:color w:val="000000"/>
              </w:rPr>
            </w:pPr>
            <w:r w:rsidRPr="0053127C">
              <w:rPr>
                <w:b/>
                <w:bCs/>
                <w:color w:val="000000"/>
              </w:rPr>
              <w:t>ІІІ</w:t>
            </w:r>
          </w:p>
        </w:tc>
      </w:tr>
    </w:tbl>
    <w:p w14:paraId="32220997" w14:textId="5ED6B295" w:rsidR="00F55E15" w:rsidRPr="00F55E15" w:rsidRDefault="00F55E15">
      <w:pPr>
        <w:rPr>
          <w:sz w:val="28"/>
          <w:szCs w:val="28"/>
          <w:lang w:val="uk-UA"/>
        </w:rPr>
        <w:sectPr w:rsidR="00F55E15" w:rsidRPr="00F55E15" w:rsidSect="0009436F">
          <w:pgSz w:w="16838" w:h="11906" w:orient="landscape" w:code="9"/>
          <w:pgMar w:top="426" w:right="284" w:bottom="993" w:left="1134" w:header="1134" w:footer="0" w:gutter="0"/>
          <w:pgNumType w:start="1"/>
          <w:cols w:space="708"/>
          <w:docGrid w:linePitch="360"/>
        </w:sectPr>
      </w:pPr>
    </w:p>
    <w:tbl>
      <w:tblPr>
        <w:tblW w:w="5677" w:type="dxa"/>
        <w:tblInd w:w="5495" w:type="dxa"/>
        <w:tblLook w:val="04A0" w:firstRow="1" w:lastRow="0" w:firstColumn="1" w:lastColumn="0" w:noHBand="0" w:noVBand="1"/>
      </w:tblPr>
      <w:tblGrid>
        <w:gridCol w:w="306"/>
        <w:gridCol w:w="4939"/>
        <w:gridCol w:w="432"/>
      </w:tblGrid>
      <w:tr w:rsidR="00F55E15" w:rsidRPr="005E75D2" w14:paraId="44638876" w14:textId="77777777" w:rsidTr="00FC4683">
        <w:trPr>
          <w:gridBefore w:val="1"/>
          <w:gridAfter w:val="1"/>
          <w:wBefore w:w="306" w:type="dxa"/>
          <w:wAfter w:w="432" w:type="dxa"/>
        </w:trPr>
        <w:tc>
          <w:tcPr>
            <w:tcW w:w="4939" w:type="dxa"/>
          </w:tcPr>
          <w:p w14:paraId="4F6DDA7B" w14:textId="0EF65072" w:rsidR="00F55E15" w:rsidRPr="005E75D2" w:rsidRDefault="00FC4683" w:rsidP="00FC4683">
            <w:pPr>
              <w:ind w:left="-131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</w:t>
            </w:r>
            <w:r w:rsidR="00F55E15">
              <w:rPr>
                <w:lang w:val="uk-UA"/>
              </w:rPr>
              <w:t>Додаток 2</w:t>
            </w:r>
          </w:p>
        </w:tc>
      </w:tr>
      <w:tr w:rsidR="00F55E15" w:rsidRPr="005E75D2" w14:paraId="0DBB95EF" w14:textId="77777777" w:rsidTr="00F55E15">
        <w:trPr>
          <w:trHeight w:val="1721"/>
        </w:trPr>
        <w:tc>
          <w:tcPr>
            <w:tcW w:w="5677" w:type="dxa"/>
            <w:gridSpan w:val="3"/>
          </w:tcPr>
          <w:p w14:paraId="3976E04C" w14:textId="77777777" w:rsidR="00F55E15" w:rsidRPr="005E75D2" w:rsidRDefault="00F55E15" w:rsidP="0053127C">
            <w:pPr>
              <w:ind w:left="175" w:right="-1"/>
              <w:rPr>
                <w:lang w:val="uk-UA"/>
              </w:rPr>
            </w:pPr>
            <w:r w:rsidRPr="005E75D2">
              <w:rPr>
                <w:lang w:val="uk-UA"/>
              </w:rPr>
              <w:t xml:space="preserve">до наказу комунального закладу позашкільної освіти </w:t>
            </w:r>
            <w:r w:rsidRPr="005E75D2">
              <w:rPr>
                <w:color w:val="000000" w:themeColor="text1"/>
                <w:lang w:val="uk-UA"/>
              </w:rPr>
              <w:t>“Дніпропетровський обласний центр науково-технічної творчості та інформаційних технологій учнівської молоді</w:t>
            </w:r>
            <w:r w:rsidRPr="005E75D2">
              <w:rPr>
                <w:lang w:val="uk-UA"/>
              </w:rPr>
              <w:t>”</w:t>
            </w:r>
            <w:r w:rsidRPr="005E75D2">
              <w:rPr>
                <w:color w:val="000000" w:themeColor="text1"/>
                <w:lang w:val="uk-UA"/>
              </w:rPr>
              <w:t xml:space="preserve"> Дніпропетровської обласної ради</w:t>
            </w:r>
            <w:r w:rsidRPr="005E75D2">
              <w:rPr>
                <w:lang w:val="uk-UA"/>
              </w:rPr>
              <w:t xml:space="preserve">” </w:t>
            </w:r>
          </w:p>
          <w:p w14:paraId="20879DC0" w14:textId="4D05D10B" w:rsidR="00F55E15" w:rsidRPr="005E75D2" w:rsidRDefault="00F55E15" w:rsidP="0053127C">
            <w:pPr>
              <w:ind w:left="175" w:right="-1"/>
              <w:rPr>
                <w:lang w:val="uk-UA"/>
              </w:rPr>
            </w:pPr>
            <w:r w:rsidRPr="005E75D2">
              <w:rPr>
                <w:lang w:val="uk-UA"/>
              </w:rPr>
              <w:t>від</w:t>
            </w:r>
            <w:r w:rsidRPr="005E75D2">
              <w:rPr>
                <w:u w:val="single"/>
                <w:lang w:val="uk-UA"/>
              </w:rPr>
              <w:t xml:space="preserve">  </w:t>
            </w:r>
            <w:r w:rsidR="007E69D5">
              <w:rPr>
                <w:u w:val="single"/>
                <w:lang w:val="uk-UA"/>
              </w:rPr>
              <w:t>10.02</w:t>
            </w:r>
            <w:r w:rsidRPr="00CB4379">
              <w:rPr>
                <w:u w:val="single"/>
                <w:lang w:val="uk-UA"/>
              </w:rPr>
              <w:t>.202</w:t>
            </w:r>
            <w:r>
              <w:rPr>
                <w:u w:val="single"/>
                <w:lang w:val="uk-UA"/>
              </w:rPr>
              <w:t>5</w:t>
            </w:r>
            <w:r w:rsidRPr="00CB4379">
              <w:rPr>
                <w:lang w:val="uk-UA"/>
              </w:rPr>
              <w:t xml:space="preserve"> № </w:t>
            </w:r>
            <w:r>
              <w:rPr>
                <w:u w:val="single"/>
                <w:lang w:val="uk-UA"/>
              </w:rPr>
              <w:t>   </w:t>
            </w:r>
            <w:r w:rsidR="007E69D5">
              <w:rPr>
                <w:u w:val="single"/>
                <w:lang w:val="uk-UA"/>
              </w:rPr>
              <w:t>  22</w:t>
            </w:r>
            <w:r w:rsidRPr="00CB4379">
              <w:rPr>
                <w:u w:val="single"/>
                <w:lang w:val="uk-UA"/>
              </w:rPr>
              <w:t>      </w:t>
            </w:r>
          </w:p>
        </w:tc>
      </w:tr>
    </w:tbl>
    <w:p w14:paraId="2F135318" w14:textId="086F5524" w:rsidR="00F55E15" w:rsidRPr="00F55E15" w:rsidRDefault="00F55E15">
      <w:pPr>
        <w:rPr>
          <w:sz w:val="28"/>
          <w:szCs w:val="28"/>
          <w:lang w:val="uk-UA"/>
        </w:rPr>
      </w:pPr>
    </w:p>
    <w:p w14:paraId="19CFC136" w14:textId="77777777" w:rsidR="008942EB" w:rsidRDefault="008942EB" w:rsidP="008942EB">
      <w:pPr>
        <w:spacing w:line="216" w:lineRule="auto"/>
        <w:ind w:firstLine="567"/>
        <w:jc w:val="both"/>
        <w:rPr>
          <w:sz w:val="28"/>
          <w:szCs w:val="28"/>
          <w:lang w:val="uk-UA"/>
        </w:rPr>
      </w:pPr>
    </w:p>
    <w:p w14:paraId="7EC30E4A" w14:textId="77777777" w:rsidR="00F55E15" w:rsidRPr="007F7140" w:rsidRDefault="00F55E15" w:rsidP="00F55E15">
      <w:pPr>
        <w:jc w:val="center"/>
        <w:rPr>
          <w:sz w:val="28"/>
          <w:szCs w:val="28"/>
          <w:lang w:val="uk-UA" w:eastAsia="en-US"/>
        </w:rPr>
      </w:pPr>
      <w:r w:rsidRPr="007F7140">
        <w:rPr>
          <w:sz w:val="28"/>
          <w:szCs w:val="28"/>
          <w:lang w:val="uk-UA" w:eastAsia="en-US"/>
        </w:rPr>
        <w:t>ІНФОРМАЦІЙНА ДОВІДКА</w:t>
      </w:r>
    </w:p>
    <w:p w14:paraId="7348B75F" w14:textId="053AEAEB" w:rsidR="00F55E15" w:rsidRPr="0015300D" w:rsidRDefault="00F55E15" w:rsidP="00F55E15">
      <w:pPr>
        <w:jc w:val="center"/>
        <w:rPr>
          <w:lang w:val="uk-UA"/>
        </w:rPr>
      </w:pPr>
      <w:r w:rsidRPr="0015300D">
        <w:rPr>
          <w:lang w:val="uk-UA" w:eastAsia="en-US"/>
        </w:rPr>
        <w:t xml:space="preserve">про підсумки проведення </w:t>
      </w:r>
      <w:r w:rsidRPr="0015300D">
        <w:rPr>
          <w:lang w:val="uk-UA"/>
        </w:rPr>
        <w:t xml:space="preserve">обласного конкурсу </w:t>
      </w:r>
      <w:r w:rsidRPr="0015300D">
        <w:rPr>
          <w:lang w:val="uk-UA"/>
        </w:rPr>
        <w:br/>
        <w:t xml:space="preserve">обласного конкурсу з </w:t>
      </w:r>
      <w:r w:rsidR="005A0856">
        <w:rPr>
          <w:lang w:val="uk-UA"/>
        </w:rPr>
        <w:t xml:space="preserve">інформаційних технологій </w:t>
      </w:r>
      <w:r w:rsidR="005A0856" w:rsidRPr="0015300D">
        <w:rPr>
          <w:color w:val="000000"/>
          <w:lang w:val="uk-UA" w:eastAsia="uk-UA"/>
        </w:rPr>
        <w:t>“Капітошка”</w:t>
      </w:r>
      <w:bookmarkStart w:id="11" w:name="_GoBack"/>
      <w:bookmarkEnd w:id="11"/>
    </w:p>
    <w:p w14:paraId="44C280F8" w14:textId="77777777" w:rsidR="0015300D" w:rsidRPr="00132309" w:rsidRDefault="0015300D" w:rsidP="00F55E15">
      <w:pPr>
        <w:jc w:val="center"/>
        <w:rPr>
          <w:sz w:val="28"/>
          <w:szCs w:val="28"/>
          <w:lang w:val="uk-UA"/>
        </w:rPr>
      </w:pPr>
    </w:p>
    <w:p w14:paraId="33CA141E" w14:textId="45F7F430" w:rsidR="0015300D" w:rsidRPr="0015300D" w:rsidRDefault="0015300D" w:rsidP="0015300D">
      <w:pPr>
        <w:ind w:left="709" w:firstLine="709"/>
        <w:jc w:val="both"/>
        <w:rPr>
          <w:lang w:val="uk-UA"/>
        </w:rPr>
      </w:pPr>
      <w:r w:rsidRPr="0015300D">
        <w:rPr>
          <w:color w:val="000000"/>
          <w:lang w:val="uk-UA" w:eastAsia="uk-UA"/>
        </w:rPr>
        <w:t xml:space="preserve">З метою популяризації </w:t>
      </w:r>
      <w:r w:rsidRPr="0015300D">
        <w:rPr>
          <w:color w:val="000000"/>
          <w:lang w:val="en-US"/>
        </w:rPr>
        <w:t>STEM</w:t>
      </w:r>
      <w:r w:rsidRPr="0015300D">
        <w:rPr>
          <w:color w:val="000000"/>
          <w:lang w:val="uk-UA" w:eastAsia="uk-UA"/>
        </w:rPr>
        <w:t xml:space="preserve">-освіти, розвитку креативного напрямку та науково-технічної творчості учасників освітнього процесу, підтримки інтелектуально обдарованих здобувачів освіти </w:t>
      </w:r>
      <w:r>
        <w:rPr>
          <w:color w:val="000000"/>
          <w:lang w:val="uk-UA" w:eastAsia="uk-UA"/>
        </w:rPr>
        <w:t xml:space="preserve">4 </w:t>
      </w:r>
      <w:r w:rsidRPr="0015300D">
        <w:rPr>
          <w:color w:val="000000"/>
          <w:lang w:val="uk-UA" w:eastAsia="uk-UA"/>
        </w:rPr>
        <w:t>березня</w:t>
      </w:r>
      <w:r>
        <w:rPr>
          <w:color w:val="000000"/>
          <w:lang w:val="uk-UA" w:eastAsia="uk-UA"/>
        </w:rPr>
        <w:t xml:space="preserve"> 2025 року було проведено обласний конкурс</w:t>
      </w:r>
      <w:r w:rsidRPr="0015300D">
        <w:rPr>
          <w:color w:val="000000"/>
          <w:lang w:val="uk-UA" w:eastAsia="uk-UA"/>
        </w:rPr>
        <w:t xml:space="preserve"> з інформаційних технологій “Капітошка”</w:t>
      </w:r>
      <w:r>
        <w:rPr>
          <w:color w:val="000000"/>
          <w:lang w:val="uk-UA" w:eastAsia="uk-UA"/>
        </w:rPr>
        <w:t>.</w:t>
      </w:r>
      <w:r w:rsidRPr="0015300D">
        <w:rPr>
          <w:color w:val="000000"/>
          <w:lang w:val="uk-UA" w:eastAsia="uk-UA"/>
        </w:rPr>
        <w:t xml:space="preserve"> </w:t>
      </w:r>
    </w:p>
    <w:p w14:paraId="6A728ECC" w14:textId="257CEEE9" w:rsidR="0015300D" w:rsidRPr="0015300D" w:rsidRDefault="0015300D" w:rsidP="0015300D">
      <w:pPr>
        <w:ind w:left="709" w:firstLine="567"/>
        <w:jc w:val="both"/>
        <w:rPr>
          <w:lang w:val="uk-UA"/>
        </w:rPr>
      </w:pPr>
      <w:r w:rsidRPr="0015300D">
        <w:rPr>
          <w:color w:val="000000"/>
          <w:lang w:val="uk-UA" w:eastAsia="uk-UA"/>
        </w:rPr>
        <w:t>Враховуючи рекомендації щодо діяльності закладів освіти в умовах правового режиму воєнного стану в Україні, для забезпечення безпеки учасників освітнього процесу,</w:t>
      </w:r>
      <w:r w:rsidRPr="0015300D">
        <w:rPr>
          <w:color w:val="000000"/>
          <w:lang w:val="uk-UA"/>
        </w:rPr>
        <w:t xml:space="preserve"> </w:t>
      </w:r>
      <w:r>
        <w:rPr>
          <w:color w:val="000000"/>
          <w:lang w:val="uk-UA" w:eastAsia="uk-UA"/>
        </w:rPr>
        <w:t xml:space="preserve"> конкурс проходв</w:t>
      </w:r>
      <w:r w:rsidRPr="0015300D">
        <w:rPr>
          <w:color w:val="000000"/>
          <w:lang w:val="uk-UA" w:eastAsia="uk-UA"/>
        </w:rPr>
        <w:t xml:space="preserve"> дистанційно.</w:t>
      </w:r>
    </w:p>
    <w:p w14:paraId="2666D448" w14:textId="44E63923" w:rsidR="0015300D" w:rsidRPr="0015300D" w:rsidRDefault="0015300D" w:rsidP="0015300D">
      <w:pPr>
        <w:ind w:left="709" w:firstLine="567"/>
        <w:jc w:val="both"/>
        <w:rPr>
          <w:color w:val="080809"/>
          <w:shd w:val="clear" w:color="auto" w:fill="FFFFFF"/>
          <w:lang w:val="uk-UA"/>
        </w:rPr>
      </w:pPr>
      <w:r w:rsidRPr="0015300D">
        <w:rPr>
          <w:color w:val="080809"/>
          <w:shd w:val="clear" w:color="auto" w:fill="FFFFFF"/>
        </w:rPr>
        <w:t>Цього року конкурс зі</w:t>
      </w:r>
      <w:proofErr w:type="gramStart"/>
      <w:r w:rsidRPr="0015300D">
        <w:rPr>
          <w:color w:val="080809"/>
          <w:shd w:val="clear" w:color="auto" w:fill="FFFFFF"/>
        </w:rPr>
        <w:t>брав</w:t>
      </w:r>
      <w:proofErr w:type="gramEnd"/>
      <w:r w:rsidRPr="0015300D">
        <w:rPr>
          <w:color w:val="080809"/>
          <w:shd w:val="clear" w:color="auto" w:fill="FFFFFF"/>
        </w:rPr>
        <w:t xml:space="preserve"> 306 юних айтішників із 22 громад Дніпропетровщини та інших областей України.</w:t>
      </w:r>
    </w:p>
    <w:p w14:paraId="584EDCDD" w14:textId="3802CD4B" w:rsidR="0015300D" w:rsidRPr="0015300D" w:rsidRDefault="0015300D" w:rsidP="0015300D">
      <w:pPr>
        <w:shd w:val="clear" w:color="auto" w:fill="FFFFFF"/>
        <w:ind w:left="709"/>
        <w:jc w:val="both"/>
        <w:rPr>
          <w:color w:val="080809"/>
        </w:rPr>
      </w:pPr>
      <w:r w:rsidRPr="0015300D">
        <w:rPr>
          <w:color w:val="080809"/>
        </w:rPr>
        <w:t xml:space="preserve">Тема завдання в </w:t>
      </w:r>
      <w:r w:rsidRPr="0015300D">
        <w:rPr>
          <w:b/>
          <w:color w:val="080809"/>
        </w:rPr>
        <w:t>номінації Paint</w:t>
      </w:r>
      <w:r w:rsidRPr="0015300D">
        <w:rPr>
          <w:color w:val="080809"/>
        </w:rPr>
        <w:t xml:space="preserve"> була "Капітошка в мі</w:t>
      </w:r>
      <w:proofErr w:type="gramStart"/>
      <w:r w:rsidRPr="0015300D">
        <w:rPr>
          <w:color w:val="080809"/>
        </w:rPr>
        <w:t>ст</w:t>
      </w:r>
      <w:proofErr w:type="gramEnd"/>
      <w:r w:rsidRPr="0015300D">
        <w:rPr>
          <w:color w:val="080809"/>
        </w:rPr>
        <w:t>і веселощів"</w:t>
      </w:r>
      <w:r>
        <w:rPr>
          <w:color w:val="080809"/>
          <w:lang w:val="uk-UA"/>
        </w:rPr>
        <w:t xml:space="preserve">. </w:t>
      </w:r>
      <w:r w:rsidRPr="0015300D">
        <w:rPr>
          <w:color w:val="080809"/>
        </w:rPr>
        <w:t xml:space="preserve">Це завдання передбачало не лише відтворення відомого персонажа, а й творчий </w:t>
      </w:r>
      <w:proofErr w:type="gramStart"/>
      <w:r w:rsidRPr="0015300D">
        <w:rPr>
          <w:color w:val="080809"/>
        </w:rPr>
        <w:t>п</w:t>
      </w:r>
      <w:proofErr w:type="gramEnd"/>
      <w:r w:rsidRPr="0015300D">
        <w:rPr>
          <w:color w:val="080809"/>
        </w:rPr>
        <w:t>ідхід до створення власного образу Капітошки та зображення атмосфери міста радості та веселощів.</w:t>
      </w:r>
      <w:r>
        <w:rPr>
          <w:color w:val="080809"/>
          <w:lang w:val="uk-UA"/>
        </w:rPr>
        <w:t xml:space="preserve"> </w:t>
      </w:r>
      <w:r w:rsidRPr="0015300D">
        <w:rPr>
          <w:color w:val="080809"/>
        </w:rPr>
        <w:t xml:space="preserve">Проте, не всі учасники повною мірою розкрили задану тему. Деякі роботи обмежувалися лише зображенням Капітошки з мультфільму, без додавання нових елементів чи власного бачення персонажа. </w:t>
      </w:r>
      <w:proofErr w:type="gramStart"/>
      <w:r w:rsidRPr="0015300D">
        <w:rPr>
          <w:color w:val="080809"/>
        </w:rPr>
        <w:t>Б</w:t>
      </w:r>
      <w:proofErr w:type="gramEnd"/>
      <w:r w:rsidRPr="0015300D">
        <w:rPr>
          <w:color w:val="080809"/>
        </w:rPr>
        <w:t>ільш відповідали критеріям конкурсу ті роботи, де учасники не просто перемальовували відомий образ, а створювали унікального Капітошку, розміщуючи його у яскравому та радісному місті.</w:t>
      </w:r>
    </w:p>
    <w:p w14:paraId="647BF548" w14:textId="7C222E20" w:rsidR="0015300D" w:rsidRPr="0015300D" w:rsidRDefault="0015300D" w:rsidP="0015300D">
      <w:pPr>
        <w:shd w:val="clear" w:color="auto" w:fill="FFFFFF"/>
        <w:ind w:left="709"/>
        <w:jc w:val="both"/>
        <w:rPr>
          <w:color w:val="080809"/>
        </w:rPr>
      </w:pPr>
      <w:r>
        <w:rPr>
          <w:color w:val="080809"/>
        </w:rPr>
        <w:t xml:space="preserve">При оцінюванні </w:t>
      </w:r>
      <w:r>
        <w:rPr>
          <w:color w:val="080809"/>
          <w:lang w:val="uk-UA"/>
        </w:rPr>
        <w:t>члени журі</w:t>
      </w:r>
      <w:r w:rsidRPr="0015300D">
        <w:rPr>
          <w:color w:val="080809"/>
        </w:rPr>
        <w:t xml:space="preserve"> звертали увагу на креативність, відповідність темі та художнє виконання. Важливою була також оригінальність ідеї та </w:t>
      </w:r>
      <w:proofErr w:type="gramStart"/>
      <w:r w:rsidRPr="0015300D">
        <w:rPr>
          <w:color w:val="080809"/>
        </w:rPr>
        <w:t>р</w:t>
      </w:r>
      <w:proofErr w:type="gramEnd"/>
      <w:r w:rsidRPr="0015300D">
        <w:rPr>
          <w:color w:val="080809"/>
        </w:rPr>
        <w:t xml:space="preserve">івень деталізації роботи. </w:t>
      </w:r>
    </w:p>
    <w:p w14:paraId="2FAD8D4E" w14:textId="465085CC" w:rsidR="0015300D" w:rsidRPr="0015300D" w:rsidRDefault="0015300D" w:rsidP="0015300D">
      <w:pPr>
        <w:shd w:val="clear" w:color="auto" w:fill="FFFFFF"/>
        <w:ind w:left="709" w:firstLine="992"/>
        <w:jc w:val="both"/>
        <w:rPr>
          <w:color w:val="080809"/>
        </w:rPr>
      </w:pPr>
      <w:r w:rsidRPr="0015300D">
        <w:rPr>
          <w:rStyle w:val="af3"/>
          <w:color w:val="080809"/>
        </w:rPr>
        <w:t>Номінація Word</w:t>
      </w:r>
      <w:r w:rsidRPr="0015300D">
        <w:rPr>
          <w:rStyle w:val="x193iq5w"/>
          <w:color w:val="080809"/>
        </w:rPr>
        <w:t> </w:t>
      </w:r>
      <w:proofErr w:type="gramStart"/>
      <w:r w:rsidRPr="0015300D">
        <w:rPr>
          <w:rStyle w:val="x193iq5w"/>
          <w:color w:val="080809"/>
        </w:rPr>
        <w:t>у</w:t>
      </w:r>
      <w:proofErr w:type="gramEnd"/>
      <w:r w:rsidRPr="0015300D">
        <w:rPr>
          <w:rStyle w:val="x193iq5w"/>
          <w:color w:val="080809"/>
        </w:rPr>
        <w:t xml:space="preserve"> рамках конкурсу передбачала створення запрошення на свято, яке проводить Капітошка. Тема завдання – "Запрошення на свято з Капітошкою" – </w:t>
      </w:r>
      <w:proofErr w:type="gramStart"/>
      <w:r w:rsidRPr="0015300D">
        <w:rPr>
          <w:rStyle w:val="x193iq5w"/>
          <w:color w:val="080809"/>
        </w:rPr>
        <w:t>давала можливість учасникам вигадати власну назву свята</w:t>
      </w:r>
      <w:proofErr w:type="gramEnd"/>
      <w:r w:rsidRPr="0015300D">
        <w:rPr>
          <w:rStyle w:val="x193iq5w"/>
          <w:color w:val="080809"/>
        </w:rPr>
        <w:t>. Проте багато учасників, замість того щоб придумати унікальну назву, просто використали приклад з завд</w:t>
      </w:r>
      <w:r>
        <w:rPr>
          <w:rStyle w:val="x193iq5w"/>
          <w:color w:val="080809"/>
          <w:lang w:val="uk-UA"/>
        </w:rPr>
        <w:t>а</w:t>
      </w:r>
      <w:r w:rsidRPr="0015300D">
        <w:rPr>
          <w:rStyle w:val="x193iq5w"/>
          <w:color w:val="080809"/>
        </w:rPr>
        <w:t xml:space="preserve">ння, що не відповідало творчому </w:t>
      </w:r>
      <w:proofErr w:type="gramStart"/>
      <w:r w:rsidRPr="0015300D">
        <w:rPr>
          <w:rStyle w:val="x193iq5w"/>
          <w:color w:val="080809"/>
        </w:rPr>
        <w:t>п</w:t>
      </w:r>
      <w:proofErr w:type="gramEnd"/>
      <w:r w:rsidRPr="0015300D">
        <w:rPr>
          <w:rStyle w:val="x193iq5w"/>
          <w:color w:val="080809"/>
        </w:rPr>
        <w:t>ідходу.</w:t>
      </w:r>
    </w:p>
    <w:p w14:paraId="3012C56D" w14:textId="77777777" w:rsidR="0015300D" w:rsidRPr="0015300D" w:rsidRDefault="0015300D" w:rsidP="0015300D">
      <w:pPr>
        <w:shd w:val="clear" w:color="auto" w:fill="FFFFFF"/>
        <w:ind w:left="709" w:firstLine="567"/>
        <w:jc w:val="both"/>
        <w:rPr>
          <w:color w:val="080809"/>
        </w:rPr>
      </w:pPr>
      <w:r w:rsidRPr="0015300D">
        <w:rPr>
          <w:rStyle w:val="x193iq5w"/>
          <w:color w:val="080809"/>
        </w:rPr>
        <w:t xml:space="preserve">Ще однією особливістю цього конкурсу стало використання </w:t>
      </w:r>
      <w:proofErr w:type="gramStart"/>
      <w:r w:rsidRPr="0015300D">
        <w:rPr>
          <w:rStyle w:val="x193iq5w"/>
          <w:color w:val="080809"/>
        </w:rPr>
        <w:t>штучного</w:t>
      </w:r>
      <w:proofErr w:type="gramEnd"/>
      <w:r w:rsidRPr="0015300D">
        <w:rPr>
          <w:rStyle w:val="x193iq5w"/>
          <w:color w:val="080809"/>
        </w:rPr>
        <w:t xml:space="preserve"> інтелекту для створення тексту запрошення. Це </w:t>
      </w:r>
      <w:proofErr w:type="gramStart"/>
      <w:r w:rsidRPr="0015300D">
        <w:rPr>
          <w:rStyle w:val="x193iq5w"/>
          <w:color w:val="080809"/>
        </w:rPr>
        <w:t>добре</w:t>
      </w:r>
      <w:proofErr w:type="gramEnd"/>
      <w:r w:rsidRPr="0015300D">
        <w:rPr>
          <w:rStyle w:val="x193iq5w"/>
          <w:color w:val="080809"/>
        </w:rPr>
        <w:t xml:space="preserve">, що учасники знайомі з сучасними технологіями, але, здається, деякі просто дали штучному інтелекту виконати роботу за них. Можливо, наступного разу Капітошка попросить не лише створити текст, </w:t>
      </w:r>
      <w:proofErr w:type="gramStart"/>
      <w:r w:rsidRPr="0015300D">
        <w:rPr>
          <w:rStyle w:val="x193iq5w"/>
          <w:color w:val="080809"/>
        </w:rPr>
        <w:t>а й</w:t>
      </w:r>
      <w:proofErr w:type="gramEnd"/>
      <w:r w:rsidRPr="0015300D">
        <w:rPr>
          <w:rStyle w:val="x193iq5w"/>
          <w:color w:val="080809"/>
        </w:rPr>
        <w:t xml:space="preserve"> додати трохи власної фантазії.</w:t>
      </w:r>
    </w:p>
    <w:p w14:paraId="5B2CA323" w14:textId="77777777" w:rsidR="0015300D" w:rsidRPr="0015300D" w:rsidRDefault="0015300D" w:rsidP="0015300D">
      <w:pPr>
        <w:shd w:val="clear" w:color="auto" w:fill="FFFFFF"/>
        <w:ind w:left="709" w:firstLine="425"/>
        <w:jc w:val="both"/>
        <w:rPr>
          <w:color w:val="080809"/>
        </w:rPr>
      </w:pPr>
      <w:r w:rsidRPr="0015300D">
        <w:rPr>
          <w:rStyle w:val="x193iq5w"/>
          <w:color w:val="080809"/>
        </w:rPr>
        <w:t xml:space="preserve">Також у завданні було зазначено створення маркованих списків, розфарбування тексту та інші необхідні дії. </w:t>
      </w:r>
      <w:proofErr w:type="gramStart"/>
      <w:r w:rsidRPr="0015300D">
        <w:rPr>
          <w:rStyle w:val="x193iq5w"/>
          <w:color w:val="080809"/>
        </w:rPr>
        <w:t>На</w:t>
      </w:r>
      <w:proofErr w:type="gramEnd"/>
      <w:r w:rsidRPr="0015300D">
        <w:rPr>
          <w:rStyle w:val="x193iq5w"/>
          <w:color w:val="080809"/>
        </w:rPr>
        <w:t xml:space="preserve"> жаль, багато учасників проігнорували ці вимоги, що вплинуло на загальну оцінку їхніх робіт.</w:t>
      </w:r>
    </w:p>
    <w:p w14:paraId="4C0E9990" w14:textId="50A3EC88" w:rsidR="0015300D" w:rsidRPr="0015300D" w:rsidRDefault="0015300D" w:rsidP="0015300D">
      <w:pPr>
        <w:shd w:val="clear" w:color="auto" w:fill="FFFFFF"/>
        <w:ind w:left="709" w:firstLine="851"/>
        <w:jc w:val="both"/>
        <w:rPr>
          <w:color w:val="080809"/>
        </w:rPr>
      </w:pPr>
      <w:r w:rsidRPr="0015300D">
        <w:rPr>
          <w:rStyle w:val="x193iq5w"/>
          <w:b/>
          <w:color w:val="080809"/>
        </w:rPr>
        <w:t>Номінація PowerPoint</w:t>
      </w:r>
      <w:r w:rsidRPr="0015300D">
        <w:rPr>
          <w:rStyle w:val="x193iq5w"/>
          <w:color w:val="080809"/>
        </w:rPr>
        <w:t xml:space="preserve"> мала завдання "Мін</w:t>
      </w:r>
      <w:proofErr w:type="gramStart"/>
      <w:r w:rsidRPr="0015300D">
        <w:rPr>
          <w:rStyle w:val="x193iq5w"/>
          <w:color w:val="080809"/>
        </w:rPr>
        <w:t>і-</w:t>
      </w:r>
      <w:proofErr w:type="gramEnd"/>
      <w:r w:rsidRPr="0015300D">
        <w:rPr>
          <w:rStyle w:val="x193iq5w"/>
          <w:color w:val="080809"/>
        </w:rPr>
        <w:t xml:space="preserve">комікс про Капітошку". Тут учасники повинні були створити власний комікс, використовуючи сюжетні елементи, діалогові хмаринки та </w:t>
      </w:r>
      <w:proofErr w:type="gramStart"/>
      <w:r w:rsidRPr="0015300D">
        <w:rPr>
          <w:rStyle w:val="x193iq5w"/>
          <w:color w:val="080809"/>
        </w:rPr>
        <w:t>посл</w:t>
      </w:r>
      <w:proofErr w:type="gramEnd"/>
      <w:r w:rsidRPr="0015300D">
        <w:rPr>
          <w:rStyle w:val="x193iq5w"/>
          <w:color w:val="080809"/>
        </w:rPr>
        <w:t xml:space="preserve">ідовність кадрів. Дехто відтворював частину мультфільму про Капітошку, а хтось просто повторив наведений нами приклад. Це </w:t>
      </w:r>
      <w:proofErr w:type="gramStart"/>
      <w:r w:rsidRPr="0015300D">
        <w:rPr>
          <w:rStyle w:val="x193iq5w"/>
          <w:color w:val="080809"/>
        </w:rPr>
        <w:t>св</w:t>
      </w:r>
      <w:proofErr w:type="gramEnd"/>
      <w:r w:rsidRPr="0015300D">
        <w:rPr>
          <w:rStyle w:val="x193iq5w"/>
          <w:color w:val="080809"/>
        </w:rPr>
        <w:t>ідчить про те, що, мабуть, не всі учасники розуміють, що таке комікс.</w:t>
      </w:r>
      <w:r>
        <w:rPr>
          <w:rStyle w:val="x193iq5w"/>
          <w:color w:val="080809"/>
          <w:lang w:val="uk-UA"/>
        </w:rPr>
        <w:t xml:space="preserve"> </w:t>
      </w:r>
      <w:r w:rsidRPr="0015300D">
        <w:rPr>
          <w:rStyle w:val="x193iq5w"/>
          <w:color w:val="080809"/>
        </w:rPr>
        <w:t>Комікс – це не просто набі</w:t>
      </w:r>
      <w:proofErr w:type="gramStart"/>
      <w:r w:rsidRPr="0015300D">
        <w:rPr>
          <w:rStyle w:val="x193iq5w"/>
          <w:color w:val="080809"/>
        </w:rPr>
        <w:t>р</w:t>
      </w:r>
      <w:proofErr w:type="gramEnd"/>
      <w:r w:rsidRPr="0015300D">
        <w:rPr>
          <w:rStyle w:val="x193iq5w"/>
          <w:color w:val="080809"/>
        </w:rPr>
        <w:t xml:space="preserve"> картинок, а послідовність зображень, що розповідає історію. У ньому важливо використовувати кадри, діалоги, динаміку та власний авторський </w:t>
      </w:r>
      <w:proofErr w:type="gramStart"/>
      <w:r w:rsidRPr="0015300D">
        <w:rPr>
          <w:rStyle w:val="x193iq5w"/>
          <w:color w:val="080809"/>
        </w:rPr>
        <w:t>п</w:t>
      </w:r>
      <w:proofErr w:type="gramEnd"/>
      <w:r w:rsidRPr="0015300D">
        <w:rPr>
          <w:rStyle w:val="x193iq5w"/>
          <w:color w:val="080809"/>
        </w:rPr>
        <w:t>ідхід. Сподіваємося, що наступного разу учасники врахують ці аспекти та створять ще більш захопливі та оригінальні роботи.</w:t>
      </w:r>
    </w:p>
    <w:p w14:paraId="49B93825" w14:textId="77777777" w:rsidR="0015300D" w:rsidRPr="0015300D" w:rsidRDefault="0015300D" w:rsidP="00226A07">
      <w:pPr>
        <w:ind w:firstLine="567"/>
        <w:rPr>
          <w:sz w:val="28"/>
          <w:szCs w:val="28"/>
        </w:rPr>
      </w:pPr>
    </w:p>
    <w:p w14:paraId="0C36760F" w14:textId="77777777" w:rsidR="00226A07" w:rsidRPr="0015300D" w:rsidRDefault="00226A07" w:rsidP="00744C31">
      <w:pPr>
        <w:ind w:firstLine="851"/>
        <w:rPr>
          <w:lang w:val="uk-UA"/>
        </w:rPr>
      </w:pPr>
      <w:r w:rsidRPr="0015300D">
        <w:rPr>
          <w:lang w:val="uk-UA"/>
        </w:rPr>
        <w:t>Розподіл учасників по територіальним громадам:</w:t>
      </w:r>
    </w:p>
    <w:p w14:paraId="14C25852" w14:textId="77777777" w:rsidR="00F55E15" w:rsidRDefault="00F55E15" w:rsidP="008942EB">
      <w:pPr>
        <w:spacing w:line="216" w:lineRule="auto"/>
        <w:ind w:firstLine="567"/>
        <w:jc w:val="both"/>
        <w:rPr>
          <w:sz w:val="28"/>
          <w:szCs w:val="28"/>
          <w:lang w:val="uk-UA"/>
        </w:rPr>
      </w:pPr>
    </w:p>
    <w:tbl>
      <w:tblPr>
        <w:tblW w:w="9902" w:type="dxa"/>
        <w:tblInd w:w="959" w:type="dxa"/>
        <w:tblLook w:val="04A0" w:firstRow="1" w:lastRow="0" w:firstColumn="1" w:lastColumn="0" w:noHBand="0" w:noVBand="1"/>
      </w:tblPr>
      <w:tblGrid>
        <w:gridCol w:w="496"/>
        <w:gridCol w:w="7725"/>
        <w:gridCol w:w="1681"/>
      </w:tblGrid>
      <w:tr w:rsidR="00744C31" w:rsidRPr="00C37AB0" w14:paraId="481AEC71" w14:textId="77777777" w:rsidTr="00744C31">
        <w:trPr>
          <w:trHeight w:val="660"/>
        </w:trPr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5C4F2DF" w14:textId="2D4EF0B4" w:rsidR="00744C31" w:rsidRPr="00744C31" w:rsidRDefault="00744C31" w:rsidP="00744C31">
            <w:pPr>
              <w:rPr>
                <w:b/>
              </w:rPr>
            </w:pPr>
            <w:r w:rsidRPr="00744C31">
              <w:rPr>
                <w:b/>
              </w:rPr>
              <w:t>Дніпровський район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0DDE6" w14:textId="77777777" w:rsidR="00744C31" w:rsidRPr="00744C31" w:rsidRDefault="00744C31" w:rsidP="00744C31">
            <w:r w:rsidRPr="00744C31">
              <w:t>кількість учасників</w:t>
            </w:r>
          </w:p>
        </w:tc>
      </w:tr>
      <w:tr w:rsidR="00744C31" w:rsidRPr="00C37AB0" w14:paraId="43986FE3" w14:textId="77777777" w:rsidTr="00744C31">
        <w:trPr>
          <w:trHeight w:val="441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D8C88" w14:textId="77777777" w:rsidR="00744C31" w:rsidRPr="00744C31" w:rsidRDefault="00744C31" w:rsidP="00744C31">
            <w:r w:rsidRPr="00744C31">
              <w:t>1</w:t>
            </w:r>
          </w:p>
        </w:tc>
        <w:tc>
          <w:tcPr>
            <w:tcW w:w="7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5234E" w14:textId="77777777" w:rsidR="00744C31" w:rsidRPr="00744C31" w:rsidRDefault="00744C31" w:rsidP="00744C31">
            <w:r w:rsidRPr="00744C31">
              <w:t>Дніпровська міська територіальна громада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4D87A" w14:textId="77777777" w:rsidR="00744C31" w:rsidRPr="00744C31" w:rsidRDefault="00744C31" w:rsidP="0053705B">
            <w:pPr>
              <w:jc w:val="center"/>
            </w:pPr>
            <w:r w:rsidRPr="00744C31">
              <w:t>25</w:t>
            </w:r>
          </w:p>
        </w:tc>
      </w:tr>
      <w:tr w:rsidR="00744C31" w:rsidRPr="00C37AB0" w14:paraId="26503378" w14:textId="77777777" w:rsidTr="00744C31">
        <w:trPr>
          <w:trHeight w:val="41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25890" w14:textId="6AD70E61" w:rsidR="00744C31" w:rsidRPr="00744C31" w:rsidRDefault="00744C31" w:rsidP="00744C31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7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C622F" w14:textId="77777777" w:rsidR="00744C31" w:rsidRPr="00744C31" w:rsidRDefault="00744C31" w:rsidP="00744C31">
            <w:r w:rsidRPr="00744C31">
              <w:t>Новоолександрівська сільська територіальна громада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E418D" w14:textId="77777777" w:rsidR="00744C31" w:rsidRPr="00744C31" w:rsidRDefault="00744C31" w:rsidP="0053705B">
            <w:pPr>
              <w:jc w:val="center"/>
            </w:pPr>
            <w:r w:rsidRPr="00744C31">
              <w:t>10</w:t>
            </w:r>
          </w:p>
        </w:tc>
      </w:tr>
      <w:tr w:rsidR="00744C31" w:rsidRPr="00C37AB0" w14:paraId="71ED06A9" w14:textId="77777777" w:rsidTr="00744C31">
        <w:trPr>
          <w:trHeight w:val="4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357A3" w14:textId="210CAD2F" w:rsidR="00744C31" w:rsidRPr="00744C31" w:rsidRDefault="00744C31" w:rsidP="00744C31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5E845" w14:textId="77777777" w:rsidR="00744C31" w:rsidRPr="00744C31" w:rsidRDefault="00744C31" w:rsidP="00744C31">
            <w:r w:rsidRPr="00744C31">
              <w:t>Новопокровська селищна територіальна громада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FE130" w14:textId="77777777" w:rsidR="00744C31" w:rsidRPr="00744C31" w:rsidRDefault="00744C31" w:rsidP="0053705B">
            <w:pPr>
              <w:jc w:val="center"/>
            </w:pPr>
            <w:r w:rsidRPr="00744C31">
              <w:t>3</w:t>
            </w:r>
          </w:p>
        </w:tc>
      </w:tr>
      <w:tr w:rsidR="00744C31" w:rsidRPr="00C37AB0" w14:paraId="2B402CCC" w14:textId="77777777" w:rsidTr="00744C31">
        <w:trPr>
          <w:trHeight w:val="360"/>
        </w:trPr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B31FC" w14:textId="77777777" w:rsidR="00744C31" w:rsidRPr="00744C31" w:rsidRDefault="00744C31" w:rsidP="00744C31">
            <w:pPr>
              <w:rPr>
                <w:b/>
              </w:rPr>
            </w:pPr>
            <w:r w:rsidRPr="00744C31">
              <w:rPr>
                <w:b/>
              </w:rPr>
              <w:t>Кам’янський район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E07ED" w14:textId="21FE7987" w:rsidR="00744C31" w:rsidRPr="00744C31" w:rsidRDefault="00744C31" w:rsidP="0053705B">
            <w:pPr>
              <w:jc w:val="center"/>
            </w:pPr>
          </w:p>
        </w:tc>
      </w:tr>
      <w:tr w:rsidR="00744C31" w:rsidRPr="00C37AB0" w14:paraId="14EDDF79" w14:textId="77777777" w:rsidTr="00744C31">
        <w:trPr>
          <w:trHeight w:val="4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4FBBA" w14:textId="4450C9D0" w:rsidR="00744C31" w:rsidRPr="00744C31" w:rsidRDefault="00744C31" w:rsidP="00744C31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7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9E3EA" w14:textId="77777777" w:rsidR="00744C31" w:rsidRPr="00744C31" w:rsidRDefault="00744C31" w:rsidP="00744C31">
            <w:r w:rsidRPr="00744C31">
              <w:t>Вільногірська міська територіальна громада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9CE21" w14:textId="77777777" w:rsidR="00744C31" w:rsidRPr="00744C31" w:rsidRDefault="00744C31" w:rsidP="0053705B">
            <w:pPr>
              <w:jc w:val="center"/>
            </w:pPr>
            <w:r w:rsidRPr="00744C31">
              <w:t>5</w:t>
            </w:r>
          </w:p>
        </w:tc>
      </w:tr>
      <w:tr w:rsidR="00744C31" w:rsidRPr="00C37AB0" w14:paraId="79AA4A61" w14:textId="77777777" w:rsidTr="00744C31">
        <w:trPr>
          <w:trHeight w:val="414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2E6AC" w14:textId="41C7A1CC" w:rsidR="00744C31" w:rsidRPr="00744C31" w:rsidRDefault="00744C31" w:rsidP="00744C31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7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8136C" w14:textId="77777777" w:rsidR="00744C31" w:rsidRPr="00744C31" w:rsidRDefault="00744C31" w:rsidP="00744C31">
            <w:r w:rsidRPr="00744C31">
              <w:t>Жовтоводська міська територіальна громада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352ED" w14:textId="77777777" w:rsidR="00744C31" w:rsidRPr="00744C31" w:rsidRDefault="00744C31" w:rsidP="0053705B">
            <w:pPr>
              <w:jc w:val="center"/>
            </w:pPr>
            <w:r w:rsidRPr="00744C31">
              <w:t>31</w:t>
            </w:r>
          </w:p>
        </w:tc>
      </w:tr>
      <w:tr w:rsidR="00744C31" w:rsidRPr="00C37AB0" w14:paraId="05677844" w14:textId="77777777" w:rsidTr="00744C31">
        <w:trPr>
          <w:trHeight w:val="4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1549F" w14:textId="11F509A5" w:rsidR="00744C31" w:rsidRPr="00744C31" w:rsidRDefault="00744C31" w:rsidP="00744C31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80DA3" w14:textId="77777777" w:rsidR="00744C31" w:rsidRPr="00744C31" w:rsidRDefault="00744C31" w:rsidP="00744C31">
            <w:r w:rsidRPr="00744C31">
              <w:t>Кам’янська міська територіальна громада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42016" w14:textId="77777777" w:rsidR="00744C31" w:rsidRPr="00744C31" w:rsidRDefault="00744C31" w:rsidP="0053705B">
            <w:pPr>
              <w:jc w:val="center"/>
            </w:pPr>
            <w:r w:rsidRPr="00744C31">
              <w:t>27</w:t>
            </w:r>
          </w:p>
        </w:tc>
      </w:tr>
      <w:tr w:rsidR="00744C31" w:rsidRPr="00C37AB0" w14:paraId="0591BBBE" w14:textId="77777777" w:rsidTr="00744C31">
        <w:trPr>
          <w:trHeight w:val="413"/>
        </w:trPr>
        <w:tc>
          <w:tcPr>
            <w:tcW w:w="82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507B8" w14:textId="359FBD2B" w:rsidR="00744C31" w:rsidRPr="00744C31" w:rsidRDefault="00744C31" w:rsidP="00744C31">
            <w:pPr>
              <w:rPr>
                <w:b/>
              </w:rPr>
            </w:pPr>
            <w:r w:rsidRPr="00744C31">
              <w:rPr>
                <w:b/>
              </w:rPr>
              <w:t> Криворізький район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56457" w14:textId="3A88FFB1" w:rsidR="00744C31" w:rsidRPr="00744C31" w:rsidRDefault="00744C31" w:rsidP="0053705B">
            <w:pPr>
              <w:jc w:val="center"/>
            </w:pPr>
          </w:p>
        </w:tc>
      </w:tr>
      <w:tr w:rsidR="00744C31" w:rsidRPr="00C37AB0" w14:paraId="72565E54" w14:textId="77777777" w:rsidTr="00744C31">
        <w:trPr>
          <w:trHeight w:val="41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08427" w14:textId="4927146D" w:rsidR="00744C31" w:rsidRPr="00744C31" w:rsidRDefault="00744C31" w:rsidP="00744C31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7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AB080" w14:textId="77777777" w:rsidR="00744C31" w:rsidRPr="00744C31" w:rsidRDefault="00744C31" w:rsidP="00744C31">
            <w:r w:rsidRPr="00744C31">
              <w:t>Криворізька міська територіальна громада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9028F" w14:textId="77777777" w:rsidR="00744C31" w:rsidRPr="00744C31" w:rsidRDefault="00744C31" w:rsidP="0053705B">
            <w:pPr>
              <w:jc w:val="center"/>
            </w:pPr>
            <w:r w:rsidRPr="00744C31">
              <w:t>91</w:t>
            </w:r>
          </w:p>
        </w:tc>
      </w:tr>
      <w:tr w:rsidR="00744C31" w:rsidRPr="00C37AB0" w14:paraId="082B7DDF" w14:textId="77777777" w:rsidTr="00744C31">
        <w:trPr>
          <w:trHeight w:val="411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DB213" w14:textId="0E259690" w:rsidR="00744C31" w:rsidRPr="00744C31" w:rsidRDefault="00744C31" w:rsidP="00744C31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7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582F4" w14:textId="77777777" w:rsidR="00744C31" w:rsidRPr="00744C31" w:rsidRDefault="00744C31" w:rsidP="00744C31">
            <w:r w:rsidRPr="00744C31">
              <w:t>Лозуватська сільська територіальна громада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014CB" w14:textId="77777777" w:rsidR="00744C31" w:rsidRPr="00744C31" w:rsidRDefault="00744C31" w:rsidP="0053705B">
            <w:pPr>
              <w:jc w:val="center"/>
            </w:pPr>
            <w:r w:rsidRPr="00744C31">
              <w:t>12</w:t>
            </w:r>
          </w:p>
        </w:tc>
      </w:tr>
      <w:tr w:rsidR="00744C31" w:rsidRPr="00C37AB0" w14:paraId="493B43FD" w14:textId="77777777" w:rsidTr="00744C31">
        <w:trPr>
          <w:trHeight w:val="416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7FB9E" w14:textId="41BE5084" w:rsidR="00744C31" w:rsidRPr="00744C31" w:rsidRDefault="00744C31" w:rsidP="00744C31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7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CCE5D" w14:textId="77777777" w:rsidR="00744C31" w:rsidRPr="00744C31" w:rsidRDefault="00744C31" w:rsidP="00744C31">
            <w:r w:rsidRPr="00744C31">
              <w:t>Новопільська сільська територіальна громада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FCE9D" w14:textId="77777777" w:rsidR="00744C31" w:rsidRPr="00744C31" w:rsidRDefault="00744C31" w:rsidP="0053705B">
            <w:pPr>
              <w:jc w:val="center"/>
            </w:pPr>
            <w:r w:rsidRPr="00744C31">
              <w:t>25</w:t>
            </w:r>
          </w:p>
        </w:tc>
      </w:tr>
      <w:tr w:rsidR="00744C31" w:rsidRPr="00C37AB0" w14:paraId="282B8AF7" w14:textId="77777777" w:rsidTr="00744C31">
        <w:trPr>
          <w:trHeight w:val="423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C1057" w14:textId="1F8D91B8" w:rsidR="00744C31" w:rsidRPr="00744C31" w:rsidRDefault="00744C31" w:rsidP="00744C31">
            <w:pPr>
              <w:rPr>
                <w:lang w:val="uk-UA"/>
              </w:rPr>
            </w:pPr>
            <w:r w:rsidRPr="00744C31">
              <w:t>1</w:t>
            </w:r>
            <w:r>
              <w:rPr>
                <w:lang w:val="uk-UA"/>
              </w:rPr>
              <w:t>0</w:t>
            </w:r>
          </w:p>
        </w:tc>
        <w:tc>
          <w:tcPr>
            <w:tcW w:w="7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B7B66" w14:textId="77777777" w:rsidR="00744C31" w:rsidRPr="00744C31" w:rsidRDefault="00744C31" w:rsidP="00744C31">
            <w:r w:rsidRPr="00744C31">
              <w:t>Софіївська селищна територіальна громада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30A50" w14:textId="77777777" w:rsidR="00744C31" w:rsidRPr="00744C31" w:rsidRDefault="00744C31" w:rsidP="0053705B">
            <w:pPr>
              <w:jc w:val="center"/>
            </w:pPr>
            <w:r w:rsidRPr="00744C31">
              <w:t>1</w:t>
            </w:r>
          </w:p>
        </w:tc>
      </w:tr>
      <w:tr w:rsidR="00744C31" w:rsidRPr="00C37AB0" w14:paraId="55C3C201" w14:textId="77777777" w:rsidTr="004C34FC">
        <w:trPr>
          <w:trHeight w:val="360"/>
        </w:trPr>
        <w:tc>
          <w:tcPr>
            <w:tcW w:w="82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71368" w14:textId="1C9EBA2E" w:rsidR="00744C31" w:rsidRPr="00744C31" w:rsidRDefault="00744C31" w:rsidP="00744C31">
            <w:pPr>
              <w:rPr>
                <w:b/>
              </w:rPr>
            </w:pPr>
            <w:r w:rsidRPr="00744C31">
              <w:rPr>
                <w:b/>
              </w:rPr>
              <w:t xml:space="preserve"> Нікопольський район 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80A68" w14:textId="34C6065D" w:rsidR="00744C31" w:rsidRPr="00744C31" w:rsidRDefault="00744C31" w:rsidP="0053705B">
            <w:pPr>
              <w:jc w:val="center"/>
            </w:pPr>
          </w:p>
        </w:tc>
      </w:tr>
      <w:tr w:rsidR="00744C31" w:rsidRPr="00C37AB0" w14:paraId="5776473A" w14:textId="77777777" w:rsidTr="00744C31">
        <w:trPr>
          <w:trHeight w:val="334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689F0" w14:textId="22620B00" w:rsidR="00744C31" w:rsidRPr="00744C31" w:rsidRDefault="00744C31" w:rsidP="00744C31">
            <w:pPr>
              <w:rPr>
                <w:lang w:val="uk-UA"/>
              </w:rPr>
            </w:pPr>
            <w:r w:rsidRPr="00744C31">
              <w:t>1</w:t>
            </w:r>
            <w:r>
              <w:rPr>
                <w:lang w:val="uk-UA"/>
              </w:rPr>
              <w:t>1</w:t>
            </w:r>
          </w:p>
        </w:tc>
        <w:tc>
          <w:tcPr>
            <w:tcW w:w="7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69367" w14:textId="77777777" w:rsidR="00744C31" w:rsidRPr="00744C31" w:rsidRDefault="00744C31" w:rsidP="00744C31">
            <w:r w:rsidRPr="00744C31">
              <w:t>Марганецька міська територіальна громада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43AD6" w14:textId="77777777" w:rsidR="00744C31" w:rsidRPr="00744C31" w:rsidRDefault="00744C31" w:rsidP="0053705B">
            <w:pPr>
              <w:jc w:val="center"/>
            </w:pPr>
            <w:r w:rsidRPr="00744C31">
              <w:t>7</w:t>
            </w:r>
          </w:p>
        </w:tc>
      </w:tr>
      <w:tr w:rsidR="00744C31" w:rsidRPr="00C37AB0" w14:paraId="4B13E6D0" w14:textId="77777777" w:rsidTr="00744C31">
        <w:trPr>
          <w:trHeight w:val="411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486FD" w14:textId="6C6CAA2E" w:rsidR="00744C31" w:rsidRPr="00744C31" w:rsidRDefault="00744C31" w:rsidP="00744C31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B5D84" w14:textId="77777777" w:rsidR="00744C31" w:rsidRPr="00744C31" w:rsidRDefault="00744C31" w:rsidP="00744C31">
            <w:r w:rsidRPr="00744C31">
              <w:t>Нікопольська  міська територіальна громада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54FAA" w14:textId="77777777" w:rsidR="00744C31" w:rsidRPr="00744C31" w:rsidRDefault="00744C31" w:rsidP="0053705B">
            <w:pPr>
              <w:jc w:val="center"/>
            </w:pPr>
            <w:r w:rsidRPr="00744C31">
              <w:t>20</w:t>
            </w:r>
          </w:p>
        </w:tc>
      </w:tr>
      <w:tr w:rsidR="00744C31" w:rsidRPr="00C37AB0" w14:paraId="513C7E2E" w14:textId="77777777" w:rsidTr="00744C31">
        <w:trPr>
          <w:trHeight w:val="41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C0B21" w14:textId="15EA129F" w:rsidR="00744C31" w:rsidRPr="00744C31" w:rsidRDefault="00744C31" w:rsidP="00744C31">
            <w:pPr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7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3CE93" w14:textId="77777777" w:rsidR="00744C31" w:rsidRPr="00744C31" w:rsidRDefault="00744C31" w:rsidP="00744C31">
            <w:r w:rsidRPr="00744C31">
              <w:t>Покровська міська територіальна громада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5AAE0" w14:textId="77777777" w:rsidR="00744C31" w:rsidRPr="00744C31" w:rsidRDefault="00744C31" w:rsidP="0053705B">
            <w:pPr>
              <w:jc w:val="center"/>
            </w:pPr>
            <w:r w:rsidRPr="00744C31">
              <w:t>4</w:t>
            </w:r>
          </w:p>
        </w:tc>
      </w:tr>
      <w:tr w:rsidR="00744C31" w:rsidRPr="00C37AB0" w14:paraId="5444A6AC" w14:textId="77777777" w:rsidTr="00744C31">
        <w:trPr>
          <w:trHeight w:val="40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18A52" w14:textId="58E99B21" w:rsidR="00744C31" w:rsidRPr="00744C31" w:rsidRDefault="00744C31" w:rsidP="00744C31">
            <w:pPr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7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43CEF" w14:textId="77777777" w:rsidR="00744C31" w:rsidRPr="00744C31" w:rsidRDefault="00744C31" w:rsidP="00744C31">
            <w:r w:rsidRPr="00744C31">
              <w:t>Покровська сільська територіальна громада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0B4D9" w14:textId="77777777" w:rsidR="00744C31" w:rsidRPr="00744C31" w:rsidRDefault="00744C31" w:rsidP="0053705B">
            <w:pPr>
              <w:jc w:val="center"/>
            </w:pPr>
            <w:r w:rsidRPr="00744C31">
              <w:t>3</w:t>
            </w:r>
          </w:p>
        </w:tc>
      </w:tr>
      <w:tr w:rsidR="00744C31" w:rsidRPr="00C37AB0" w14:paraId="24447926" w14:textId="77777777" w:rsidTr="00E0153E">
        <w:trPr>
          <w:trHeight w:val="360"/>
        </w:trPr>
        <w:tc>
          <w:tcPr>
            <w:tcW w:w="82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0C037" w14:textId="1B36DA51" w:rsidR="00744C31" w:rsidRPr="00744C31" w:rsidRDefault="00744C31" w:rsidP="00744C31">
            <w:pPr>
              <w:rPr>
                <w:b/>
              </w:rPr>
            </w:pPr>
            <w:r w:rsidRPr="00744C31">
              <w:rPr>
                <w:b/>
                <w:lang w:val="uk-UA"/>
              </w:rPr>
              <w:t>Самарівський</w:t>
            </w:r>
            <w:r w:rsidRPr="00744C31">
              <w:rPr>
                <w:b/>
              </w:rPr>
              <w:t xml:space="preserve"> район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BA88A" w14:textId="2BEEE831" w:rsidR="00744C31" w:rsidRPr="00744C31" w:rsidRDefault="00744C31" w:rsidP="0053705B">
            <w:pPr>
              <w:jc w:val="center"/>
            </w:pPr>
          </w:p>
        </w:tc>
      </w:tr>
      <w:tr w:rsidR="00744C31" w:rsidRPr="00C37AB0" w14:paraId="43DBA23C" w14:textId="77777777" w:rsidTr="00744C31">
        <w:trPr>
          <w:trHeight w:val="33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87C25" w14:textId="14F11B34" w:rsidR="00744C31" w:rsidRPr="00744C31" w:rsidRDefault="00744C31" w:rsidP="00744C31">
            <w:pPr>
              <w:rPr>
                <w:lang w:val="uk-UA"/>
              </w:rPr>
            </w:pPr>
            <w:r w:rsidRPr="00744C31">
              <w:t>1</w:t>
            </w:r>
            <w:r>
              <w:rPr>
                <w:lang w:val="uk-UA"/>
              </w:rPr>
              <w:t>5</w:t>
            </w:r>
          </w:p>
        </w:tc>
        <w:tc>
          <w:tcPr>
            <w:tcW w:w="7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F935F" w14:textId="77777777" w:rsidR="00744C31" w:rsidRPr="00744C31" w:rsidRDefault="00744C31" w:rsidP="00744C31">
            <w:r w:rsidRPr="00744C31">
              <w:t>Губиниська селищна територіальна громада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931D8" w14:textId="77777777" w:rsidR="00744C31" w:rsidRPr="00744C31" w:rsidRDefault="00744C31" w:rsidP="0053705B">
            <w:pPr>
              <w:jc w:val="center"/>
            </w:pPr>
            <w:r w:rsidRPr="00744C31">
              <w:t>2</w:t>
            </w:r>
          </w:p>
        </w:tc>
      </w:tr>
      <w:tr w:rsidR="00744C31" w:rsidRPr="00C37AB0" w14:paraId="24822E99" w14:textId="77777777" w:rsidTr="00744C31">
        <w:trPr>
          <w:trHeight w:val="411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0C370" w14:textId="177D32C8" w:rsidR="00744C31" w:rsidRPr="00744C31" w:rsidRDefault="00744C31" w:rsidP="00744C31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7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67854" w14:textId="77777777" w:rsidR="00744C31" w:rsidRPr="00744C31" w:rsidRDefault="00744C31" w:rsidP="00744C31">
            <w:r w:rsidRPr="00744C31">
              <w:t>Самарська міська територіальна громада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BA60E" w14:textId="77777777" w:rsidR="00744C31" w:rsidRPr="00744C31" w:rsidRDefault="00744C31" w:rsidP="0053705B">
            <w:pPr>
              <w:jc w:val="center"/>
            </w:pPr>
            <w:r w:rsidRPr="00744C31">
              <w:t>6</w:t>
            </w:r>
          </w:p>
        </w:tc>
      </w:tr>
      <w:tr w:rsidR="00744C31" w:rsidRPr="00C37AB0" w14:paraId="4109870B" w14:textId="77777777" w:rsidTr="00744C31">
        <w:trPr>
          <w:trHeight w:val="416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CEBA4" w14:textId="009AC220" w:rsidR="00744C31" w:rsidRPr="00744C31" w:rsidRDefault="00744C31" w:rsidP="00744C31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7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8AE12" w14:textId="77777777" w:rsidR="00744C31" w:rsidRPr="00744C31" w:rsidRDefault="00744C31" w:rsidP="00744C31">
            <w:proofErr w:type="gramStart"/>
            <w:r w:rsidRPr="00744C31">
              <w:t>П</w:t>
            </w:r>
            <w:proofErr w:type="gramEnd"/>
            <w:r w:rsidRPr="00744C31">
              <w:t>іщанська сільська територіальна громада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6211C" w14:textId="77777777" w:rsidR="00744C31" w:rsidRPr="00744C31" w:rsidRDefault="00744C31" w:rsidP="0053705B">
            <w:pPr>
              <w:jc w:val="center"/>
            </w:pPr>
            <w:r w:rsidRPr="00744C31">
              <w:t>15</w:t>
            </w:r>
          </w:p>
        </w:tc>
      </w:tr>
      <w:tr w:rsidR="00744C31" w:rsidRPr="00C37AB0" w14:paraId="30E68868" w14:textId="77777777" w:rsidTr="00B23EA2">
        <w:trPr>
          <w:trHeight w:val="360"/>
        </w:trPr>
        <w:tc>
          <w:tcPr>
            <w:tcW w:w="82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E8E73" w14:textId="3EF14DCF" w:rsidR="00744C31" w:rsidRPr="00744C31" w:rsidRDefault="00744C31" w:rsidP="00744C31">
            <w:pPr>
              <w:rPr>
                <w:b/>
              </w:rPr>
            </w:pPr>
            <w:r w:rsidRPr="00744C31">
              <w:rPr>
                <w:b/>
              </w:rPr>
              <w:t xml:space="preserve"> Павлоградський район 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E7B21" w14:textId="074E6171" w:rsidR="00744C31" w:rsidRPr="00744C31" w:rsidRDefault="00744C31" w:rsidP="0053705B">
            <w:pPr>
              <w:jc w:val="center"/>
            </w:pPr>
          </w:p>
        </w:tc>
      </w:tr>
      <w:tr w:rsidR="00744C31" w:rsidRPr="00C37AB0" w14:paraId="30854240" w14:textId="77777777" w:rsidTr="00744C31">
        <w:trPr>
          <w:trHeight w:val="32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48DBE" w14:textId="619D0CB6" w:rsidR="00744C31" w:rsidRPr="00744C31" w:rsidRDefault="00744C31" w:rsidP="00744C31">
            <w:pPr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7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E8545" w14:textId="77777777" w:rsidR="00744C31" w:rsidRPr="00744C31" w:rsidRDefault="00744C31" w:rsidP="00744C31">
            <w:r w:rsidRPr="00744C31">
              <w:t>Шахтарська міська територіальна громада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437B6" w14:textId="77777777" w:rsidR="00744C31" w:rsidRPr="00744C31" w:rsidRDefault="00744C31" w:rsidP="0053705B">
            <w:pPr>
              <w:jc w:val="center"/>
            </w:pPr>
            <w:r w:rsidRPr="00744C31">
              <w:t>9</w:t>
            </w:r>
          </w:p>
        </w:tc>
      </w:tr>
      <w:tr w:rsidR="00744C31" w:rsidRPr="00C37AB0" w14:paraId="1F9B7FEC" w14:textId="77777777" w:rsidTr="00744C31">
        <w:trPr>
          <w:trHeight w:val="40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B6639" w14:textId="773E7B09" w:rsidR="00744C31" w:rsidRPr="00744C31" w:rsidRDefault="00744C31" w:rsidP="00744C31">
            <w:pPr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7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D4B6E" w14:textId="77777777" w:rsidR="00744C31" w:rsidRPr="00744C31" w:rsidRDefault="00744C31" w:rsidP="00744C31">
            <w:r w:rsidRPr="00744C31">
              <w:t>Тернівська міська територіальна громада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804FF" w14:textId="77777777" w:rsidR="00744C31" w:rsidRPr="00744C31" w:rsidRDefault="00744C31" w:rsidP="0053705B">
            <w:pPr>
              <w:jc w:val="center"/>
            </w:pPr>
            <w:r w:rsidRPr="00744C31">
              <w:t>1</w:t>
            </w:r>
          </w:p>
        </w:tc>
      </w:tr>
      <w:tr w:rsidR="00744C31" w:rsidRPr="00C37AB0" w14:paraId="0263D67D" w14:textId="77777777" w:rsidTr="0069508E">
        <w:trPr>
          <w:trHeight w:val="360"/>
        </w:trPr>
        <w:tc>
          <w:tcPr>
            <w:tcW w:w="82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F9B5C" w14:textId="0783FCBB" w:rsidR="00744C31" w:rsidRPr="00744C31" w:rsidRDefault="00744C31" w:rsidP="00744C31">
            <w:pPr>
              <w:rPr>
                <w:b/>
              </w:rPr>
            </w:pPr>
            <w:r w:rsidRPr="00744C31">
              <w:rPr>
                <w:b/>
              </w:rPr>
              <w:t> Синельниківський район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20481" w14:textId="64FCE405" w:rsidR="00744C31" w:rsidRPr="00744C31" w:rsidRDefault="00744C31" w:rsidP="0053705B">
            <w:pPr>
              <w:jc w:val="center"/>
            </w:pPr>
          </w:p>
        </w:tc>
      </w:tr>
      <w:tr w:rsidR="00744C31" w:rsidRPr="00C37AB0" w14:paraId="4138F92D" w14:textId="77777777" w:rsidTr="00744C31">
        <w:trPr>
          <w:trHeight w:val="473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27624" w14:textId="1526EA31" w:rsidR="00744C31" w:rsidRPr="00744C31" w:rsidRDefault="00744C31" w:rsidP="00744C31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7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AF834" w14:textId="77777777" w:rsidR="00744C31" w:rsidRPr="00744C31" w:rsidRDefault="00744C31" w:rsidP="00744C31">
            <w:r w:rsidRPr="00744C31">
              <w:t>Зайцівська сільська територіальна громада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0F5F8" w14:textId="77777777" w:rsidR="00744C31" w:rsidRPr="00744C31" w:rsidRDefault="00744C31" w:rsidP="0053705B">
            <w:pPr>
              <w:jc w:val="center"/>
            </w:pPr>
            <w:r w:rsidRPr="00744C31">
              <w:t>1</w:t>
            </w:r>
          </w:p>
        </w:tc>
      </w:tr>
      <w:tr w:rsidR="00744C31" w:rsidRPr="00C37AB0" w14:paraId="2327D543" w14:textId="77777777" w:rsidTr="00744C31">
        <w:trPr>
          <w:trHeight w:val="312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578078" w14:textId="77777777" w:rsidR="00744C31" w:rsidRPr="00744C31" w:rsidRDefault="00744C31" w:rsidP="00744C31">
            <w:pPr>
              <w:rPr>
                <w:rFonts w:ascii="Calibri" w:hAnsi="Calibri"/>
              </w:rPr>
            </w:pPr>
          </w:p>
        </w:tc>
        <w:tc>
          <w:tcPr>
            <w:tcW w:w="7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E8519D" w14:textId="77777777" w:rsidR="00744C31" w:rsidRPr="00744C31" w:rsidRDefault="00744C31" w:rsidP="00744C31">
            <w:pPr>
              <w:rPr>
                <w:rFonts w:ascii="Calibri" w:hAnsi="Calibri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F1B6F" w14:textId="54C487F4" w:rsidR="00744C31" w:rsidRPr="00744C31" w:rsidRDefault="00744C31" w:rsidP="0053705B">
            <w:pPr>
              <w:jc w:val="center"/>
            </w:pPr>
          </w:p>
        </w:tc>
      </w:tr>
      <w:tr w:rsidR="00744C31" w:rsidRPr="00C37AB0" w14:paraId="69E13F1D" w14:textId="77777777" w:rsidTr="00C62E29">
        <w:trPr>
          <w:trHeight w:val="360"/>
        </w:trPr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3779D" w14:textId="2E470B4B" w:rsidR="00744C31" w:rsidRPr="00744C31" w:rsidRDefault="00744C31" w:rsidP="00744C31">
            <w:pPr>
              <w:rPr>
                <w:b/>
              </w:rPr>
            </w:pPr>
            <w:r w:rsidRPr="00744C31">
              <w:rPr>
                <w:rFonts w:ascii="Calibri" w:hAnsi="Calibri"/>
              </w:rPr>
              <w:t> </w:t>
            </w:r>
            <w:r w:rsidRPr="00744C31">
              <w:rPr>
                <w:b/>
              </w:rPr>
              <w:t>Громади інших областей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7A904" w14:textId="12A08A50" w:rsidR="00744C31" w:rsidRPr="00744C31" w:rsidRDefault="00744C31" w:rsidP="0053705B">
            <w:pPr>
              <w:jc w:val="center"/>
            </w:pPr>
          </w:p>
        </w:tc>
      </w:tr>
      <w:tr w:rsidR="00744C31" w:rsidRPr="00C37AB0" w14:paraId="2C43E9BF" w14:textId="77777777" w:rsidTr="00744C31">
        <w:trPr>
          <w:trHeight w:val="433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9879A" w14:textId="58794125" w:rsidR="00744C31" w:rsidRPr="00744C31" w:rsidRDefault="00744C31" w:rsidP="00744C31">
            <w:pPr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7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400CD" w14:textId="77777777" w:rsidR="00744C31" w:rsidRPr="00744C31" w:rsidRDefault="00744C31" w:rsidP="00744C31">
            <w:r w:rsidRPr="00744C31">
              <w:t>Мирноградська міська (Донецька область)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5F1B8" w14:textId="77777777" w:rsidR="00744C31" w:rsidRPr="00744C31" w:rsidRDefault="00744C31" w:rsidP="0053705B">
            <w:pPr>
              <w:jc w:val="center"/>
            </w:pPr>
            <w:r w:rsidRPr="00744C31">
              <w:t>5</w:t>
            </w:r>
          </w:p>
        </w:tc>
      </w:tr>
      <w:tr w:rsidR="00744C31" w:rsidRPr="00C37AB0" w14:paraId="2DEFB131" w14:textId="77777777" w:rsidTr="00744C31">
        <w:trPr>
          <w:trHeight w:val="424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36736" w14:textId="60305DAB" w:rsidR="00744C31" w:rsidRPr="00744C31" w:rsidRDefault="00744C31" w:rsidP="00744C31">
            <w:pPr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7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B5051" w14:textId="77777777" w:rsidR="00744C31" w:rsidRPr="00744C31" w:rsidRDefault="00744C31" w:rsidP="00744C31">
            <w:r w:rsidRPr="00744C31">
              <w:t>Лозівська міська (Харківська область)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EFE84" w14:textId="77777777" w:rsidR="00744C31" w:rsidRPr="00744C31" w:rsidRDefault="00744C31" w:rsidP="0053705B">
            <w:pPr>
              <w:jc w:val="center"/>
            </w:pPr>
            <w:r w:rsidRPr="00744C31">
              <w:t>3</w:t>
            </w:r>
          </w:p>
        </w:tc>
      </w:tr>
      <w:tr w:rsidR="00744C31" w:rsidRPr="00C37AB0" w14:paraId="51B6063F" w14:textId="77777777" w:rsidTr="00744C31">
        <w:trPr>
          <w:trHeight w:val="348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FB06AA" w14:textId="77777777" w:rsidR="00744C31" w:rsidRPr="00744C31" w:rsidRDefault="00744C31" w:rsidP="00744C31">
            <w:pPr>
              <w:rPr>
                <w:rFonts w:ascii="Calibri" w:hAnsi="Calibri"/>
              </w:rPr>
            </w:pPr>
          </w:p>
        </w:tc>
        <w:tc>
          <w:tcPr>
            <w:tcW w:w="7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23B5D1B" w14:textId="77777777" w:rsidR="00744C31" w:rsidRPr="00744C31" w:rsidRDefault="00744C31" w:rsidP="00744C31">
            <w:pPr>
              <w:rPr>
                <w:b/>
                <w:bCs/>
              </w:rPr>
            </w:pPr>
            <w:r w:rsidRPr="00744C31">
              <w:rPr>
                <w:b/>
                <w:bCs/>
              </w:rPr>
              <w:t>Загальна кількість учасників: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357C1" w14:textId="77777777" w:rsidR="00744C31" w:rsidRPr="00744C31" w:rsidRDefault="00744C31" w:rsidP="0053705B">
            <w:pPr>
              <w:jc w:val="center"/>
              <w:rPr>
                <w:b/>
                <w:bCs/>
              </w:rPr>
            </w:pPr>
            <w:r w:rsidRPr="00744C31">
              <w:rPr>
                <w:b/>
                <w:bCs/>
              </w:rPr>
              <w:t>306</w:t>
            </w:r>
          </w:p>
        </w:tc>
      </w:tr>
    </w:tbl>
    <w:p w14:paraId="205BE442" w14:textId="77777777" w:rsidR="00226A07" w:rsidRPr="00226A07" w:rsidRDefault="00226A07" w:rsidP="008942EB">
      <w:pPr>
        <w:spacing w:line="216" w:lineRule="auto"/>
        <w:ind w:firstLine="567"/>
        <w:jc w:val="both"/>
        <w:rPr>
          <w:sz w:val="28"/>
          <w:szCs w:val="28"/>
          <w:lang w:val="uk-UA"/>
        </w:rPr>
      </w:pPr>
    </w:p>
    <w:sectPr w:rsidR="00226A07" w:rsidRPr="00226A07" w:rsidSect="00BA09D2">
      <w:pgSz w:w="11906" w:h="16838" w:code="9"/>
      <w:pgMar w:top="284" w:right="991" w:bottom="1134" w:left="426" w:header="277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2E0D55" w14:textId="77777777" w:rsidR="00D51261" w:rsidRDefault="00D51261">
      <w:r>
        <w:separator/>
      </w:r>
    </w:p>
  </w:endnote>
  <w:endnote w:type="continuationSeparator" w:id="0">
    <w:p w14:paraId="0D771133" w14:textId="77777777" w:rsidR="00D51261" w:rsidRDefault="00D51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27ED90" w14:textId="77777777" w:rsidR="00C37AB0" w:rsidRDefault="00C37AB0" w:rsidP="009479EF">
    <w:pPr>
      <w:pStyle w:val="a8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32</w:t>
    </w:r>
    <w:r>
      <w:rPr>
        <w:rStyle w:val="ab"/>
      </w:rPr>
      <w:fldChar w:fldCharType="end"/>
    </w:r>
  </w:p>
  <w:p w14:paraId="77D18F8A" w14:textId="77777777" w:rsidR="00C37AB0" w:rsidRDefault="00C37AB0" w:rsidP="00843CD7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06C965" w14:textId="77777777" w:rsidR="00C37AB0" w:rsidRPr="00C109C3" w:rsidRDefault="00C37AB0" w:rsidP="009479EF">
    <w:pPr>
      <w:pStyle w:val="a8"/>
      <w:framePr w:wrap="around" w:vAnchor="text" w:hAnchor="margin" w:xAlign="right" w:y="1"/>
      <w:rPr>
        <w:rStyle w:val="ab"/>
        <w:lang w:val="uk-UA"/>
      </w:rPr>
    </w:pPr>
  </w:p>
  <w:p w14:paraId="09692DD1" w14:textId="77777777" w:rsidR="00C37AB0" w:rsidRDefault="00C37AB0" w:rsidP="00843CD7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E08E1E" w14:textId="77777777" w:rsidR="00D51261" w:rsidRDefault="00D51261">
      <w:r>
        <w:separator/>
      </w:r>
    </w:p>
  </w:footnote>
  <w:footnote w:type="continuationSeparator" w:id="0">
    <w:p w14:paraId="0871C5E7" w14:textId="77777777" w:rsidR="00D51261" w:rsidRDefault="00D512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99E89B" w14:textId="77777777" w:rsidR="00C37AB0" w:rsidRDefault="00C37AB0" w:rsidP="0004180A">
    <w:pPr>
      <w:pStyle w:val="a6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32</w:t>
    </w:r>
    <w:r>
      <w:rPr>
        <w:rStyle w:val="ab"/>
      </w:rPr>
      <w:fldChar w:fldCharType="end"/>
    </w:r>
  </w:p>
  <w:p w14:paraId="737D6403" w14:textId="77777777" w:rsidR="00C37AB0" w:rsidRDefault="00C37AB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85634E" w14:textId="4018BC3B" w:rsidR="00C37AB0" w:rsidRDefault="00C37AB0" w:rsidP="00F55E15">
    <w:pPr>
      <w:pStyle w:val="a6"/>
      <w:jc w:val="center"/>
    </w:pPr>
  </w:p>
  <w:p w14:paraId="1D3F7D82" w14:textId="77777777" w:rsidR="00C37AB0" w:rsidRPr="0004180A" w:rsidRDefault="00C37AB0" w:rsidP="0004180A">
    <w:pPr>
      <w:pStyle w:val="a6"/>
      <w:jc w:val="center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8E6587" w14:textId="2554981A" w:rsidR="00C37AB0" w:rsidRDefault="00C37AB0">
    <w:pPr>
      <w:pStyle w:val="a6"/>
      <w:jc w:val="center"/>
    </w:pPr>
    <w:bookmarkStart w:id="1" w:name="_Hlk159929852"/>
    <w:bookmarkStart w:id="2" w:name="_Hlk159929853"/>
    <w:bookmarkStart w:id="3" w:name="_Hlk159929855"/>
    <w:bookmarkStart w:id="4" w:name="_Hlk159929856"/>
    <w:bookmarkStart w:id="5" w:name="_Hlk159929857"/>
    <w:bookmarkStart w:id="6" w:name="_Hlk159929858"/>
    <w:bookmarkStart w:id="7" w:name="_Hlk159929859"/>
    <w:bookmarkStart w:id="8" w:name="_Hlk159929860"/>
    <w:bookmarkStart w:id="9" w:name="_Hlk159929861"/>
    <w:bookmarkStart w:id="10" w:name="_Hlk159929862"/>
  </w:p>
  <w:p w14:paraId="74A3574D" w14:textId="2872D199" w:rsidR="00C37AB0" w:rsidRDefault="00C37AB0" w:rsidP="00DD1437">
    <w:pPr>
      <w:tabs>
        <w:tab w:val="left" w:pos="13608"/>
      </w:tabs>
      <w:rPr>
        <w:b/>
        <w:color w:val="000000"/>
        <w:lang w:val="uk-UA"/>
      </w:rPr>
    </w:pPr>
    <w:r>
      <w:rPr>
        <w:b/>
        <w:color w:val="000000"/>
        <w:lang w:val="uk-UA"/>
      </w:rPr>
      <w:tab/>
    </w: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E75F6"/>
    <w:multiLevelType w:val="multilevel"/>
    <w:tmpl w:val="4E962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1422DA"/>
    <w:multiLevelType w:val="hybridMultilevel"/>
    <w:tmpl w:val="99C6EFD6"/>
    <w:lvl w:ilvl="0" w:tplc="8BACBF68">
      <w:start w:val="1"/>
      <w:numFmt w:val="decimal"/>
      <w:lvlText w:val="%1."/>
      <w:lvlJc w:val="left"/>
      <w:pPr>
        <w:ind w:left="1283" w:hanging="432"/>
      </w:pPr>
      <w:rPr>
        <w:w w:val="95"/>
        <w:lang w:val="uk-UA" w:eastAsia="uk-UA" w:bidi="uk-UA"/>
      </w:rPr>
    </w:lvl>
    <w:lvl w:ilvl="1" w:tplc="8FC84D4E">
      <w:numFmt w:val="bullet"/>
      <w:lvlText w:val="•"/>
      <w:lvlJc w:val="left"/>
      <w:pPr>
        <w:ind w:left="2252" w:hanging="432"/>
      </w:pPr>
      <w:rPr>
        <w:lang w:val="uk-UA" w:eastAsia="uk-UA" w:bidi="uk-UA"/>
      </w:rPr>
    </w:lvl>
    <w:lvl w:ilvl="2" w:tplc="3E6E86EC">
      <w:numFmt w:val="bullet"/>
      <w:lvlText w:val="•"/>
      <w:lvlJc w:val="left"/>
      <w:pPr>
        <w:ind w:left="3212" w:hanging="432"/>
      </w:pPr>
      <w:rPr>
        <w:lang w:val="uk-UA" w:eastAsia="uk-UA" w:bidi="uk-UA"/>
      </w:rPr>
    </w:lvl>
    <w:lvl w:ilvl="3" w:tplc="A86242CC">
      <w:numFmt w:val="bullet"/>
      <w:lvlText w:val="•"/>
      <w:lvlJc w:val="left"/>
      <w:pPr>
        <w:ind w:left="4172" w:hanging="432"/>
      </w:pPr>
      <w:rPr>
        <w:lang w:val="uk-UA" w:eastAsia="uk-UA" w:bidi="uk-UA"/>
      </w:rPr>
    </w:lvl>
    <w:lvl w:ilvl="4" w:tplc="07F46526">
      <w:numFmt w:val="bullet"/>
      <w:lvlText w:val="•"/>
      <w:lvlJc w:val="left"/>
      <w:pPr>
        <w:ind w:left="5132" w:hanging="432"/>
      </w:pPr>
      <w:rPr>
        <w:lang w:val="uk-UA" w:eastAsia="uk-UA" w:bidi="uk-UA"/>
      </w:rPr>
    </w:lvl>
    <w:lvl w:ilvl="5" w:tplc="C63EF29C">
      <w:numFmt w:val="bullet"/>
      <w:lvlText w:val="•"/>
      <w:lvlJc w:val="left"/>
      <w:pPr>
        <w:ind w:left="6092" w:hanging="432"/>
      </w:pPr>
      <w:rPr>
        <w:lang w:val="uk-UA" w:eastAsia="uk-UA" w:bidi="uk-UA"/>
      </w:rPr>
    </w:lvl>
    <w:lvl w:ilvl="6" w:tplc="0C3CCA40">
      <w:numFmt w:val="bullet"/>
      <w:lvlText w:val="•"/>
      <w:lvlJc w:val="left"/>
      <w:pPr>
        <w:ind w:left="7052" w:hanging="432"/>
      </w:pPr>
      <w:rPr>
        <w:lang w:val="uk-UA" w:eastAsia="uk-UA" w:bidi="uk-UA"/>
      </w:rPr>
    </w:lvl>
    <w:lvl w:ilvl="7" w:tplc="9D44A410">
      <w:numFmt w:val="bullet"/>
      <w:lvlText w:val="•"/>
      <w:lvlJc w:val="left"/>
      <w:pPr>
        <w:ind w:left="8012" w:hanging="432"/>
      </w:pPr>
      <w:rPr>
        <w:lang w:val="uk-UA" w:eastAsia="uk-UA" w:bidi="uk-UA"/>
      </w:rPr>
    </w:lvl>
    <w:lvl w:ilvl="8" w:tplc="7F3E0EB0">
      <w:numFmt w:val="bullet"/>
      <w:lvlText w:val="•"/>
      <w:lvlJc w:val="left"/>
      <w:pPr>
        <w:ind w:left="8972" w:hanging="432"/>
      </w:pPr>
      <w:rPr>
        <w:lang w:val="uk-UA" w:eastAsia="uk-UA" w:bidi="uk-UA"/>
      </w:rPr>
    </w:lvl>
  </w:abstractNum>
  <w:abstractNum w:abstractNumId="2">
    <w:nsid w:val="0BF30F80"/>
    <w:multiLevelType w:val="hybridMultilevel"/>
    <w:tmpl w:val="4C5A8072"/>
    <w:lvl w:ilvl="0" w:tplc="F39415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21D0C"/>
    <w:multiLevelType w:val="hybridMultilevel"/>
    <w:tmpl w:val="0CAC66F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1BF41E4C"/>
    <w:multiLevelType w:val="hybridMultilevel"/>
    <w:tmpl w:val="99C6EFD6"/>
    <w:lvl w:ilvl="0" w:tplc="FFFFFFFF">
      <w:start w:val="1"/>
      <w:numFmt w:val="decimal"/>
      <w:lvlText w:val="%1."/>
      <w:lvlJc w:val="left"/>
      <w:pPr>
        <w:ind w:left="111" w:hanging="432"/>
      </w:pPr>
      <w:rPr>
        <w:w w:val="95"/>
        <w:lang w:val="uk-UA" w:eastAsia="uk-UA" w:bidi="uk-UA"/>
      </w:rPr>
    </w:lvl>
    <w:lvl w:ilvl="1" w:tplc="FFFFFFFF">
      <w:numFmt w:val="bullet"/>
      <w:lvlText w:val="•"/>
      <w:lvlJc w:val="left"/>
      <w:pPr>
        <w:ind w:left="1080" w:hanging="432"/>
      </w:pPr>
      <w:rPr>
        <w:lang w:val="uk-UA" w:eastAsia="uk-UA" w:bidi="uk-UA"/>
      </w:rPr>
    </w:lvl>
    <w:lvl w:ilvl="2" w:tplc="FFFFFFFF">
      <w:numFmt w:val="bullet"/>
      <w:lvlText w:val="•"/>
      <w:lvlJc w:val="left"/>
      <w:pPr>
        <w:ind w:left="2040" w:hanging="432"/>
      </w:pPr>
      <w:rPr>
        <w:lang w:val="uk-UA" w:eastAsia="uk-UA" w:bidi="uk-UA"/>
      </w:rPr>
    </w:lvl>
    <w:lvl w:ilvl="3" w:tplc="FFFFFFFF">
      <w:numFmt w:val="bullet"/>
      <w:lvlText w:val="•"/>
      <w:lvlJc w:val="left"/>
      <w:pPr>
        <w:ind w:left="3000" w:hanging="432"/>
      </w:pPr>
      <w:rPr>
        <w:lang w:val="uk-UA" w:eastAsia="uk-UA" w:bidi="uk-UA"/>
      </w:rPr>
    </w:lvl>
    <w:lvl w:ilvl="4" w:tplc="FFFFFFFF">
      <w:numFmt w:val="bullet"/>
      <w:lvlText w:val="•"/>
      <w:lvlJc w:val="left"/>
      <w:pPr>
        <w:ind w:left="3960" w:hanging="432"/>
      </w:pPr>
      <w:rPr>
        <w:lang w:val="uk-UA" w:eastAsia="uk-UA" w:bidi="uk-UA"/>
      </w:rPr>
    </w:lvl>
    <w:lvl w:ilvl="5" w:tplc="FFFFFFFF">
      <w:numFmt w:val="bullet"/>
      <w:lvlText w:val="•"/>
      <w:lvlJc w:val="left"/>
      <w:pPr>
        <w:ind w:left="4920" w:hanging="432"/>
      </w:pPr>
      <w:rPr>
        <w:lang w:val="uk-UA" w:eastAsia="uk-UA" w:bidi="uk-UA"/>
      </w:rPr>
    </w:lvl>
    <w:lvl w:ilvl="6" w:tplc="FFFFFFFF">
      <w:numFmt w:val="bullet"/>
      <w:lvlText w:val="•"/>
      <w:lvlJc w:val="left"/>
      <w:pPr>
        <w:ind w:left="5880" w:hanging="432"/>
      </w:pPr>
      <w:rPr>
        <w:lang w:val="uk-UA" w:eastAsia="uk-UA" w:bidi="uk-UA"/>
      </w:rPr>
    </w:lvl>
    <w:lvl w:ilvl="7" w:tplc="FFFFFFFF">
      <w:numFmt w:val="bullet"/>
      <w:lvlText w:val="•"/>
      <w:lvlJc w:val="left"/>
      <w:pPr>
        <w:ind w:left="6840" w:hanging="432"/>
      </w:pPr>
      <w:rPr>
        <w:lang w:val="uk-UA" w:eastAsia="uk-UA" w:bidi="uk-UA"/>
      </w:rPr>
    </w:lvl>
    <w:lvl w:ilvl="8" w:tplc="FFFFFFFF">
      <w:numFmt w:val="bullet"/>
      <w:lvlText w:val="•"/>
      <w:lvlJc w:val="left"/>
      <w:pPr>
        <w:ind w:left="7800" w:hanging="432"/>
      </w:pPr>
      <w:rPr>
        <w:lang w:val="uk-UA" w:eastAsia="uk-UA" w:bidi="uk-UA"/>
      </w:rPr>
    </w:lvl>
  </w:abstractNum>
  <w:abstractNum w:abstractNumId="5">
    <w:nsid w:val="1EA85AF1"/>
    <w:multiLevelType w:val="multilevel"/>
    <w:tmpl w:val="4A0643A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EF00EAE"/>
    <w:multiLevelType w:val="hybridMultilevel"/>
    <w:tmpl w:val="90C08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2D2AB6"/>
    <w:multiLevelType w:val="multilevel"/>
    <w:tmpl w:val="8C0C5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E231E1"/>
    <w:multiLevelType w:val="hybridMultilevel"/>
    <w:tmpl w:val="612AE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C33CFC"/>
    <w:multiLevelType w:val="hybridMultilevel"/>
    <w:tmpl w:val="5FDE659A"/>
    <w:lvl w:ilvl="0" w:tplc="206063B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CAF4651"/>
    <w:multiLevelType w:val="multilevel"/>
    <w:tmpl w:val="C06EB0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11">
    <w:nsid w:val="48BE60E5"/>
    <w:multiLevelType w:val="hybridMultilevel"/>
    <w:tmpl w:val="2BFA5E58"/>
    <w:lvl w:ilvl="0" w:tplc="6616EED6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4D6E41B2"/>
    <w:multiLevelType w:val="hybridMultilevel"/>
    <w:tmpl w:val="1F58C58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57F22E17"/>
    <w:multiLevelType w:val="multilevel"/>
    <w:tmpl w:val="9BE6554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4">
    <w:nsid w:val="580C1B15"/>
    <w:multiLevelType w:val="hybridMultilevel"/>
    <w:tmpl w:val="644AEE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D6B2B8E"/>
    <w:multiLevelType w:val="hybridMultilevel"/>
    <w:tmpl w:val="121E814C"/>
    <w:lvl w:ilvl="0" w:tplc="6F0A5E6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6B4E4CD6"/>
    <w:multiLevelType w:val="hybridMultilevel"/>
    <w:tmpl w:val="764E1E78"/>
    <w:lvl w:ilvl="0" w:tplc="5E6A67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170267"/>
    <w:multiLevelType w:val="hybridMultilevel"/>
    <w:tmpl w:val="AE8CA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931DF1"/>
    <w:multiLevelType w:val="hybridMultilevel"/>
    <w:tmpl w:val="CF28C102"/>
    <w:lvl w:ilvl="0" w:tplc="EC1EEE70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F6F46FD6">
      <w:numFmt w:val="none"/>
      <w:lvlText w:val=""/>
      <w:lvlJc w:val="left"/>
      <w:pPr>
        <w:tabs>
          <w:tab w:val="num" w:pos="360"/>
        </w:tabs>
      </w:pPr>
    </w:lvl>
    <w:lvl w:ilvl="2" w:tplc="F070C220">
      <w:numFmt w:val="none"/>
      <w:lvlText w:val=""/>
      <w:lvlJc w:val="left"/>
      <w:pPr>
        <w:tabs>
          <w:tab w:val="num" w:pos="360"/>
        </w:tabs>
      </w:pPr>
    </w:lvl>
    <w:lvl w:ilvl="3" w:tplc="DEF87636">
      <w:numFmt w:val="none"/>
      <w:lvlText w:val=""/>
      <w:lvlJc w:val="left"/>
      <w:pPr>
        <w:tabs>
          <w:tab w:val="num" w:pos="360"/>
        </w:tabs>
      </w:pPr>
    </w:lvl>
    <w:lvl w:ilvl="4" w:tplc="8D7C619C">
      <w:numFmt w:val="none"/>
      <w:lvlText w:val=""/>
      <w:lvlJc w:val="left"/>
      <w:pPr>
        <w:tabs>
          <w:tab w:val="num" w:pos="360"/>
        </w:tabs>
      </w:pPr>
    </w:lvl>
    <w:lvl w:ilvl="5" w:tplc="F2D6A19E">
      <w:numFmt w:val="none"/>
      <w:lvlText w:val=""/>
      <w:lvlJc w:val="left"/>
      <w:pPr>
        <w:tabs>
          <w:tab w:val="num" w:pos="360"/>
        </w:tabs>
      </w:pPr>
    </w:lvl>
    <w:lvl w:ilvl="6" w:tplc="C38A03BA">
      <w:numFmt w:val="none"/>
      <w:lvlText w:val=""/>
      <w:lvlJc w:val="left"/>
      <w:pPr>
        <w:tabs>
          <w:tab w:val="num" w:pos="360"/>
        </w:tabs>
      </w:pPr>
    </w:lvl>
    <w:lvl w:ilvl="7" w:tplc="2FB24EB2">
      <w:numFmt w:val="none"/>
      <w:lvlText w:val=""/>
      <w:lvlJc w:val="left"/>
      <w:pPr>
        <w:tabs>
          <w:tab w:val="num" w:pos="360"/>
        </w:tabs>
      </w:pPr>
    </w:lvl>
    <w:lvl w:ilvl="8" w:tplc="7DF8172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8"/>
  </w:num>
  <w:num w:numId="2">
    <w:abstractNumId w:val="3"/>
  </w:num>
  <w:num w:numId="3">
    <w:abstractNumId w:val="12"/>
  </w:num>
  <w:num w:numId="4">
    <w:abstractNumId w:val="9"/>
  </w:num>
  <w:num w:numId="5">
    <w:abstractNumId w:val="11"/>
  </w:num>
  <w:num w:numId="6">
    <w:abstractNumId w:val="14"/>
  </w:num>
  <w:num w:numId="7">
    <w:abstractNumId w:val="8"/>
  </w:num>
  <w:num w:numId="8">
    <w:abstractNumId w:val="15"/>
  </w:num>
  <w:num w:numId="9">
    <w:abstractNumId w:val="10"/>
  </w:num>
  <w:num w:numId="1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</w:num>
  <w:num w:numId="12">
    <w:abstractNumId w:val="1"/>
  </w:num>
  <w:num w:numId="13">
    <w:abstractNumId w:val="4"/>
  </w:num>
  <w:num w:numId="14">
    <w:abstractNumId w:val="13"/>
  </w:num>
  <w:num w:numId="15">
    <w:abstractNumId w:val="17"/>
  </w:num>
  <w:num w:numId="16">
    <w:abstractNumId w:val="2"/>
  </w:num>
  <w:num w:numId="17">
    <w:abstractNumId w:val="6"/>
  </w:num>
  <w:num w:numId="18">
    <w:abstractNumId w:val="0"/>
  </w:num>
  <w:num w:numId="19">
    <w:abstractNumId w:val="7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6F"/>
    <w:rsid w:val="00001498"/>
    <w:rsid w:val="00017942"/>
    <w:rsid w:val="000201CD"/>
    <w:rsid w:val="00020F40"/>
    <w:rsid w:val="0003082D"/>
    <w:rsid w:val="00030FE9"/>
    <w:rsid w:val="00032D21"/>
    <w:rsid w:val="00034D95"/>
    <w:rsid w:val="00035026"/>
    <w:rsid w:val="00036412"/>
    <w:rsid w:val="00040171"/>
    <w:rsid w:val="0004180A"/>
    <w:rsid w:val="00051041"/>
    <w:rsid w:val="000552BC"/>
    <w:rsid w:val="00061ADD"/>
    <w:rsid w:val="00062D76"/>
    <w:rsid w:val="00065C49"/>
    <w:rsid w:val="00066E14"/>
    <w:rsid w:val="00075EFA"/>
    <w:rsid w:val="0008105B"/>
    <w:rsid w:val="0009436F"/>
    <w:rsid w:val="00097384"/>
    <w:rsid w:val="000A7B99"/>
    <w:rsid w:val="000B1A70"/>
    <w:rsid w:val="000B25C5"/>
    <w:rsid w:val="000B7E73"/>
    <w:rsid w:val="000D1A0B"/>
    <w:rsid w:val="000D3164"/>
    <w:rsid w:val="000E3433"/>
    <w:rsid w:val="000E7C90"/>
    <w:rsid w:val="000F1512"/>
    <w:rsid w:val="000F221F"/>
    <w:rsid w:val="000F254C"/>
    <w:rsid w:val="000F3A58"/>
    <w:rsid w:val="000F4F39"/>
    <w:rsid w:val="000F745F"/>
    <w:rsid w:val="00100159"/>
    <w:rsid w:val="00100544"/>
    <w:rsid w:val="00101386"/>
    <w:rsid w:val="00112769"/>
    <w:rsid w:val="001129C8"/>
    <w:rsid w:val="0011363D"/>
    <w:rsid w:val="00114ECF"/>
    <w:rsid w:val="00120900"/>
    <w:rsid w:val="00123256"/>
    <w:rsid w:val="00132309"/>
    <w:rsid w:val="001400F4"/>
    <w:rsid w:val="00143C9E"/>
    <w:rsid w:val="00150E92"/>
    <w:rsid w:val="00151BCF"/>
    <w:rsid w:val="0015300D"/>
    <w:rsid w:val="001630E1"/>
    <w:rsid w:val="00172104"/>
    <w:rsid w:val="00173B01"/>
    <w:rsid w:val="00182E14"/>
    <w:rsid w:val="00183890"/>
    <w:rsid w:val="0018392C"/>
    <w:rsid w:val="001910BD"/>
    <w:rsid w:val="00191B91"/>
    <w:rsid w:val="00195ABE"/>
    <w:rsid w:val="001A01B4"/>
    <w:rsid w:val="001A161D"/>
    <w:rsid w:val="001A24AD"/>
    <w:rsid w:val="001A2596"/>
    <w:rsid w:val="001A2760"/>
    <w:rsid w:val="001B1B39"/>
    <w:rsid w:val="001B3D52"/>
    <w:rsid w:val="001C2607"/>
    <w:rsid w:val="001C3139"/>
    <w:rsid w:val="001C38F9"/>
    <w:rsid w:val="001C5E7C"/>
    <w:rsid w:val="001D1282"/>
    <w:rsid w:val="001E05C2"/>
    <w:rsid w:val="001E2135"/>
    <w:rsid w:val="001E2B36"/>
    <w:rsid w:val="001E42F3"/>
    <w:rsid w:val="001E5ADC"/>
    <w:rsid w:val="001E673A"/>
    <w:rsid w:val="001E7972"/>
    <w:rsid w:val="001F0206"/>
    <w:rsid w:val="001F4553"/>
    <w:rsid w:val="00206CDA"/>
    <w:rsid w:val="00213DCE"/>
    <w:rsid w:val="00213E7D"/>
    <w:rsid w:val="00221C77"/>
    <w:rsid w:val="00225DA5"/>
    <w:rsid w:val="00226A07"/>
    <w:rsid w:val="002300EA"/>
    <w:rsid w:val="0023471F"/>
    <w:rsid w:val="002406E5"/>
    <w:rsid w:val="002409FC"/>
    <w:rsid w:val="0024423F"/>
    <w:rsid w:val="002444EC"/>
    <w:rsid w:val="0024654D"/>
    <w:rsid w:val="00252CB8"/>
    <w:rsid w:val="0025787E"/>
    <w:rsid w:val="00261AD1"/>
    <w:rsid w:val="00261DA9"/>
    <w:rsid w:val="00262288"/>
    <w:rsid w:val="00271A82"/>
    <w:rsid w:val="00271E66"/>
    <w:rsid w:val="00275DCB"/>
    <w:rsid w:val="0027744A"/>
    <w:rsid w:val="00280271"/>
    <w:rsid w:val="0028072E"/>
    <w:rsid w:val="00284C7C"/>
    <w:rsid w:val="0028743B"/>
    <w:rsid w:val="00291C9F"/>
    <w:rsid w:val="00293307"/>
    <w:rsid w:val="002A2843"/>
    <w:rsid w:val="002A5541"/>
    <w:rsid w:val="002B1DC8"/>
    <w:rsid w:val="002B3791"/>
    <w:rsid w:val="002B53FF"/>
    <w:rsid w:val="002C21D7"/>
    <w:rsid w:val="002C5E5E"/>
    <w:rsid w:val="002D0977"/>
    <w:rsid w:val="002D28B4"/>
    <w:rsid w:val="002E0C69"/>
    <w:rsid w:val="002E4289"/>
    <w:rsid w:val="002E4829"/>
    <w:rsid w:val="002F337E"/>
    <w:rsid w:val="002F42C6"/>
    <w:rsid w:val="00314440"/>
    <w:rsid w:val="00321366"/>
    <w:rsid w:val="00322099"/>
    <w:rsid w:val="003251C6"/>
    <w:rsid w:val="00326A47"/>
    <w:rsid w:val="0032703B"/>
    <w:rsid w:val="00334A50"/>
    <w:rsid w:val="003405EA"/>
    <w:rsid w:val="00340D62"/>
    <w:rsid w:val="00346BE4"/>
    <w:rsid w:val="00350382"/>
    <w:rsid w:val="00356AC5"/>
    <w:rsid w:val="00362434"/>
    <w:rsid w:val="00373DCC"/>
    <w:rsid w:val="00377183"/>
    <w:rsid w:val="00383A21"/>
    <w:rsid w:val="0039055B"/>
    <w:rsid w:val="003940D5"/>
    <w:rsid w:val="003A4669"/>
    <w:rsid w:val="003A76F1"/>
    <w:rsid w:val="003B221C"/>
    <w:rsid w:val="003C5451"/>
    <w:rsid w:val="003D154A"/>
    <w:rsid w:val="003D4A13"/>
    <w:rsid w:val="003D4F6E"/>
    <w:rsid w:val="003D7027"/>
    <w:rsid w:val="003F0D6E"/>
    <w:rsid w:val="003F1226"/>
    <w:rsid w:val="003F1A4E"/>
    <w:rsid w:val="003F30E5"/>
    <w:rsid w:val="00406758"/>
    <w:rsid w:val="00406C90"/>
    <w:rsid w:val="00411041"/>
    <w:rsid w:val="00411A1F"/>
    <w:rsid w:val="00413339"/>
    <w:rsid w:val="00430432"/>
    <w:rsid w:val="0043518A"/>
    <w:rsid w:val="00437DCB"/>
    <w:rsid w:val="00440A37"/>
    <w:rsid w:val="0044146F"/>
    <w:rsid w:val="00447B75"/>
    <w:rsid w:val="0045113D"/>
    <w:rsid w:val="00454A57"/>
    <w:rsid w:val="0045767C"/>
    <w:rsid w:val="004616ED"/>
    <w:rsid w:val="0046744A"/>
    <w:rsid w:val="00471242"/>
    <w:rsid w:val="00471FBC"/>
    <w:rsid w:val="00474D22"/>
    <w:rsid w:val="0048163A"/>
    <w:rsid w:val="00483378"/>
    <w:rsid w:val="00491CA6"/>
    <w:rsid w:val="00495772"/>
    <w:rsid w:val="00496CA8"/>
    <w:rsid w:val="004A2143"/>
    <w:rsid w:val="004A278F"/>
    <w:rsid w:val="004A7D5C"/>
    <w:rsid w:val="004B1238"/>
    <w:rsid w:val="004B1CD0"/>
    <w:rsid w:val="004B24AF"/>
    <w:rsid w:val="004B3C2E"/>
    <w:rsid w:val="004B6722"/>
    <w:rsid w:val="004C30BC"/>
    <w:rsid w:val="004F4042"/>
    <w:rsid w:val="0050741B"/>
    <w:rsid w:val="00507639"/>
    <w:rsid w:val="005079BB"/>
    <w:rsid w:val="00510F4B"/>
    <w:rsid w:val="0051192C"/>
    <w:rsid w:val="00512BDF"/>
    <w:rsid w:val="00517592"/>
    <w:rsid w:val="005205F7"/>
    <w:rsid w:val="0052551B"/>
    <w:rsid w:val="005274B0"/>
    <w:rsid w:val="00530450"/>
    <w:rsid w:val="005305DB"/>
    <w:rsid w:val="0053127C"/>
    <w:rsid w:val="0053173D"/>
    <w:rsid w:val="00531E2A"/>
    <w:rsid w:val="005346E1"/>
    <w:rsid w:val="0053705B"/>
    <w:rsid w:val="00540D2A"/>
    <w:rsid w:val="0054667A"/>
    <w:rsid w:val="00555B1C"/>
    <w:rsid w:val="00556646"/>
    <w:rsid w:val="005677CC"/>
    <w:rsid w:val="00573EB5"/>
    <w:rsid w:val="00584802"/>
    <w:rsid w:val="00587F5E"/>
    <w:rsid w:val="005A06D1"/>
    <w:rsid w:val="005A0856"/>
    <w:rsid w:val="005A4DAE"/>
    <w:rsid w:val="005C1D5D"/>
    <w:rsid w:val="005C3476"/>
    <w:rsid w:val="005C5292"/>
    <w:rsid w:val="005C66AC"/>
    <w:rsid w:val="005D378D"/>
    <w:rsid w:val="005D5739"/>
    <w:rsid w:val="005E0313"/>
    <w:rsid w:val="005E05D2"/>
    <w:rsid w:val="005E2D43"/>
    <w:rsid w:val="005F2B06"/>
    <w:rsid w:val="005F492A"/>
    <w:rsid w:val="005F5CC9"/>
    <w:rsid w:val="005F75C6"/>
    <w:rsid w:val="00600565"/>
    <w:rsid w:val="00601A12"/>
    <w:rsid w:val="00612935"/>
    <w:rsid w:val="00615A85"/>
    <w:rsid w:val="0061667D"/>
    <w:rsid w:val="006202FD"/>
    <w:rsid w:val="00630348"/>
    <w:rsid w:val="0063096A"/>
    <w:rsid w:val="00632247"/>
    <w:rsid w:val="00633619"/>
    <w:rsid w:val="00642044"/>
    <w:rsid w:val="00647450"/>
    <w:rsid w:val="00651310"/>
    <w:rsid w:val="006518E5"/>
    <w:rsid w:val="00655D5C"/>
    <w:rsid w:val="00656799"/>
    <w:rsid w:val="006603F4"/>
    <w:rsid w:val="006656AA"/>
    <w:rsid w:val="00666CAF"/>
    <w:rsid w:val="006779C1"/>
    <w:rsid w:val="006801CD"/>
    <w:rsid w:val="00687899"/>
    <w:rsid w:val="00687F4E"/>
    <w:rsid w:val="006A09FF"/>
    <w:rsid w:val="006A2A95"/>
    <w:rsid w:val="006D2663"/>
    <w:rsid w:val="006F0FD3"/>
    <w:rsid w:val="006F1D28"/>
    <w:rsid w:val="006F7D72"/>
    <w:rsid w:val="007014FE"/>
    <w:rsid w:val="00703F12"/>
    <w:rsid w:val="007041D8"/>
    <w:rsid w:val="007070B5"/>
    <w:rsid w:val="00711B5F"/>
    <w:rsid w:val="00712AF2"/>
    <w:rsid w:val="007149A4"/>
    <w:rsid w:val="00715CBC"/>
    <w:rsid w:val="007173DB"/>
    <w:rsid w:val="0071772A"/>
    <w:rsid w:val="00720960"/>
    <w:rsid w:val="00723CEB"/>
    <w:rsid w:val="00727303"/>
    <w:rsid w:val="00727987"/>
    <w:rsid w:val="00733C16"/>
    <w:rsid w:val="007441B1"/>
    <w:rsid w:val="00744BA6"/>
    <w:rsid w:val="00744C31"/>
    <w:rsid w:val="007502B6"/>
    <w:rsid w:val="00754477"/>
    <w:rsid w:val="007636EF"/>
    <w:rsid w:val="007749D4"/>
    <w:rsid w:val="007773A4"/>
    <w:rsid w:val="00777D3E"/>
    <w:rsid w:val="00781650"/>
    <w:rsid w:val="00784BF6"/>
    <w:rsid w:val="007862ED"/>
    <w:rsid w:val="00786570"/>
    <w:rsid w:val="00786975"/>
    <w:rsid w:val="00796387"/>
    <w:rsid w:val="00796BF3"/>
    <w:rsid w:val="007A2D47"/>
    <w:rsid w:val="007B2906"/>
    <w:rsid w:val="007B2990"/>
    <w:rsid w:val="007B509A"/>
    <w:rsid w:val="007C3C9B"/>
    <w:rsid w:val="007C506F"/>
    <w:rsid w:val="007D134B"/>
    <w:rsid w:val="007E0EBE"/>
    <w:rsid w:val="007E355F"/>
    <w:rsid w:val="007E69D5"/>
    <w:rsid w:val="007E754C"/>
    <w:rsid w:val="007F1681"/>
    <w:rsid w:val="007F5E7F"/>
    <w:rsid w:val="007F7A70"/>
    <w:rsid w:val="0080098A"/>
    <w:rsid w:val="00806202"/>
    <w:rsid w:val="00812F79"/>
    <w:rsid w:val="00815EEE"/>
    <w:rsid w:val="00815EFD"/>
    <w:rsid w:val="0083057B"/>
    <w:rsid w:val="00832318"/>
    <w:rsid w:val="00833E7F"/>
    <w:rsid w:val="008360A4"/>
    <w:rsid w:val="00836807"/>
    <w:rsid w:val="00843CD7"/>
    <w:rsid w:val="00846C36"/>
    <w:rsid w:val="00861584"/>
    <w:rsid w:val="0087187B"/>
    <w:rsid w:val="0087419F"/>
    <w:rsid w:val="00876DC9"/>
    <w:rsid w:val="0088028C"/>
    <w:rsid w:val="00883B33"/>
    <w:rsid w:val="00884F34"/>
    <w:rsid w:val="00887417"/>
    <w:rsid w:val="00891702"/>
    <w:rsid w:val="00891B8D"/>
    <w:rsid w:val="008942EB"/>
    <w:rsid w:val="00895A6F"/>
    <w:rsid w:val="00896CC7"/>
    <w:rsid w:val="008A79EA"/>
    <w:rsid w:val="008B65AB"/>
    <w:rsid w:val="008B6EF6"/>
    <w:rsid w:val="008B7236"/>
    <w:rsid w:val="008C11AA"/>
    <w:rsid w:val="008C728B"/>
    <w:rsid w:val="008E2CCF"/>
    <w:rsid w:val="008F0F98"/>
    <w:rsid w:val="008F2AF8"/>
    <w:rsid w:val="008F7E2A"/>
    <w:rsid w:val="0090317B"/>
    <w:rsid w:val="00905953"/>
    <w:rsid w:val="00912402"/>
    <w:rsid w:val="00912B17"/>
    <w:rsid w:val="00913A2B"/>
    <w:rsid w:val="00921F9B"/>
    <w:rsid w:val="00922272"/>
    <w:rsid w:val="00933AB7"/>
    <w:rsid w:val="009447F7"/>
    <w:rsid w:val="00945794"/>
    <w:rsid w:val="009479EF"/>
    <w:rsid w:val="00952EF7"/>
    <w:rsid w:val="00954D3B"/>
    <w:rsid w:val="00962160"/>
    <w:rsid w:val="00962472"/>
    <w:rsid w:val="00974157"/>
    <w:rsid w:val="00977F5C"/>
    <w:rsid w:val="00982788"/>
    <w:rsid w:val="00983EF1"/>
    <w:rsid w:val="00991D6E"/>
    <w:rsid w:val="009A681B"/>
    <w:rsid w:val="009A7721"/>
    <w:rsid w:val="009B5ECB"/>
    <w:rsid w:val="009C01E3"/>
    <w:rsid w:val="009C2E22"/>
    <w:rsid w:val="009C2F2B"/>
    <w:rsid w:val="009D2570"/>
    <w:rsid w:val="009E0536"/>
    <w:rsid w:val="009E33E9"/>
    <w:rsid w:val="009E3B6A"/>
    <w:rsid w:val="009F5840"/>
    <w:rsid w:val="00A00A7E"/>
    <w:rsid w:val="00A03C08"/>
    <w:rsid w:val="00A070C0"/>
    <w:rsid w:val="00A0783C"/>
    <w:rsid w:val="00A16622"/>
    <w:rsid w:val="00A23FA0"/>
    <w:rsid w:val="00A33257"/>
    <w:rsid w:val="00A3710C"/>
    <w:rsid w:val="00A429BB"/>
    <w:rsid w:val="00A476AF"/>
    <w:rsid w:val="00A47FC3"/>
    <w:rsid w:val="00A5181E"/>
    <w:rsid w:val="00A51ABE"/>
    <w:rsid w:val="00A520AD"/>
    <w:rsid w:val="00A53427"/>
    <w:rsid w:val="00A676E0"/>
    <w:rsid w:val="00A67D0D"/>
    <w:rsid w:val="00A743CF"/>
    <w:rsid w:val="00A754F6"/>
    <w:rsid w:val="00A76318"/>
    <w:rsid w:val="00A93BCF"/>
    <w:rsid w:val="00A96999"/>
    <w:rsid w:val="00A97BB5"/>
    <w:rsid w:val="00AA5C75"/>
    <w:rsid w:val="00AB35F0"/>
    <w:rsid w:val="00AB7989"/>
    <w:rsid w:val="00AC265D"/>
    <w:rsid w:val="00AC5B0C"/>
    <w:rsid w:val="00AD16D0"/>
    <w:rsid w:val="00AD78B5"/>
    <w:rsid w:val="00AF715A"/>
    <w:rsid w:val="00B04B3B"/>
    <w:rsid w:val="00B13739"/>
    <w:rsid w:val="00B1419E"/>
    <w:rsid w:val="00B15E2E"/>
    <w:rsid w:val="00B15F69"/>
    <w:rsid w:val="00B16313"/>
    <w:rsid w:val="00B21A64"/>
    <w:rsid w:val="00B2415B"/>
    <w:rsid w:val="00B300C5"/>
    <w:rsid w:val="00B30330"/>
    <w:rsid w:val="00B33FCB"/>
    <w:rsid w:val="00B40366"/>
    <w:rsid w:val="00B40984"/>
    <w:rsid w:val="00B43502"/>
    <w:rsid w:val="00B438BD"/>
    <w:rsid w:val="00B43C84"/>
    <w:rsid w:val="00B469B5"/>
    <w:rsid w:val="00B52D5B"/>
    <w:rsid w:val="00B53544"/>
    <w:rsid w:val="00B568E6"/>
    <w:rsid w:val="00B608D5"/>
    <w:rsid w:val="00B6273A"/>
    <w:rsid w:val="00B7075A"/>
    <w:rsid w:val="00B70D0D"/>
    <w:rsid w:val="00B71FC4"/>
    <w:rsid w:val="00B765B4"/>
    <w:rsid w:val="00B77E7D"/>
    <w:rsid w:val="00B95F01"/>
    <w:rsid w:val="00BA09D2"/>
    <w:rsid w:val="00BA556D"/>
    <w:rsid w:val="00BA5DED"/>
    <w:rsid w:val="00BB182F"/>
    <w:rsid w:val="00BB6850"/>
    <w:rsid w:val="00BB6B59"/>
    <w:rsid w:val="00BB7666"/>
    <w:rsid w:val="00BC014A"/>
    <w:rsid w:val="00BC24B1"/>
    <w:rsid w:val="00BC4164"/>
    <w:rsid w:val="00BC43D1"/>
    <w:rsid w:val="00BC4C8C"/>
    <w:rsid w:val="00BC64E4"/>
    <w:rsid w:val="00BC7FA1"/>
    <w:rsid w:val="00BD4187"/>
    <w:rsid w:val="00BD4510"/>
    <w:rsid w:val="00BD666F"/>
    <w:rsid w:val="00BE1011"/>
    <w:rsid w:val="00BE2DEF"/>
    <w:rsid w:val="00BE68B1"/>
    <w:rsid w:val="00BE7E4D"/>
    <w:rsid w:val="00BF5394"/>
    <w:rsid w:val="00C109C3"/>
    <w:rsid w:val="00C15539"/>
    <w:rsid w:val="00C2031C"/>
    <w:rsid w:val="00C24F1C"/>
    <w:rsid w:val="00C368C8"/>
    <w:rsid w:val="00C36F1E"/>
    <w:rsid w:val="00C37AB0"/>
    <w:rsid w:val="00C40FFA"/>
    <w:rsid w:val="00C45949"/>
    <w:rsid w:val="00C45FFC"/>
    <w:rsid w:val="00C47715"/>
    <w:rsid w:val="00C575DB"/>
    <w:rsid w:val="00C7567F"/>
    <w:rsid w:val="00C821FE"/>
    <w:rsid w:val="00C86055"/>
    <w:rsid w:val="00C960E7"/>
    <w:rsid w:val="00C96C9F"/>
    <w:rsid w:val="00C96E94"/>
    <w:rsid w:val="00CA1285"/>
    <w:rsid w:val="00CA4679"/>
    <w:rsid w:val="00CA646E"/>
    <w:rsid w:val="00CA648D"/>
    <w:rsid w:val="00CB0E6C"/>
    <w:rsid w:val="00CB1170"/>
    <w:rsid w:val="00CB4120"/>
    <w:rsid w:val="00CB4379"/>
    <w:rsid w:val="00CB493E"/>
    <w:rsid w:val="00CB7527"/>
    <w:rsid w:val="00CC074C"/>
    <w:rsid w:val="00CC08A7"/>
    <w:rsid w:val="00CC2628"/>
    <w:rsid w:val="00CD212F"/>
    <w:rsid w:val="00CD35F3"/>
    <w:rsid w:val="00CE0430"/>
    <w:rsid w:val="00CE10FB"/>
    <w:rsid w:val="00CF7926"/>
    <w:rsid w:val="00D06226"/>
    <w:rsid w:val="00D06765"/>
    <w:rsid w:val="00D07FE6"/>
    <w:rsid w:val="00D14D14"/>
    <w:rsid w:val="00D1688D"/>
    <w:rsid w:val="00D2049C"/>
    <w:rsid w:val="00D27869"/>
    <w:rsid w:val="00D31A2B"/>
    <w:rsid w:val="00D330E4"/>
    <w:rsid w:val="00D34055"/>
    <w:rsid w:val="00D35496"/>
    <w:rsid w:val="00D36ED9"/>
    <w:rsid w:val="00D414BF"/>
    <w:rsid w:val="00D4212D"/>
    <w:rsid w:val="00D433F5"/>
    <w:rsid w:val="00D44654"/>
    <w:rsid w:val="00D5056B"/>
    <w:rsid w:val="00D51261"/>
    <w:rsid w:val="00D52BD1"/>
    <w:rsid w:val="00D565E2"/>
    <w:rsid w:val="00D80135"/>
    <w:rsid w:val="00D82BC5"/>
    <w:rsid w:val="00D82DD7"/>
    <w:rsid w:val="00D839FA"/>
    <w:rsid w:val="00D9126A"/>
    <w:rsid w:val="00D96B67"/>
    <w:rsid w:val="00DA43D2"/>
    <w:rsid w:val="00DB162D"/>
    <w:rsid w:val="00DB688D"/>
    <w:rsid w:val="00DC284A"/>
    <w:rsid w:val="00DD1437"/>
    <w:rsid w:val="00DD2FEA"/>
    <w:rsid w:val="00DD377C"/>
    <w:rsid w:val="00DD4B18"/>
    <w:rsid w:val="00DE064E"/>
    <w:rsid w:val="00DE0AD7"/>
    <w:rsid w:val="00DE6A80"/>
    <w:rsid w:val="00DF05D0"/>
    <w:rsid w:val="00DF3C52"/>
    <w:rsid w:val="00E05904"/>
    <w:rsid w:val="00E069D4"/>
    <w:rsid w:val="00E20AEA"/>
    <w:rsid w:val="00E36EDE"/>
    <w:rsid w:val="00E37B1E"/>
    <w:rsid w:val="00E5437B"/>
    <w:rsid w:val="00E565A8"/>
    <w:rsid w:val="00E57032"/>
    <w:rsid w:val="00E672A4"/>
    <w:rsid w:val="00E72B43"/>
    <w:rsid w:val="00E77893"/>
    <w:rsid w:val="00E82535"/>
    <w:rsid w:val="00E93E0B"/>
    <w:rsid w:val="00EA15A7"/>
    <w:rsid w:val="00EC13E8"/>
    <w:rsid w:val="00EC3B95"/>
    <w:rsid w:val="00EC6369"/>
    <w:rsid w:val="00ED73F8"/>
    <w:rsid w:val="00EE5757"/>
    <w:rsid w:val="00EF049E"/>
    <w:rsid w:val="00EF0D13"/>
    <w:rsid w:val="00EF49C0"/>
    <w:rsid w:val="00EF7926"/>
    <w:rsid w:val="00F020C2"/>
    <w:rsid w:val="00F024A4"/>
    <w:rsid w:val="00F07599"/>
    <w:rsid w:val="00F1162E"/>
    <w:rsid w:val="00F14BD3"/>
    <w:rsid w:val="00F23DD4"/>
    <w:rsid w:val="00F24197"/>
    <w:rsid w:val="00F2586C"/>
    <w:rsid w:val="00F25BC7"/>
    <w:rsid w:val="00F537D9"/>
    <w:rsid w:val="00F54A7A"/>
    <w:rsid w:val="00F55E15"/>
    <w:rsid w:val="00F575AA"/>
    <w:rsid w:val="00F57DDA"/>
    <w:rsid w:val="00F61541"/>
    <w:rsid w:val="00F67A00"/>
    <w:rsid w:val="00F74598"/>
    <w:rsid w:val="00F82FC6"/>
    <w:rsid w:val="00F91ABB"/>
    <w:rsid w:val="00F965B9"/>
    <w:rsid w:val="00FA1FE1"/>
    <w:rsid w:val="00FA2DC7"/>
    <w:rsid w:val="00FA610C"/>
    <w:rsid w:val="00FB10BE"/>
    <w:rsid w:val="00FB53B5"/>
    <w:rsid w:val="00FB6837"/>
    <w:rsid w:val="00FB7C43"/>
    <w:rsid w:val="00FC2DE2"/>
    <w:rsid w:val="00FC4683"/>
    <w:rsid w:val="00FC5FFD"/>
    <w:rsid w:val="00FC604B"/>
    <w:rsid w:val="00FC668C"/>
    <w:rsid w:val="00FD004B"/>
    <w:rsid w:val="00FD28A6"/>
    <w:rsid w:val="00FD314F"/>
    <w:rsid w:val="00FD47C5"/>
    <w:rsid w:val="00FD6847"/>
    <w:rsid w:val="00FD7604"/>
    <w:rsid w:val="00FE052F"/>
    <w:rsid w:val="00FF398E"/>
    <w:rsid w:val="00FF3E96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B8A11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126A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43C9E"/>
    <w:pPr>
      <w:keepNext/>
      <w:jc w:val="center"/>
      <w:outlineLvl w:val="0"/>
    </w:pPr>
    <w:rPr>
      <w:rFonts w:eastAsia="Batang"/>
      <w:color w:val="0000FF"/>
      <w:sz w:val="32"/>
      <w:szCs w:val="20"/>
      <w:lang w:val="x-none" w:eastAsia="uk-UA"/>
    </w:rPr>
  </w:style>
  <w:style w:type="paragraph" w:styleId="2">
    <w:name w:val="heading 2"/>
    <w:basedOn w:val="a"/>
    <w:next w:val="a"/>
    <w:link w:val="20"/>
    <w:qFormat/>
    <w:rsid w:val="00143C9E"/>
    <w:pPr>
      <w:keepNext/>
      <w:jc w:val="center"/>
      <w:outlineLvl w:val="1"/>
    </w:pPr>
    <w:rPr>
      <w:rFonts w:eastAsia="Batang"/>
      <w:b/>
      <w:sz w:val="28"/>
      <w:szCs w:val="20"/>
      <w:lang w:val="x-none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3518A"/>
    <w:rPr>
      <w:rFonts w:eastAsia="Batang"/>
      <w:color w:val="0000FF"/>
      <w:sz w:val="32"/>
      <w:lang w:eastAsia="uk-UA"/>
    </w:rPr>
  </w:style>
  <w:style w:type="character" w:customStyle="1" w:styleId="20">
    <w:name w:val="Заголовок 2 Знак"/>
    <w:link w:val="2"/>
    <w:rsid w:val="0043518A"/>
    <w:rPr>
      <w:rFonts w:eastAsia="Batang"/>
      <w:b/>
      <w:sz w:val="28"/>
      <w:lang w:eastAsia="uk-UA"/>
    </w:rPr>
  </w:style>
  <w:style w:type="paragraph" w:styleId="a3">
    <w:name w:val="Balloon Text"/>
    <w:basedOn w:val="a"/>
    <w:link w:val="a4"/>
    <w:uiPriority w:val="99"/>
    <w:semiHidden/>
    <w:rsid w:val="00271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65AB"/>
    <w:rPr>
      <w:rFonts w:ascii="Tahoma" w:hAnsi="Tahoma" w:cs="Tahoma"/>
      <w:sz w:val="16"/>
      <w:szCs w:val="16"/>
      <w:lang w:val="ru-RU" w:eastAsia="ru-RU"/>
    </w:rPr>
  </w:style>
  <w:style w:type="character" w:styleId="a5">
    <w:name w:val="Hyperlink"/>
    <w:uiPriority w:val="99"/>
    <w:rsid w:val="00CE10FB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C1553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43518A"/>
    <w:rPr>
      <w:sz w:val="24"/>
      <w:szCs w:val="24"/>
    </w:rPr>
  </w:style>
  <w:style w:type="paragraph" w:styleId="a8">
    <w:name w:val="footer"/>
    <w:basedOn w:val="a"/>
    <w:rsid w:val="00C15539"/>
    <w:pPr>
      <w:tabs>
        <w:tab w:val="center" w:pos="4677"/>
        <w:tab w:val="right" w:pos="9355"/>
      </w:tabs>
    </w:pPr>
  </w:style>
  <w:style w:type="paragraph" w:customStyle="1" w:styleId="a9">
    <w:name w:val="Знак Знак Знак Знак"/>
    <w:basedOn w:val="a"/>
    <w:rsid w:val="006801CD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F54A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54A7A"/>
    <w:rPr>
      <w:rFonts w:ascii="Courier New" w:hAnsi="Courier New" w:cs="Courier New"/>
    </w:rPr>
  </w:style>
  <w:style w:type="paragraph" w:styleId="aa">
    <w:name w:val="List Paragraph"/>
    <w:basedOn w:val="a"/>
    <w:uiPriority w:val="34"/>
    <w:qFormat/>
    <w:rsid w:val="00FB53B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b">
    <w:name w:val="page number"/>
    <w:basedOn w:val="a0"/>
    <w:rsid w:val="00843CD7"/>
  </w:style>
  <w:style w:type="paragraph" w:styleId="ac">
    <w:name w:val="caption"/>
    <w:basedOn w:val="a"/>
    <w:next w:val="a"/>
    <w:qFormat/>
    <w:rsid w:val="002B3791"/>
    <w:rPr>
      <w:rFonts w:eastAsia="Calibri"/>
      <w:szCs w:val="20"/>
    </w:rPr>
  </w:style>
  <w:style w:type="paragraph" w:styleId="21">
    <w:name w:val="Body Text 2"/>
    <w:basedOn w:val="a"/>
    <w:link w:val="22"/>
    <w:uiPriority w:val="99"/>
    <w:unhideWhenUsed/>
    <w:rsid w:val="00833E7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833E7F"/>
    <w:rPr>
      <w:sz w:val="24"/>
      <w:szCs w:val="24"/>
      <w:lang w:val="ru-RU" w:eastAsia="ru-RU"/>
    </w:rPr>
  </w:style>
  <w:style w:type="table" w:styleId="ad">
    <w:name w:val="Table Grid"/>
    <w:basedOn w:val="a1"/>
    <w:uiPriority w:val="39"/>
    <w:rsid w:val="00833E7F"/>
    <w:pPr>
      <w:jc w:val="center"/>
    </w:pPr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basedOn w:val="a0"/>
    <w:uiPriority w:val="20"/>
    <w:qFormat/>
    <w:rsid w:val="00974157"/>
    <w:rPr>
      <w:i/>
      <w:iCs/>
    </w:rPr>
  </w:style>
  <w:style w:type="paragraph" w:styleId="af">
    <w:name w:val="footnote text"/>
    <w:basedOn w:val="a"/>
    <w:link w:val="af0"/>
    <w:uiPriority w:val="99"/>
    <w:unhideWhenUsed/>
    <w:rsid w:val="008B65A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0">
    <w:name w:val="Текст сноски Знак"/>
    <w:basedOn w:val="a0"/>
    <w:link w:val="af"/>
    <w:uiPriority w:val="99"/>
    <w:rsid w:val="008B65AB"/>
    <w:rPr>
      <w:rFonts w:asciiTheme="minorHAnsi" w:eastAsiaTheme="minorHAnsi" w:hAnsiTheme="minorHAnsi" w:cstheme="minorBidi"/>
      <w:lang w:val="ru-RU" w:eastAsia="en-US"/>
    </w:rPr>
  </w:style>
  <w:style w:type="character" w:styleId="af1">
    <w:name w:val="footnote reference"/>
    <w:basedOn w:val="a0"/>
    <w:uiPriority w:val="99"/>
    <w:unhideWhenUsed/>
    <w:rsid w:val="008B65AB"/>
    <w:rPr>
      <w:vertAlign w:val="superscript"/>
    </w:rPr>
  </w:style>
  <w:style w:type="character" w:styleId="af2">
    <w:name w:val="FollowedHyperlink"/>
    <w:basedOn w:val="a0"/>
    <w:uiPriority w:val="99"/>
    <w:unhideWhenUsed/>
    <w:rsid w:val="00226A07"/>
    <w:rPr>
      <w:color w:val="800080"/>
      <w:u w:val="single"/>
    </w:rPr>
  </w:style>
  <w:style w:type="paragraph" w:customStyle="1" w:styleId="xl63">
    <w:name w:val="xl63"/>
    <w:basedOn w:val="a"/>
    <w:rsid w:val="00226A07"/>
    <w:pPr>
      <w:spacing w:before="100" w:beforeAutospacing="1" w:after="100" w:afterAutospacing="1"/>
    </w:pPr>
    <w:rPr>
      <w:sz w:val="28"/>
      <w:szCs w:val="28"/>
    </w:rPr>
  </w:style>
  <w:style w:type="paragraph" w:customStyle="1" w:styleId="xl64">
    <w:name w:val="xl64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66">
    <w:name w:val="xl66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67">
    <w:name w:val="xl67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68">
    <w:name w:val="xl68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69">
    <w:name w:val="xl69"/>
    <w:basedOn w:val="a"/>
    <w:rsid w:val="00226A07"/>
    <w:pPr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a"/>
    <w:rsid w:val="00226A07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71">
    <w:name w:val="xl71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2">
    <w:name w:val="xl72"/>
    <w:basedOn w:val="a"/>
    <w:rsid w:val="00226A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  <w:color w:val="FF0000"/>
    </w:rPr>
  </w:style>
  <w:style w:type="paragraph" w:customStyle="1" w:styleId="xl73">
    <w:name w:val="xl73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  <w:color w:val="FF0000"/>
    </w:rPr>
  </w:style>
  <w:style w:type="paragraph" w:customStyle="1" w:styleId="xl74">
    <w:name w:val="xl74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226A07"/>
    <w:pPr>
      <w:shd w:val="clear" w:color="000000" w:fill="FDE9D9"/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"/>
    <w:rsid w:val="00226A07"/>
    <w:pPr>
      <w:shd w:val="clear" w:color="000000" w:fill="FFFFCC"/>
      <w:spacing w:before="100" w:beforeAutospacing="1" w:after="100" w:afterAutospacing="1"/>
    </w:pPr>
  </w:style>
  <w:style w:type="paragraph" w:customStyle="1" w:styleId="xl78">
    <w:name w:val="xl78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</w:pPr>
  </w:style>
  <w:style w:type="paragraph" w:customStyle="1" w:styleId="xl79">
    <w:name w:val="xl79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</w:style>
  <w:style w:type="paragraph" w:customStyle="1" w:styleId="xl81">
    <w:name w:val="xl81"/>
    <w:basedOn w:val="a"/>
    <w:rsid w:val="00226A07"/>
    <w:pPr>
      <w:shd w:val="clear" w:color="000000" w:fill="FDE9D9"/>
      <w:spacing w:before="100" w:beforeAutospacing="1" w:after="100" w:afterAutospacing="1"/>
      <w:jc w:val="center"/>
      <w:textAlignment w:val="top"/>
    </w:pPr>
  </w:style>
  <w:style w:type="paragraph" w:customStyle="1" w:styleId="xl82">
    <w:name w:val="xl82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</w:style>
  <w:style w:type="paragraph" w:customStyle="1" w:styleId="xl85">
    <w:name w:val="xl85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</w:style>
  <w:style w:type="paragraph" w:customStyle="1" w:styleId="xl86">
    <w:name w:val="xl86"/>
    <w:basedOn w:val="a"/>
    <w:rsid w:val="00226A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</w:style>
  <w:style w:type="paragraph" w:customStyle="1" w:styleId="xl87">
    <w:name w:val="xl87"/>
    <w:basedOn w:val="a"/>
    <w:rsid w:val="00226A0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8">
    <w:name w:val="xl88"/>
    <w:basedOn w:val="a"/>
    <w:rsid w:val="00226A0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9">
    <w:name w:val="xl89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0">
    <w:name w:val="xl90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1">
    <w:name w:val="xl91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2">
    <w:name w:val="xl92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top"/>
    </w:pPr>
  </w:style>
  <w:style w:type="paragraph" w:customStyle="1" w:styleId="xl93">
    <w:name w:val="xl93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</w:style>
  <w:style w:type="paragraph" w:customStyle="1" w:styleId="xl94">
    <w:name w:val="xl94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95">
    <w:name w:val="xl95"/>
    <w:basedOn w:val="a"/>
    <w:rsid w:val="00226A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6">
    <w:name w:val="xl96"/>
    <w:basedOn w:val="a"/>
    <w:rsid w:val="00226A07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7">
    <w:name w:val="xl97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226A07"/>
    <w:pPr>
      <w:pBdr>
        <w:left w:val="single" w:sz="4" w:space="0" w:color="auto"/>
        <w:bottom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9">
    <w:name w:val="xl99"/>
    <w:basedOn w:val="a"/>
    <w:rsid w:val="00226A07"/>
    <w:pPr>
      <w:pBdr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0">
    <w:name w:val="xl100"/>
    <w:basedOn w:val="a"/>
    <w:rsid w:val="00226A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1">
    <w:name w:val="xl101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2">
    <w:name w:val="xl102"/>
    <w:basedOn w:val="a"/>
    <w:rsid w:val="00226A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3">
    <w:name w:val="xl103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4">
    <w:name w:val="xl104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5">
    <w:name w:val="xl105"/>
    <w:basedOn w:val="a"/>
    <w:rsid w:val="00226A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6">
    <w:name w:val="xl106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7">
    <w:name w:val="xl107"/>
    <w:basedOn w:val="a"/>
    <w:rsid w:val="00226A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8">
    <w:name w:val="xl108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9">
    <w:name w:val="xl109"/>
    <w:basedOn w:val="a"/>
    <w:rsid w:val="00226A07"/>
    <w:pPr>
      <w:pBdr>
        <w:top w:val="single" w:sz="4" w:space="0" w:color="auto"/>
        <w:lef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0">
    <w:name w:val="xl110"/>
    <w:basedOn w:val="a"/>
    <w:rsid w:val="00226A07"/>
    <w:pPr>
      <w:pBdr>
        <w:top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1">
    <w:name w:val="xl111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12">
    <w:name w:val="xl112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"/>
    <w:rsid w:val="00226A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5">
    <w:name w:val="xl115"/>
    <w:basedOn w:val="a"/>
    <w:rsid w:val="00226A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6">
    <w:name w:val="xl116"/>
    <w:basedOn w:val="a"/>
    <w:rsid w:val="00226A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a"/>
    <w:rsid w:val="00226A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character" w:customStyle="1" w:styleId="x193iq5w">
    <w:name w:val="x193iq5w"/>
    <w:basedOn w:val="a0"/>
    <w:rsid w:val="0015300D"/>
  </w:style>
  <w:style w:type="character" w:styleId="af3">
    <w:name w:val="Strong"/>
    <w:basedOn w:val="a0"/>
    <w:uiPriority w:val="22"/>
    <w:qFormat/>
    <w:rsid w:val="0015300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126A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43C9E"/>
    <w:pPr>
      <w:keepNext/>
      <w:jc w:val="center"/>
      <w:outlineLvl w:val="0"/>
    </w:pPr>
    <w:rPr>
      <w:rFonts w:eastAsia="Batang"/>
      <w:color w:val="0000FF"/>
      <w:sz w:val="32"/>
      <w:szCs w:val="20"/>
      <w:lang w:val="x-none" w:eastAsia="uk-UA"/>
    </w:rPr>
  </w:style>
  <w:style w:type="paragraph" w:styleId="2">
    <w:name w:val="heading 2"/>
    <w:basedOn w:val="a"/>
    <w:next w:val="a"/>
    <w:link w:val="20"/>
    <w:qFormat/>
    <w:rsid w:val="00143C9E"/>
    <w:pPr>
      <w:keepNext/>
      <w:jc w:val="center"/>
      <w:outlineLvl w:val="1"/>
    </w:pPr>
    <w:rPr>
      <w:rFonts w:eastAsia="Batang"/>
      <w:b/>
      <w:sz w:val="28"/>
      <w:szCs w:val="20"/>
      <w:lang w:val="x-none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3518A"/>
    <w:rPr>
      <w:rFonts w:eastAsia="Batang"/>
      <w:color w:val="0000FF"/>
      <w:sz w:val="32"/>
      <w:lang w:eastAsia="uk-UA"/>
    </w:rPr>
  </w:style>
  <w:style w:type="character" w:customStyle="1" w:styleId="20">
    <w:name w:val="Заголовок 2 Знак"/>
    <w:link w:val="2"/>
    <w:rsid w:val="0043518A"/>
    <w:rPr>
      <w:rFonts w:eastAsia="Batang"/>
      <w:b/>
      <w:sz w:val="28"/>
      <w:lang w:eastAsia="uk-UA"/>
    </w:rPr>
  </w:style>
  <w:style w:type="paragraph" w:styleId="a3">
    <w:name w:val="Balloon Text"/>
    <w:basedOn w:val="a"/>
    <w:link w:val="a4"/>
    <w:uiPriority w:val="99"/>
    <w:semiHidden/>
    <w:rsid w:val="00271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65AB"/>
    <w:rPr>
      <w:rFonts w:ascii="Tahoma" w:hAnsi="Tahoma" w:cs="Tahoma"/>
      <w:sz w:val="16"/>
      <w:szCs w:val="16"/>
      <w:lang w:val="ru-RU" w:eastAsia="ru-RU"/>
    </w:rPr>
  </w:style>
  <w:style w:type="character" w:styleId="a5">
    <w:name w:val="Hyperlink"/>
    <w:uiPriority w:val="99"/>
    <w:rsid w:val="00CE10FB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C1553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43518A"/>
    <w:rPr>
      <w:sz w:val="24"/>
      <w:szCs w:val="24"/>
    </w:rPr>
  </w:style>
  <w:style w:type="paragraph" w:styleId="a8">
    <w:name w:val="footer"/>
    <w:basedOn w:val="a"/>
    <w:rsid w:val="00C15539"/>
    <w:pPr>
      <w:tabs>
        <w:tab w:val="center" w:pos="4677"/>
        <w:tab w:val="right" w:pos="9355"/>
      </w:tabs>
    </w:pPr>
  </w:style>
  <w:style w:type="paragraph" w:customStyle="1" w:styleId="a9">
    <w:name w:val="Знак Знак Знак Знак"/>
    <w:basedOn w:val="a"/>
    <w:rsid w:val="006801CD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F54A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54A7A"/>
    <w:rPr>
      <w:rFonts w:ascii="Courier New" w:hAnsi="Courier New" w:cs="Courier New"/>
    </w:rPr>
  </w:style>
  <w:style w:type="paragraph" w:styleId="aa">
    <w:name w:val="List Paragraph"/>
    <w:basedOn w:val="a"/>
    <w:uiPriority w:val="34"/>
    <w:qFormat/>
    <w:rsid w:val="00FB53B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b">
    <w:name w:val="page number"/>
    <w:basedOn w:val="a0"/>
    <w:rsid w:val="00843CD7"/>
  </w:style>
  <w:style w:type="paragraph" w:styleId="ac">
    <w:name w:val="caption"/>
    <w:basedOn w:val="a"/>
    <w:next w:val="a"/>
    <w:qFormat/>
    <w:rsid w:val="002B3791"/>
    <w:rPr>
      <w:rFonts w:eastAsia="Calibri"/>
      <w:szCs w:val="20"/>
    </w:rPr>
  </w:style>
  <w:style w:type="paragraph" w:styleId="21">
    <w:name w:val="Body Text 2"/>
    <w:basedOn w:val="a"/>
    <w:link w:val="22"/>
    <w:uiPriority w:val="99"/>
    <w:unhideWhenUsed/>
    <w:rsid w:val="00833E7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833E7F"/>
    <w:rPr>
      <w:sz w:val="24"/>
      <w:szCs w:val="24"/>
      <w:lang w:val="ru-RU" w:eastAsia="ru-RU"/>
    </w:rPr>
  </w:style>
  <w:style w:type="table" w:styleId="ad">
    <w:name w:val="Table Grid"/>
    <w:basedOn w:val="a1"/>
    <w:uiPriority w:val="39"/>
    <w:rsid w:val="00833E7F"/>
    <w:pPr>
      <w:jc w:val="center"/>
    </w:pPr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basedOn w:val="a0"/>
    <w:uiPriority w:val="20"/>
    <w:qFormat/>
    <w:rsid w:val="00974157"/>
    <w:rPr>
      <w:i/>
      <w:iCs/>
    </w:rPr>
  </w:style>
  <w:style w:type="paragraph" w:styleId="af">
    <w:name w:val="footnote text"/>
    <w:basedOn w:val="a"/>
    <w:link w:val="af0"/>
    <w:uiPriority w:val="99"/>
    <w:unhideWhenUsed/>
    <w:rsid w:val="008B65A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0">
    <w:name w:val="Текст сноски Знак"/>
    <w:basedOn w:val="a0"/>
    <w:link w:val="af"/>
    <w:uiPriority w:val="99"/>
    <w:rsid w:val="008B65AB"/>
    <w:rPr>
      <w:rFonts w:asciiTheme="minorHAnsi" w:eastAsiaTheme="minorHAnsi" w:hAnsiTheme="minorHAnsi" w:cstheme="minorBidi"/>
      <w:lang w:val="ru-RU" w:eastAsia="en-US"/>
    </w:rPr>
  </w:style>
  <w:style w:type="character" w:styleId="af1">
    <w:name w:val="footnote reference"/>
    <w:basedOn w:val="a0"/>
    <w:uiPriority w:val="99"/>
    <w:unhideWhenUsed/>
    <w:rsid w:val="008B65AB"/>
    <w:rPr>
      <w:vertAlign w:val="superscript"/>
    </w:rPr>
  </w:style>
  <w:style w:type="character" w:styleId="af2">
    <w:name w:val="FollowedHyperlink"/>
    <w:basedOn w:val="a0"/>
    <w:uiPriority w:val="99"/>
    <w:unhideWhenUsed/>
    <w:rsid w:val="00226A07"/>
    <w:rPr>
      <w:color w:val="800080"/>
      <w:u w:val="single"/>
    </w:rPr>
  </w:style>
  <w:style w:type="paragraph" w:customStyle="1" w:styleId="xl63">
    <w:name w:val="xl63"/>
    <w:basedOn w:val="a"/>
    <w:rsid w:val="00226A07"/>
    <w:pPr>
      <w:spacing w:before="100" w:beforeAutospacing="1" w:after="100" w:afterAutospacing="1"/>
    </w:pPr>
    <w:rPr>
      <w:sz w:val="28"/>
      <w:szCs w:val="28"/>
    </w:rPr>
  </w:style>
  <w:style w:type="paragraph" w:customStyle="1" w:styleId="xl64">
    <w:name w:val="xl64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66">
    <w:name w:val="xl66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67">
    <w:name w:val="xl67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68">
    <w:name w:val="xl68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69">
    <w:name w:val="xl69"/>
    <w:basedOn w:val="a"/>
    <w:rsid w:val="00226A07"/>
    <w:pPr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a"/>
    <w:rsid w:val="00226A07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71">
    <w:name w:val="xl71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2">
    <w:name w:val="xl72"/>
    <w:basedOn w:val="a"/>
    <w:rsid w:val="00226A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  <w:color w:val="FF0000"/>
    </w:rPr>
  </w:style>
  <w:style w:type="paragraph" w:customStyle="1" w:styleId="xl73">
    <w:name w:val="xl73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  <w:color w:val="FF0000"/>
    </w:rPr>
  </w:style>
  <w:style w:type="paragraph" w:customStyle="1" w:styleId="xl74">
    <w:name w:val="xl74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226A07"/>
    <w:pPr>
      <w:shd w:val="clear" w:color="000000" w:fill="FDE9D9"/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"/>
    <w:rsid w:val="00226A07"/>
    <w:pPr>
      <w:shd w:val="clear" w:color="000000" w:fill="FFFFCC"/>
      <w:spacing w:before="100" w:beforeAutospacing="1" w:after="100" w:afterAutospacing="1"/>
    </w:pPr>
  </w:style>
  <w:style w:type="paragraph" w:customStyle="1" w:styleId="xl78">
    <w:name w:val="xl78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</w:pPr>
  </w:style>
  <w:style w:type="paragraph" w:customStyle="1" w:styleId="xl79">
    <w:name w:val="xl79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</w:style>
  <w:style w:type="paragraph" w:customStyle="1" w:styleId="xl81">
    <w:name w:val="xl81"/>
    <w:basedOn w:val="a"/>
    <w:rsid w:val="00226A07"/>
    <w:pPr>
      <w:shd w:val="clear" w:color="000000" w:fill="FDE9D9"/>
      <w:spacing w:before="100" w:beforeAutospacing="1" w:after="100" w:afterAutospacing="1"/>
      <w:jc w:val="center"/>
      <w:textAlignment w:val="top"/>
    </w:pPr>
  </w:style>
  <w:style w:type="paragraph" w:customStyle="1" w:styleId="xl82">
    <w:name w:val="xl82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</w:style>
  <w:style w:type="paragraph" w:customStyle="1" w:styleId="xl85">
    <w:name w:val="xl85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</w:style>
  <w:style w:type="paragraph" w:customStyle="1" w:styleId="xl86">
    <w:name w:val="xl86"/>
    <w:basedOn w:val="a"/>
    <w:rsid w:val="00226A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</w:style>
  <w:style w:type="paragraph" w:customStyle="1" w:styleId="xl87">
    <w:name w:val="xl87"/>
    <w:basedOn w:val="a"/>
    <w:rsid w:val="00226A0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8">
    <w:name w:val="xl88"/>
    <w:basedOn w:val="a"/>
    <w:rsid w:val="00226A0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9">
    <w:name w:val="xl89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0">
    <w:name w:val="xl90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1">
    <w:name w:val="xl91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2">
    <w:name w:val="xl92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top"/>
    </w:pPr>
  </w:style>
  <w:style w:type="paragraph" w:customStyle="1" w:styleId="xl93">
    <w:name w:val="xl93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</w:style>
  <w:style w:type="paragraph" w:customStyle="1" w:styleId="xl94">
    <w:name w:val="xl94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95">
    <w:name w:val="xl95"/>
    <w:basedOn w:val="a"/>
    <w:rsid w:val="00226A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6">
    <w:name w:val="xl96"/>
    <w:basedOn w:val="a"/>
    <w:rsid w:val="00226A07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7">
    <w:name w:val="xl97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226A07"/>
    <w:pPr>
      <w:pBdr>
        <w:left w:val="single" w:sz="4" w:space="0" w:color="auto"/>
        <w:bottom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9">
    <w:name w:val="xl99"/>
    <w:basedOn w:val="a"/>
    <w:rsid w:val="00226A07"/>
    <w:pPr>
      <w:pBdr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0">
    <w:name w:val="xl100"/>
    <w:basedOn w:val="a"/>
    <w:rsid w:val="00226A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1">
    <w:name w:val="xl101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2">
    <w:name w:val="xl102"/>
    <w:basedOn w:val="a"/>
    <w:rsid w:val="00226A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3">
    <w:name w:val="xl103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4">
    <w:name w:val="xl104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5">
    <w:name w:val="xl105"/>
    <w:basedOn w:val="a"/>
    <w:rsid w:val="00226A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6">
    <w:name w:val="xl106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7">
    <w:name w:val="xl107"/>
    <w:basedOn w:val="a"/>
    <w:rsid w:val="00226A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8">
    <w:name w:val="xl108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9">
    <w:name w:val="xl109"/>
    <w:basedOn w:val="a"/>
    <w:rsid w:val="00226A07"/>
    <w:pPr>
      <w:pBdr>
        <w:top w:val="single" w:sz="4" w:space="0" w:color="auto"/>
        <w:lef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0">
    <w:name w:val="xl110"/>
    <w:basedOn w:val="a"/>
    <w:rsid w:val="00226A07"/>
    <w:pPr>
      <w:pBdr>
        <w:top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1">
    <w:name w:val="xl111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12">
    <w:name w:val="xl112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"/>
    <w:rsid w:val="00226A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5">
    <w:name w:val="xl115"/>
    <w:basedOn w:val="a"/>
    <w:rsid w:val="00226A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6">
    <w:name w:val="xl116"/>
    <w:basedOn w:val="a"/>
    <w:rsid w:val="00226A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a"/>
    <w:rsid w:val="00226A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character" w:customStyle="1" w:styleId="x193iq5w">
    <w:name w:val="x193iq5w"/>
    <w:basedOn w:val="a0"/>
    <w:rsid w:val="0015300D"/>
  </w:style>
  <w:style w:type="character" w:styleId="af3">
    <w:name w:val="Strong"/>
    <w:basedOn w:val="a0"/>
    <w:uiPriority w:val="22"/>
    <w:qFormat/>
    <w:rsid w:val="001530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6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64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4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1643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122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14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452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794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49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16929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7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04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18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82728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06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8315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elya\Downloads\&#1064;&#1040;&#1041;&#1051;&#1054;&#1053;%20-%20&#1053;&#1040;&#1050;&#1040;&#1047;%20&#1079;&#1072;%20&#1044;&#1057;&#1058;&#1059;%204163_2020%20.dotx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009E0-0259-427E-A289-113D2C149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- НАКАЗ за ДСТУ 4163_2020 </Template>
  <TotalTime>2</TotalTime>
  <Pages>11</Pages>
  <Words>2606</Words>
  <Characters>19193</Characters>
  <Application>Microsoft Office Word</Application>
  <DocSecurity>0</DocSecurity>
  <Lines>159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SPecialiST RePack</Company>
  <LinksUpToDate>false</LinksUpToDate>
  <CharactersWithSpaces>21756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Rychko Nelya</dc:creator>
  <cp:lastModifiedBy>Moroz</cp:lastModifiedBy>
  <cp:revision>3</cp:revision>
  <cp:lastPrinted>2025-01-02T08:00:00Z</cp:lastPrinted>
  <dcterms:created xsi:type="dcterms:W3CDTF">2025-02-25T09:15:00Z</dcterms:created>
  <dcterms:modified xsi:type="dcterms:W3CDTF">2025-02-25T13:50:00Z</dcterms:modified>
</cp:coreProperties>
</file>